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172FB" w14:textId="77777777" w:rsidR="00F422D3" w:rsidRDefault="00F422D3" w:rsidP="00B42F40">
      <w:pPr>
        <w:pStyle w:val="Titul1"/>
      </w:pPr>
      <w:r>
        <w:t>S</w:t>
      </w:r>
      <w:r w:rsidR="003F5723">
        <w:t xml:space="preserve">mlouva o dílo na zhotovení </w:t>
      </w:r>
    </w:p>
    <w:p w14:paraId="2E60FA17" w14:textId="08D0255C" w:rsidR="0058327B" w:rsidRDefault="00932BDF" w:rsidP="0058327B">
      <w:pPr>
        <w:pStyle w:val="Titul2"/>
      </w:pPr>
      <w:r>
        <w:t>Záměr projektu</w:t>
      </w:r>
      <w:r w:rsidR="00AA258C">
        <w:t>,</w:t>
      </w:r>
      <w:r w:rsidR="00F5656F">
        <w:t xml:space="preserve"> </w:t>
      </w:r>
      <w:r w:rsidR="00AD4AEF">
        <w:t xml:space="preserve">Projektová </w:t>
      </w:r>
      <w:r w:rsidR="00897796">
        <w:t>d</w:t>
      </w:r>
      <w:r w:rsidR="003F5723">
        <w:t xml:space="preserve">okumentace pro </w:t>
      </w:r>
      <w:r w:rsidR="00AD4AEF">
        <w:t xml:space="preserve">povolení stavby </w:t>
      </w:r>
      <w:r w:rsidR="0058327B">
        <w:t>a Dozor projektanta</w:t>
      </w:r>
    </w:p>
    <w:p w14:paraId="75C39A26" w14:textId="146BFC77" w:rsidR="00932BDF" w:rsidRDefault="00932BDF" w:rsidP="003F5723">
      <w:pPr>
        <w:pStyle w:val="Titul2"/>
      </w:pPr>
    </w:p>
    <w:p w14:paraId="42B9B52B" w14:textId="2A7D1F2A"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A14074" w:rsidRPr="00A14074">
            <w:t>„ETCS L1 LS Litoměřice dolní nádraží (mimo) – Kolín (mimo)“</w:t>
          </w:r>
        </w:sdtContent>
      </w:sdt>
    </w:p>
    <w:p w14:paraId="6967FFDF" w14:textId="77777777" w:rsidR="00F422D3" w:rsidRDefault="00F422D3" w:rsidP="00402B45">
      <w:pPr>
        <w:pStyle w:val="Titul2"/>
      </w:pP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46EE3DF7" w14:textId="77777777" w:rsidR="00F422D3" w:rsidRPr="00A34C8D" w:rsidRDefault="00F422D3" w:rsidP="00B42F40">
      <w:pPr>
        <w:pStyle w:val="Textbezodsazen"/>
        <w:spacing w:after="0"/>
      </w:pPr>
      <w:r w:rsidRPr="00A34C8D">
        <w:t>zapsaná v obchodním rejstříku vedeném Městským soudem v Praze,</w:t>
      </w:r>
    </w:p>
    <w:p w14:paraId="3CCC05D2" w14:textId="77777777" w:rsidR="00F422D3" w:rsidRPr="00A34C8D" w:rsidRDefault="00F422D3" w:rsidP="00B42F40">
      <w:pPr>
        <w:pStyle w:val="Textbezodsazen"/>
        <w:spacing w:after="0"/>
      </w:pPr>
      <w:r w:rsidRPr="00A34C8D">
        <w:t>spisová značka A 48384</w:t>
      </w:r>
    </w:p>
    <w:p w14:paraId="250D5C9A" w14:textId="10CFF1A4" w:rsidR="00F422D3" w:rsidRDefault="00F422D3" w:rsidP="006C6E18">
      <w:pPr>
        <w:pStyle w:val="Textbezodsazen"/>
        <w:spacing w:after="0"/>
      </w:pPr>
      <w:r w:rsidRPr="00A34C8D">
        <w:t xml:space="preserve">zastoupena: </w:t>
      </w:r>
      <w:r w:rsidR="006C6E18" w:rsidRPr="0009611E">
        <w:t>Ing. P</w:t>
      </w:r>
      <w:r w:rsidR="006C6E18">
        <w:t>etrem Hofhanzlem, ředitelem Stavební správy západ</w:t>
      </w:r>
    </w:p>
    <w:p w14:paraId="3DE7A0E9" w14:textId="77777777" w:rsidR="006C6E18" w:rsidRPr="001C61BC" w:rsidRDefault="006C6E18" w:rsidP="006C6E18">
      <w:pPr>
        <w:pStyle w:val="Textbezodsazen"/>
        <w:spacing w:after="0"/>
      </w:pP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5F64ABB3" w:rsidR="00536D8F" w:rsidRDefault="007B3C5A" w:rsidP="00536D8F">
      <w:pPr>
        <w:pStyle w:val="Textbezodsazen"/>
      </w:pPr>
      <w:r w:rsidRPr="00B96AB2">
        <w:t xml:space="preserve">Stavební správa západ, </w:t>
      </w:r>
      <w:r w:rsidRPr="00B96AB2">
        <w:rPr>
          <w:rFonts w:cs="Arial"/>
        </w:rPr>
        <w:t>Budova Diamond</w:t>
      </w:r>
      <w:r w:rsidRPr="00734C0E">
        <w:rPr>
          <w:rFonts w:cs="Arial"/>
        </w:rPr>
        <w:t xml:space="preserve"> Point, Ke Štvanici 656/3, 186 00 Praha 8 – Karlín</w:t>
      </w:r>
    </w:p>
    <w:p w14:paraId="576D1B29" w14:textId="56F15704" w:rsidR="00F422D3" w:rsidRDefault="00536D8F" w:rsidP="00536D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FB7DB86" w14:textId="77777777" w:rsidR="00F422D3" w:rsidRDefault="00F422D3" w:rsidP="00B42F40">
      <w:pPr>
        <w:pStyle w:val="Textbezodsazen"/>
        <w:spacing w:after="0"/>
      </w:pPr>
      <w:r>
        <w:t>číslo smlouvy: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DE8FD5D" w14:textId="291B4394" w:rsidR="00F422D3" w:rsidRDefault="007B3C5A" w:rsidP="00B42F40">
      <w:pPr>
        <w:pStyle w:val="Textbezodsazen"/>
      </w:pPr>
      <w:r>
        <w:t>ISPROFOND / ISPROFIN: 3273214901</w:t>
      </w:r>
      <w:r w:rsidR="009C5E65">
        <w:t xml:space="preserve"> / 5003520286</w:t>
      </w:r>
    </w:p>
    <w:p w14:paraId="7E4CC594" w14:textId="77777777" w:rsidR="00B42F40" w:rsidRDefault="00B42F40" w:rsidP="00B42F40">
      <w:pPr>
        <w:pStyle w:val="Textbezodsazen"/>
      </w:pPr>
    </w:p>
    <w:p w14:paraId="6244B513" w14:textId="77777777" w:rsidR="00F422D3" w:rsidRDefault="00F422D3" w:rsidP="00B42F40">
      <w:pPr>
        <w:pStyle w:val="Textbezodsazen"/>
      </w:pPr>
      <w:r w:rsidRPr="00B42F40">
        <w:t>a</w:t>
      </w:r>
    </w:p>
    <w:p w14:paraId="00E392EA" w14:textId="77777777" w:rsidR="00B42F40" w:rsidRPr="00B42F40" w:rsidRDefault="00B42F40" w:rsidP="00B42F40">
      <w:pPr>
        <w:pStyle w:val="Textbezodsazen"/>
      </w:pP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053A64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B6A198F" w14:textId="77777777" w:rsidR="00F422D3" w:rsidRPr="00B42F40" w:rsidRDefault="00F422D3" w:rsidP="00B42F40">
      <w:pPr>
        <w:pStyle w:val="Textbezodsazen"/>
      </w:pPr>
      <w:r w:rsidRPr="00B42F40">
        <w:t>(dále jen „</w:t>
      </w:r>
      <w:r w:rsidRPr="00B42F40">
        <w:rPr>
          <w:rStyle w:val="Tun"/>
        </w:rPr>
        <w:t>Zhotovitel</w:t>
      </w:r>
      <w:r w:rsidRPr="00B42F40">
        <w:t>“)</w:t>
      </w:r>
    </w:p>
    <w:p w14:paraId="706359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E7B681A" w14:textId="576A3ABA" w:rsidR="008063CD" w:rsidRDefault="00F422D3" w:rsidP="008063CD">
      <w:pPr>
        <w:pStyle w:val="Textbezodsazen"/>
      </w:pPr>
      <w:r w:rsidRPr="00B42F40">
        <w:t>uzavřely tuto smlouvu (dále jen „</w:t>
      </w:r>
      <w:r w:rsidRPr="003F5723">
        <w:rPr>
          <w:rStyle w:val="Tun"/>
        </w:rPr>
        <w:t>Smlouva</w:t>
      </w:r>
      <w:r w:rsidRPr="00B42F40">
        <w:t>“</w:t>
      </w:r>
      <w:r w:rsidR="00AD4AEF">
        <w:t>, nebo „</w:t>
      </w:r>
      <w:r w:rsidR="00AD4AEF" w:rsidRPr="00AA258C">
        <w:rPr>
          <w:b/>
        </w:rPr>
        <w:t>SOD</w:t>
      </w:r>
      <w:r w:rsidR="00AD4AEF">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4F5567D0" w14:textId="77777777" w:rsidR="00253CBA" w:rsidRPr="00417DF5" w:rsidRDefault="00253CBA" w:rsidP="00417DF5">
      <w:pPr>
        <w:pStyle w:val="Textbezodsazen"/>
      </w:pPr>
    </w:p>
    <w:p w14:paraId="1A7C8383" w14:textId="77777777" w:rsidR="00253CBA" w:rsidRPr="00BC322B" w:rsidRDefault="00253CBA" w:rsidP="00BC322B">
      <w:pPr>
        <w:pStyle w:val="Textbezodsazen"/>
        <w:rPr>
          <w:rStyle w:val="Tun"/>
          <w:b w:val="0"/>
        </w:rPr>
      </w:pP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E08A8AE" w:rsidR="003F5723" w:rsidRDefault="003F5723" w:rsidP="003F5723">
      <w:pPr>
        <w:pStyle w:val="Text1-1"/>
      </w:pPr>
      <w:r>
        <w:t xml:space="preserve">Objednatel prohlašuje, že je státní organizací, která vznikla k 1. 1. 2003 na základě zákona č. 77/2002 Sb., </w:t>
      </w:r>
      <w:r w:rsidR="00EF7F1F"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477D0CAB"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3F5525" w:rsidRPr="00F46F42" w:rsidDel="00FB05B2">
        <w:t>„</w:t>
      </w:r>
      <w:r w:rsidR="003F5525" w:rsidRPr="007056AD">
        <w:rPr>
          <w:b/>
        </w:rPr>
        <w:t>ETCS L1 LS Litoměřice dolní nádraží (mimo) – Kolín (mimo)</w:t>
      </w:r>
      <w:r w:rsidR="003F5525" w:rsidRPr="00F46F42" w:rsidDel="00FB05B2">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23E69048" w14:textId="1A88A823" w:rsidR="006F6E10" w:rsidRPr="00D66333" w:rsidRDefault="003F5723" w:rsidP="002826B7">
      <w:pPr>
        <w:pStyle w:val="Text1-1"/>
        <w:rPr>
          <w:i/>
          <w:color w:val="00B050"/>
        </w:rPr>
      </w:pPr>
      <w:r>
        <w:t xml:space="preserve">Zhotovitel se zavazuje v souladu s touto Smlouvou provést Dílo spočívající ve zhotovení </w:t>
      </w:r>
      <w:r w:rsidR="00536D8F">
        <w:t>Záměru projektu</w:t>
      </w:r>
      <w:r w:rsidR="00243F67">
        <w:t xml:space="preserve"> (dále též jen </w:t>
      </w:r>
      <w:r w:rsidR="00243F67" w:rsidRPr="00D66333">
        <w:rPr>
          <w:b/>
        </w:rPr>
        <w:t>„ZP“</w:t>
      </w:r>
      <w:r w:rsidR="00243F67">
        <w:t>)</w:t>
      </w:r>
      <w:r w:rsidR="00011C9B">
        <w:t xml:space="preserve"> </w:t>
      </w:r>
      <w:r w:rsidR="00536D8F">
        <w:t xml:space="preserve">a </w:t>
      </w:r>
      <w:r w:rsidR="00897796">
        <w:t>Projektové d</w:t>
      </w:r>
      <w:r>
        <w:t xml:space="preserve">okumentace pro </w:t>
      </w:r>
      <w:r w:rsidR="008E0F80">
        <w:t xml:space="preserve">povolení stavby </w:t>
      </w:r>
      <w:r>
        <w:t xml:space="preserve">(dále též jen </w:t>
      </w:r>
      <w:r w:rsidR="004500D2" w:rsidRPr="00D66333">
        <w:rPr>
          <w:b/>
        </w:rPr>
        <w:t>„</w:t>
      </w:r>
      <w:r w:rsidR="008E0F80" w:rsidRPr="00D66333">
        <w:rPr>
          <w:b/>
        </w:rPr>
        <w:t>DPS</w:t>
      </w:r>
      <w:r w:rsidR="004500D2" w:rsidRPr="00D66333">
        <w:rPr>
          <w:b/>
        </w:rPr>
        <w:t>“</w:t>
      </w:r>
      <w:r>
        <w:t xml:space="preserve">), </w:t>
      </w:r>
      <w:r w:rsidR="00964369">
        <w:t>dle specifikace uvedené v </w:t>
      </w:r>
      <w:r>
        <w:t>Příloze č. 1 této Smlouvy a předat jej Objednateli</w:t>
      </w:r>
      <w:r w:rsidR="008C6CE7">
        <w:t xml:space="preserve"> </w:t>
      </w:r>
      <w:bookmarkStart w:id="0" w:name="_Hlk161998089"/>
      <w:r w:rsidR="008C6CE7">
        <w:t xml:space="preserve">a dále se zavazuje, že zajistí výkon Dozoru projektanta při zhotovení Projektové dokumentace pro provádění stavby (dále též jen </w:t>
      </w:r>
      <w:r w:rsidR="008C6CE7" w:rsidRPr="00D66333">
        <w:rPr>
          <w:b/>
        </w:rPr>
        <w:t>„PDPS“</w:t>
      </w:r>
      <w:r w:rsidR="008C6CE7">
        <w:t>)</w:t>
      </w:r>
      <w:r>
        <w:t xml:space="preserve">. </w:t>
      </w:r>
      <w:bookmarkEnd w:id="0"/>
      <w:r>
        <w:t xml:space="preserve">Součástí </w:t>
      </w:r>
      <w:r w:rsidR="008E0F80" w:rsidRPr="00AA258C">
        <w:t>DPS</w:t>
      </w:r>
      <w:r>
        <w:t xml:space="preserve"> budou Zhotovitelem zajištěné veškeré činn</w:t>
      </w:r>
      <w:r w:rsidR="00402B45">
        <w:t>osti koordinátora bezpečnosti a </w:t>
      </w:r>
      <w:r>
        <w:t>ochrany zdraví při práci (dále jen „</w:t>
      </w:r>
      <w:r w:rsidRPr="00D66333">
        <w:rPr>
          <w:b/>
        </w:rPr>
        <w:t>koordinátor BOZP</w:t>
      </w:r>
      <w:r>
        <w:t>“) na staveništi ve fázi přípravy, tj. při zpracování</w:t>
      </w:r>
      <w:r w:rsidR="008E0F80">
        <w:t xml:space="preserve"> DPS</w:t>
      </w:r>
      <w:r>
        <w:t xml:space="preserve">,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6C5F6BAE" w:rsidR="003F5723" w:rsidRDefault="003F5723" w:rsidP="003F5723">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0A298B">
        <w:t>ZP</w:t>
      </w:r>
      <w:r w:rsidR="00011C9B">
        <w:t xml:space="preserve"> </w:t>
      </w:r>
      <w:r w:rsidR="000A298B">
        <w:t xml:space="preserve">a </w:t>
      </w:r>
      <w:r w:rsidR="008E0F80">
        <w:t xml:space="preserve">DPS </w:t>
      </w:r>
      <w:r w:rsidR="004E7D48" w:rsidRPr="00AA258C">
        <w:t>a řádně provedený výkon Dozoru projektanta</w:t>
      </w:r>
      <w:r>
        <w:t xml:space="preserve"> zaplatit Zhotoviteli za podmínek stanovených touto Smlou</w:t>
      </w:r>
      <w:r w:rsidR="00964369">
        <w:t>vou celkovou Cenu Díla, která v </w:t>
      </w:r>
      <w:r>
        <w:t xml:space="preserve">součtu představuje Cenu za zpracování </w:t>
      </w:r>
      <w:r w:rsidR="000A298B">
        <w:t>ZP</w:t>
      </w:r>
      <w:r w:rsidR="00D65162">
        <w:t xml:space="preserve"> </w:t>
      </w:r>
      <w:r w:rsidR="000A298B">
        <w:t>a</w:t>
      </w:r>
      <w:r w:rsidR="00906FF4">
        <w:t> </w:t>
      </w:r>
      <w:r w:rsidR="008E0F80">
        <w:t xml:space="preserve">DPS </w:t>
      </w:r>
      <w:bookmarkStart w:id="1" w:name="_Hlk161998148"/>
      <w:r w:rsidR="004E7D48">
        <w:t xml:space="preserve">a cenu za výkon Dozoru projektanta </w:t>
      </w:r>
      <w:bookmarkEnd w:id="1"/>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2F80BC39" w:rsidR="006A57A4" w:rsidRPr="00A41306" w:rsidRDefault="006A57A4" w:rsidP="006A57A4">
      <w:pPr>
        <w:spacing w:after="120" w:line="264" w:lineRule="auto"/>
        <w:ind w:left="737"/>
        <w:jc w:val="both"/>
        <w:rPr>
          <w:sz w:val="18"/>
          <w:szCs w:val="18"/>
        </w:rPr>
      </w:pPr>
      <w:r w:rsidRPr="001B4800">
        <w:rPr>
          <w:sz w:val="18"/>
          <w:szCs w:val="18"/>
        </w:rPr>
        <w:t>Daňové doklady</w:t>
      </w:r>
      <w:r w:rsidR="00E73FFB">
        <w:rPr>
          <w:sz w:val="18"/>
          <w:szCs w:val="18"/>
        </w:rPr>
        <w:t>, včetně příloh</w:t>
      </w:r>
      <w:r w:rsidRPr="001B4800">
        <w:rPr>
          <w:sz w:val="18"/>
          <w:szCs w:val="18"/>
        </w:rPr>
        <w:t xml:space="preserve"> bude Zhotovitel </w:t>
      </w:r>
      <w:r w:rsidR="009521A1">
        <w:rPr>
          <w:sz w:val="18"/>
          <w:szCs w:val="18"/>
        </w:rPr>
        <w:t>zasílat</w:t>
      </w:r>
      <w:r w:rsidR="009521A1" w:rsidRPr="001B4800">
        <w:rPr>
          <w:sz w:val="18"/>
          <w:szCs w:val="18"/>
        </w:rPr>
        <w:t xml:space="preserve"> </w:t>
      </w:r>
      <w:r w:rsidRPr="001B4800">
        <w:rPr>
          <w:sz w:val="18"/>
          <w:szCs w:val="18"/>
        </w:rPr>
        <w:t>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13BE3185" w:rsidR="006A57A4" w:rsidRPr="00B01693" w:rsidRDefault="009521A1" w:rsidP="00B01693">
      <w:pPr>
        <w:pStyle w:val="Odstavec1-1a"/>
      </w:pPr>
      <w:r>
        <w:t xml:space="preserve">v elektronické podobě </w:t>
      </w:r>
      <w:r w:rsidR="006A57A4" w:rsidRPr="00B01693">
        <w:t>datovou zprávou na identifikátor datové schránky: uccchjm</w:t>
      </w:r>
    </w:p>
    <w:p w14:paraId="12E91229" w14:textId="77777777" w:rsidR="006A57A4" w:rsidRPr="00B01693" w:rsidRDefault="006A57A4" w:rsidP="00B01693">
      <w:pPr>
        <w:pStyle w:val="Textbezslovn"/>
        <w:ind w:firstLine="340"/>
      </w:pPr>
      <w:r w:rsidRPr="00B01693">
        <w:t>nebo</w:t>
      </w:r>
    </w:p>
    <w:p w14:paraId="126A6A64" w14:textId="651C6645"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Pernera 217, 530 02 Pardubice</w:t>
      </w:r>
      <w:r w:rsidR="009521A1">
        <w:t xml:space="preserve"> ve třech (3) tištěných originálech</w:t>
      </w:r>
      <w:r w:rsidRPr="001B4800">
        <w:t>.</w:t>
      </w:r>
    </w:p>
    <w:p w14:paraId="17803A59"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77777777"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 a provádění Stavby.</w:t>
      </w:r>
    </w:p>
    <w:p w14:paraId="43FF6965" w14:textId="77777777" w:rsidR="005B0493" w:rsidRPr="005B0493" w:rsidRDefault="005B0493" w:rsidP="00A41306">
      <w:pPr>
        <w:pStyle w:val="Text1-1"/>
      </w:pPr>
      <w:bookmarkStart w:id="2" w:name="_Ref53007706"/>
      <w:bookmarkStart w:id="3" w:name="_Ref51783812"/>
      <w:r w:rsidRPr="005B0493">
        <w:t xml:space="preserve">Smluvní strany sjednávají, že pokud nastane kterékoli ze skutečností uvedených níže v odstavci </w:t>
      </w:r>
      <w:r w:rsidRPr="005B0493">
        <w:fldChar w:fldCharType="begin"/>
      </w:r>
      <w:r w:rsidRPr="005B0493">
        <w:instrText xml:space="preserve"> REF _Hlk51790924 \r \h </w:instrText>
      </w:r>
      <w:r w:rsidRPr="005B0493">
        <w:fldChar w:fldCharType="separate"/>
      </w:r>
      <w:r w:rsidRPr="005B0493">
        <w:t>3.6.1</w:t>
      </w:r>
      <w:r w:rsidRPr="005B0493">
        <w:fldChar w:fldCharType="end"/>
      </w:r>
      <w:r w:rsidRPr="005B0493">
        <w:t xml:space="preserve"> (dále jen „</w:t>
      </w:r>
      <w:r w:rsidRPr="005B0493">
        <w:rPr>
          <w:b/>
          <w:bCs/>
        </w:rPr>
        <w:t>Rozvazovací podmínka</w:t>
      </w:r>
      <w:r w:rsidRPr="005B0493">
        <w:t xml:space="preserve">“), dojde k ukončení Smlouvy a zániku závazku ze Smlouvy, a to s účinností k okamžiku uvedenému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r w:rsidRPr="005B0493">
        <w:t xml:space="preserve"> a aniž by ukončení Smlouvy v takovém případě vyžadovalo právní jednání Objednatele nebo Zhotovitele.</w:t>
      </w:r>
      <w:bookmarkEnd w:id="2"/>
    </w:p>
    <w:p w14:paraId="387B19AA" w14:textId="77777777" w:rsidR="005B0493" w:rsidRPr="005B0493" w:rsidRDefault="005B0493" w:rsidP="00A41306">
      <w:pPr>
        <w:pStyle w:val="Text1-2"/>
      </w:pPr>
      <w:bookmarkStart w:id="4" w:name="_Hlk51790924"/>
      <w:bookmarkEnd w:id="3"/>
      <w:r w:rsidRPr="005B0493">
        <w:t xml:space="preserve">Rozvazovací podmínkou ve smyslu tohoto odst. </w:t>
      </w:r>
      <w:r w:rsidRPr="005B0493">
        <w:fldChar w:fldCharType="begin"/>
      </w:r>
      <w:r w:rsidRPr="005B0493">
        <w:instrText xml:space="preserve"> REF _Ref53007706 \r \h </w:instrText>
      </w:r>
      <w:r w:rsidRPr="005B0493">
        <w:fldChar w:fldCharType="separate"/>
      </w:r>
      <w:r w:rsidRPr="005B0493">
        <w:t>3.6</w:t>
      </w:r>
      <w:r w:rsidRPr="005B0493">
        <w:fldChar w:fldCharType="end"/>
      </w:r>
      <w:r w:rsidRPr="005B0493">
        <w:t xml:space="preserve"> se rozumí:</w:t>
      </w:r>
      <w:bookmarkEnd w:id="4"/>
    </w:p>
    <w:p w14:paraId="65945DA8" w14:textId="7548A27C" w:rsidR="005B0493" w:rsidRDefault="005B0493" w:rsidP="00B01693">
      <w:pPr>
        <w:pStyle w:val="Odstavec1-4a"/>
      </w:pPr>
      <w:r w:rsidRPr="005B0493">
        <w:t xml:space="preserve">skutečnost, že po skončení </w:t>
      </w:r>
      <w:r w:rsidR="00F91F6D">
        <w:t>3.</w:t>
      </w:r>
      <w:r w:rsidRPr="005B0493">
        <w:t xml:space="preserve"> Dílčí etapy došlo k podstatné změně v rozsahu ekonomických či technických parametrů návrhu na přípravu a realizaci Stavby oproti zadávacím podmínkám specifikujícím rozsah a technické požadavky na stavbu (zejména </w:t>
      </w:r>
      <w:r w:rsidRPr="00A41306">
        <w:t>se</w:t>
      </w:r>
      <w:r w:rsidRPr="005B0493">
        <w:t xml:space="preserve"> jedná o přílohy VTP a ZTP), případně byly zjištěné skutečnosti, které O</w:t>
      </w:r>
      <w:r w:rsidR="00A41306">
        <w:t>bjednatel považuje za závažné z </w:t>
      </w:r>
      <w:r w:rsidRPr="005B0493">
        <w:t>hlediska zhodnocení efektivnosti, hospodárnosti a účelnosti vynakládaných veřejných finančních prostředků;</w:t>
      </w:r>
    </w:p>
    <w:p w14:paraId="07D9DA24" w14:textId="2E7107D3" w:rsidR="005B0493" w:rsidRPr="005B0493" w:rsidRDefault="005B0493" w:rsidP="00A41306">
      <w:pPr>
        <w:pStyle w:val="Odstavec1-4a"/>
      </w:pPr>
      <w:r w:rsidRPr="005B0493">
        <w:t xml:space="preserve">skutečnost, že po skončení </w:t>
      </w:r>
      <w:r w:rsidR="00F91F6D">
        <w:t>3.</w:t>
      </w:r>
      <w:r w:rsidRPr="005B0493">
        <w:t xml:space="preserve">Dílčí etapy nebude ze strany Centrální komise Ministerstva dopravy obdržen souhlas s pokračováním v další fázi přípravy prostřednictvím schválení Záměru projektu ve lhůtě </w:t>
      </w:r>
      <w:r w:rsidR="00F91F6D">
        <w:t>12 měsíců</w:t>
      </w:r>
      <w:r w:rsidRPr="005B0493">
        <w:t xml:space="preserve">, pokud nebude tato lhůta na písemnou žádost Zhotovitele, doručené Objednateli nejpozději 7 dní před uplynutím této lhůty, prodloužena o </w:t>
      </w:r>
      <w:r w:rsidR="00F91F6D">
        <w:t>3</w:t>
      </w:r>
      <w:r w:rsidRPr="005B0493">
        <w:t xml:space="preserve"> měsíce,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446010FC" w14:textId="435AB558" w:rsidR="005B0493" w:rsidRPr="005B0493" w:rsidRDefault="005B0493" w:rsidP="00A41306">
      <w:pPr>
        <w:pStyle w:val="Text1-2"/>
      </w:pPr>
      <w:bookmarkStart w:id="5" w:name="_Ref54115844"/>
      <w:bookmarkStart w:id="6" w:name="_Ref54036977"/>
      <w:r w:rsidRPr="005B0493">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5B0493">
        <w:fldChar w:fldCharType="begin"/>
      </w:r>
      <w:r w:rsidRPr="005B0493">
        <w:instrText xml:space="preserve"> REF _Hlk51790924 \r \h  \* MERGEFORMAT </w:instrText>
      </w:r>
      <w:r w:rsidRPr="005B0493">
        <w:fldChar w:fldCharType="separate"/>
      </w:r>
      <w:r w:rsidRPr="005B0493">
        <w:t>3.6.1</w:t>
      </w:r>
      <w:r w:rsidRPr="005B0493">
        <w:fldChar w:fldCharType="end"/>
      </w:r>
      <w:r w:rsidRPr="005B0493">
        <w:t>.</w:t>
      </w:r>
      <w:bookmarkStart w:id="7" w:name="_Ref54116176"/>
      <w:bookmarkStart w:id="8" w:name="_Ref51787473"/>
      <w:bookmarkEnd w:id="5"/>
    </w:p>
    <w:bookmarkEnd w:id="6"/>
    <w:bookmarkEnd w:id="7"/>
    <w:bookmarkEnd w:id="8"/>
    <w:p w14:paraId="34786EBC" w14:textId="5594EE39" w:rsidR="005B0493" w:rsidRPr="00E65F2F" w:rsidRDefault="00E65F2F" w:rsidP="00A41306">
      <w:pPr>
        <w:pStyle w:val="Text1-2"/>
      </w:pPr>
      <w:r w:rsidRPr="00E65F2F">
        <w:t>NEOBSAZENO</w:t>
      </w:r>
    </w:p>
    <w:p w14:paraId="0B3CFE50" w14:textId="77777777" w:rsidR="005B0493" w:rsidRPr="005B0493" w:rsidRDefault="005B0493" w:rsidP="00A41306">
      <w:pPr>
        <w:pStyle w:val="Text1-2"/>
      </w:pPr>
      <w:bookmarkStart w:id="9" w:name="_Ref51785178"/>
      <w:bookmarkStart w:id="10" w:name="_Ref51785293"/>
      <w:bookmarkStart w:id="11" w:name="_Ref51787774"/>
      <w:r w:rsidRPr="005B0493">
        <w:t xml:space="preserve">V případě, že Objednatel neoznámí Zhotoviteli ani do 2 měsíců po uplynutí lhůty uvedené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bookmarkEnd w:id="9"/>
      <w:r w:rsidRPr="005B0493">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10"/>
      <w:r w:rsidRPr="005B0493">
        <w:t xml:space="preserve">Rozvazovací podmínka byla naplněna a Smlouva zanikla k okamžiku uvedenému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r w:rsidRPr="005B0493">
        <w:t>.</w:t>
      </w:r>
      <w:bookmarkEnd w:id="11"/>
    </w:p>
    <w:p w14:paraId="3DF4F8A3" w14:textId="77777777" w:rsidR="005B0493" w:rsidRPr="005B0493" w:rsidRDefault="005B0493" w:rsidP="00A41306">
      <w:pPr>
        <w:pStyle w:val="Text1-2"/>
      </w:pPr>
      <w:r w:rsidRPr="005B0493">
        <w:t>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w:t>
      </w:r>
      <w:r w:rsidRPr="00C321B7">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28CDD68A" w14:textId="2137AD8E" w:rsidR="003F5723" w:rsidRPr="00ED0187" w:rsidRDefault="003F5723" w:rsidP="003F5723">
      <w:pPr>
        <w:pStyle w:val="Text1-1"/>
      </w:pPr>
      <w:bookmarkStart w:id="12" w:name="_Hlk161826602"/>
      <w:r>
        <w:t>Místem plnění</w:t>
      </w:r>
      <w:r w:rsidR="007D63B2">
        <w:t xml:space="preserve"> </w:t>
      </w:r>
      <w:bookmarkStart w:id="13" w:name="_Hlk156464753"/>
      <w:r w:rsidR="007D63B2">
        <w:t>ZP</w:t>
      </w:r>
      <w:r w:rsidR="00D65162">
        <w:t xml:space="preserve"> </w:t>
      </w:r>
      <w:r w:rsidR="007D63B2">
        <w:t>a</w:t>
      </w:r>
      <w:r>
        <w:t xml:space="preserve"> </w:t>
      </w:r>
      <w:r w:rsidR="009521A1">
        <w:t xml:space="preserve">DPS </w:t>
      </w:r>
      <w:bookmarkEnd w:id="13"/>
      <w:r w:rsidR="00400E31">
        <w:t xml:space="preserve">a výkon Dozoru projektanta </w:t>
      </w:r>
      <w:r>
        <w:t xml:space="preserve">je: </w:t>
      </w:r>
      <w:r w:rsidR="00D66333" w:rsidRPr="009F7B71">
        <w:t>Stavební správa západ, Budova Diamond Point, Ke Štvanici</w:t>
      </w:r>
      <w:r w:rsidR="00D66333" w:rsidRPr="00436C47">
        <w:t xml:space="preserve"> 656/3, 186 00 Praha 8 – Karlín</w:t>
      </w:r>
      <w:r w:rsidR="00D66333">
        <w:t>.</w:t>
      </w:r>
      <w:r w:rsidR="007A36FA">
        <w:t xml:space="preserve"> </w:t>
      </w:r>
    </w:p>
    <w:bookmarkEnd w:id="12"/>
    <w:p w14:paraId="1989C434" w14:textId="77777777" w:rsidR="003F5723" w:rsidRDefault="003F5723" w:rsidP="003F5723">
      <w:pPr>
        <w:pStyle w:val="Nadpis1-1"/>
      </w:pPr>
      <w:r>
        <w:t>OSTATNÍ USTANOVENÍ</w:t>
      </w:r>
    </w:p>
    <w:p w14:paraId="5538B8F6" w14:textId="6C145606"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7D63B2">
        <w:t>ZP</w:t>
      </w:r>
      <w:r w:rsidR="00D65162">
        <w:t xml:space="preserve"> </w:t>
      </w:r>
      <w:r w:rsidR="007D63B2">
        <w:t>a</w:t>
      </w:r>
      <w:r w:rsidR="009521A1">
        <w:t xml:space="preserve"> DPS</w:t>
      </w:r>
      <w:r>
        <w:t>, tj.: "[</w:t>
      </w:r>
      <w:r w:rsidRPr="003F5723">
        <w:rPr>
          <w:b/>
          <w:highlight w:val="yellow"/>
        </w:rPr>
        <w:t>VLOŽÍ ZHOTOVITEL</w:t>
      </w:r>
      <w:r>
        <w:t xml:space="preserve">]" bez DPH. Cena za zpracování </w:t>
      </w:r>
      <w:r w:rsidR="007D63B2">
        <w:t>ZP</w:t>
      </w:r>
      <w:r w:rsidR="00D65162">
        <w:t xml:space="preserve"> </w:t>
      </w:r>
      <w:r w:rsidR="007D63B2">
        <w:t xml:space="preserve">a </w:t>
      </w:r>
      <w:r w:rsidR="009521A1">
        <w:t xml:space="preserve">DPS </w:t>
      </w:r>
      <w:r>
        <w:t>je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2FAF1FC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AF269EB" w14:textId="50E6D5E2"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6A48898B" w14:textId="77777777" w:rsidR="00406C51" w:rsidRPr="00ED0187" w:rsidRDefault="00406C51" w:rsidP="00B16327">
      <w:pPr>
        <w:pStyle w:val="Text1-2"/>
      </w:pPr>
      <w:bookmarkStart w:id="14"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4"/>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221369B" w14:textId="76C84E38" w:rsidR="00277C7C" w:rsidRDefault="00D65162" w:rsidP="00F54C7A">
      <w:pPr>
        <w:pStyle w:val="Text1-1"/>
      </w:pPr>
      <w:r>
        <w:t>NEOBSAZENO</w:t>
      </w:r>
      <w:r w:rsidR="005D3A62" w:rsidRPr="00820A67">
        <w:t>.</w:t>
      </w:r>
    </w:p>
    <w:p w14:paraId="5F38CCD2" w14:textId="52AC23B5" w:rsidR="006B0921" w:rsidRPr="006B0921" w:rsidRDefault="006B0921" w:rsidP="00BA5CBC">
      <w:pPr>
        <w:pStyle w:val="Text1-1"/>
        <w:keepNext/>
      </w:pPr>
      <w:bookmarkStart w:id="15" w:name="_Ref133933679"/>
      <w:r w:rsidRPr="006B0921">
        <w:t>Mezinárodní sankce</w:t>
      </w:r>
      <w:bookmarkEnd w:id="15"/>
      <w:r w:rsidRPr="006B0921">
        <w:t xml:space="preserve"> </w:t>
      </w:r>
      <w:r w:rsidR="009521A1">
        <w:t>a střet zájmů</w:t>
      </w:r>
    </w:p>
    <w:p w14:paraId="21167F70" w14:textId="77777777" w:rsidR="006B0921" w:rsidRPr="006B0921" w:rsidRDefault="006B0921" w:rsidP="00BA5CBC">
      <w:pPr>
        <w:pStyle w:val="Text1-2"/>
        <w:keepNext/>
      </w:pPr>
      <w:bookmarkStart w:id="16" w:name="_Ref133933704"/>
      <w:r w:rsidRPr="006B0921">
        <w:t>Zhotovitel prohlašuje, že:</w:t>
      </w:r>
      <w:bookmarkEnd w:id="16"/>
      <w:r w:rsidRPr="006B0921">
        <w:t xml:space="preserve"> </w:t>
      </w:r>
    </w:p>
    <w:p w14:paraId="7723BBC8" w14:textId="04265E43" w:rsidR="00C41F26" w:rsidRDefault="00C41F26" w:rsidP="00A41306">
      <w:pPr>
        <w:pStyle w:val="Odstavec1-4a"/>
        <w:numPr>
          <w:ilvl w:val="0"/>
          <w:numId w:val="20"/>
        </w:numPr>
      </w:pPr>
      <w:r w:rsidRPr="00C41F26">
        <w:t>on, ani žádný z jeho poddodavatelů, nejsou osobami, na něž se vztahuje zákaz zadání veřejné zakázky ve smyslu § 48a ZZVZ,</w:t>
      </w:r>
    </w:p>
    <w:p w14:paraId="30E7EE87" w14:textId="18B13EC0"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65DAC56F" w14:textId="77777777" w:rsidR="009521A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9521A1">
        <w:t>,</w:t>
      </w:r>
    </w:p>
    <w:p w14:paraId="310E974D" w14:textId="77777777" w:rsidR="009521A1" w:rsidRPr="00CA7BB4" w:rsidRDefault="009521A1" w:rsidP="009521A1">
      <w:pPr>
        <w:pStyle w:val="Odstavec1-4a"/>
        <w:numPr>
          <w:ilvl w:val="0"/>
          <w:numId w:val="20"/>
        </w:numPr>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17"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17"/>
    </w:p>
    <w:p w14:paraId="546CF6CE" w14:textId="77777777" w:rsidR="00E81F9F" w:rsidRPr="00E81F9F" w:rsidRDefault="006B0921" w:rsidP="00E81F9F">
      <w:pPr>
        <w:pStyle w:val="Text1-2"/>
      </w:pPr>
      <w:bookmarkStart w:id="18"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9" w:name="_Ref133933730"/>
      <w:bookmarkEnd w:id="18"/>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9"/>
    </w:p>
    <w:p w14:paraId="6E5E3A79"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20"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20"/>
    </w:p>
    <w:p w14:paraId="0FE62148" w14:textId="77777777" w:rsidR="006B0921" w:rsidRPr="006B0921" w:rsidRDefault="006B0921" w:rsidP="007A36FA">
      <w:pPr>
        <w:pStyle w:val="Text1-2"/>
      </w:pPr>
      <w:bookmarkStart w:id="21"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21"/>
    </w:p>
    <w:p w14:paraId="0A9793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4BE15C52"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02821B90" w14:textId="77777777" w:rsidR="009521A1" w:rsidRPr="00B67AA0" w:rsidRDefault="009521A1" w:rsidP="009521A1">
      <w:pPr>
        <w:pStyle w:val="Text1-2"/>
        <w:numPr>
          <w:ilvl w:val="1"/>
          <w:numId w:val="5"/>
        </w:numPr>
      </w:pPr>
      <w:r w:rsidRPr="00B67AA0">
        <w:t>Obchodní podmínky, které tvoří Přílohu č. 2 Smlouvy se upravují takto:</w:t>
      </w:r>
    </w:p>
    <w:p w14:paraId="546815BD" w14:textId="77777777" w:rsidR="009521A1" w:rsidRPr="00B67AA0" w:rsidRDefault="009521A1" w:rsidP="009521A1">
      <w:pPr>
        <w:pStyle w:val="Text1-2"/>
        <w:numPr>
          <w:ilvl w:val="2"/>
          <w:numId w:val="5"/>
        </w:numPr>
      </w:pPr>
      <w:r w:rsidRPr="00B67AA0">
        <w:t>Název Obchodních podmínek na úvodní straně se vypouští a nahrazuje tímto zněním:</w:t>
      </w:r>
    </w:p>
    <w:p w14:paraId="3816D6DE" w14:textId="77777777" w:rsidR="009521A1" w:rsidRPr="00B67AA0" w:rsidRDefault="009521A1" w:rsidP="009521A1">
      <w:pPr>
        <w:pStyle w:val="Text1-2"/>
        <w:numPr>
          <w:ilvl w:val="0"/>
          <w:numId w:val="0"/>
        </w:numPr>
        <w:ind w:left="1474"/>
      </w:pPr>
      <w:r w:rsidRPr="00B67AA0">
        <w:rPr>
          <w:b/>
          <w:bCs/>
        </w:rPr>
        <w:t xml:space="preserve">Obchodní podmínky </w:t>
      </w:r>
    </w:p>
    <w:p w14:paraId="5F3DE002" w14:textId="77777777" w:rsidR="009521A1" w:rsidRPr="00B67AA0" w:rsidRDefault="009521A1" w:rsidP="009521A1">
      <w:pPr>
        <w:pStyle w:val="Text1-2"/>
        <w:numPr>
          <w:ilvl w:val="0"/>
          <w:numId w:val="0"/>
        </w:numPr>
        <w:ind w:left="1474"/>
      </w:pPr>
      <w:r w:rsidRPr="00B67AA0">
        <w:rPr>
          <w:b/>
          <w:bCs/>
        </w:rPr>
        <w:t xml:space="preserve">Pro zhotovení Dokumentace staveb: </w:t>
      </w:r>
    </w:p>
    <w:p w14:paraId="63C79300" w14:textId="77777777" w:rsidR="009521A1" w:rsidRPr="00B67AA0" w:rsidRDefault="009521A1" w:rsidP="009521A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7A5F64E0" w14:textId="77777777" w:rsidR="009521A1" w:rsidRPr="00B67AA0" w:rsidRDefault="009521A1" w:rsidP="009521A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8ADEB93" w14:textId="11C2552B" w:rsidR="009521A1" w:rsidRDefault="009521A1" w:rsidP="009521A1">
      <w:pPr>
        <w:pStyle w:val="Text1-2"/>
        <w:numPr>
          <w:ilvl w:val="0"/>
          <w:numId w:val="0"/>
        </w:numPr>
        <w:ind w:left="1474"/>
        <w:rPr>
          <w:b/>
        </w:rPr>
      </w:pPr>
      <w:r w:rsidRPr="00B67AA0">
        <w:rPr>
          <w:b/>
        </w:rPr>
        <w:t xml:space="preserve">Název zakázky: </w:t>
      </w:r>
      <w:r w:rsidR="006979BE" w:rsidRPr="00F46F42" w:rsidDel="00FB05B2">
        <w:t>„</w:t>
      </w:r>
      <w:r w:rsidR="006979BE" w:rsidRPr="007056AD">
        <w:rPr>
          <w:b/>
        </w:rPr>
        <w:t>ETCS L1 LS Litoměřice dolní nádraží (mimo) – Kolín (mimo)</w:t>
      </w:r>
      <w:r w:rsidR="006979BE" w:rsidRPr="00F46F42" w:rsidDel="00FB05B2">
        <w:t>“</w:t>
      </w:r>
    </w:p>
    <w:p w14:paraId="5C4C0933" w14:textId="77777777" w:rsidR="009521A1" w:rsidRDefault="009521A1" w:rsidP="009521A1">
      <w:pPr>
        <w:pStyle w:val="Text1-2"/>
        <w:numPr>
          <w:ilvl w:val="2"/>
          <w:numId w:val="5"/>
        </w:numPr>
      </w:pPr>
      <w:r w:rsidRPr="00B67AA0">
        <w:t>Dovětek v druhé větě v čl. 9, odst. 9.3 Obchodních podmínek, ve znění: „a neshledal v nich žádné vady“ se vypouští bez náhrady.</w:t>
      </w:r>
    </w:p>
    <w:p w14:paraId="6C09D19A" w14:textId="77777777" w:rsidR="009521A1" w:rsidRDefault="009521A1" w:rsidP="009521A1">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FBAFD40" w14:textId="77777777" w:rsidR="009521A1" w:rsidRDefault="009521A1" w:rsidP="009521A1">
      <w:pPr>
        <w:pStyle w:val="Text1-2"/>
        <w:numPr>
          <w:ilvl w:val="0"/>
          <w:numId w:val="0"/>
        </w:numPr>
        <w:ind w:left="1474"/>
      </w:pPr>
      <w:r>
        <w:t xml:space="preserve">„Zhotovitel vyhotoví a zašle každý daňový doklad jedním ze způsobů, upraveným ve Smlouvě.“ </w:t>
      </w:r>
    </w:p>
    <w:p w14:paraId="53926747" w14:textId="77777777" w:rsidR="009521A1" w:rsidRDefault="009521A1" w:rsidP="009521A1">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92A548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07F9DC19"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006522" w14:textId="77777777" w:rsidR="00E0077F" w:rsidRDefault="00E0077F" w:rsidP="00E0077F">
      <w:pPr>
        <w:pStyle w:val="Text1-1"/>
      </w:pPr>
      <w:r w:rsidRPr="000919AE">
        <w:rPr>
          <w:i/>
          <w:color w:val="00B050"/>
        </w:rPr>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"[VLOŽÍ ZHOTOVITEL]"</w:t>
      </w:r>
      <w:r>
        <w:t xml:space="preserve"> vyhotoveních, z nichž Objednatel obdrží „[</w:t>
      </w:r>
      <w:r w:rsidRPr="000919AE">
        <w:rPr>
          <w:highlight w:val="green"/>
        </w:rPr>
        <w:t>VLOŽÍ OBJEDNATEL</w:t>
      </w:r>
      <w:r>
        <w:t>]“ vyhotovení a Zhotovitel obdrží "[</w:t>
      </w:r>
      <w:r w:rsidRPr="000919AE">
        <w:rPr>
          <w:highlight w:val="yellow"/>
        </w:rPr>
        <w:t>VLOŽÍ ZHOTOVITEL]"</w:t>
      </w:r>
      <w:r>
        <w:t xml:space="preserve"> vyhotovení.</w:t>
      </w:r>
    </w:p>
    <w:p w14:paraId="1434C643" w14:textId="77777777" w:rsidR="00E0077F" w:rsidRPr="000919AE" w:rsidRDefault="00E0077F" w:rsidP="00E0077F">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36EBEC6E" w:rsidR="00960E25" w:rsidRPr="00F05A2D" w:rsidRDefault="00F422D3" w:rsidP="00960E25">
      <w:pPr>
        <w:pStyle w:val="Text1-1"/>
        <w:numPr>
          <w:ilvl w:val="1"/>
          <w:numId w:val="5"/>
        </w:numPr>
        <w:rPr>
          <w:bCs/>
          <w:i/>
          <w:color w:val="00B050"/>
        </w:rPr>
      </w:pPr>
      <w:r w:rsidRPr="00F05A2D">
        <w:rPr>
          <w:bCs/>
        </w:rPr>
        <w:t xml:space="preserve">Přílohy, které tvoří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1706E809"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F05A2D">
        <w:t>OP/DOKUMENTACE/04/24</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1D714FAF" w:rsidR="00124751" w:rsidRPr="00964369" w:rsidRDefault="00124751" w:rsidP="00964369">
      <w:pPr>
        <w:pStyle w:val="Textbezslovn"/>
        <w:ind w:left="2127"/>
      </w:pPr>
      <w:r w:rsidRPr="00964369">
        <w:t xml:space="preserve">b) Všeobecné technické podmínky </w:t>
      </w:r>
      <w:r w:rsidR="00F05A2D">
        <w:t>VTP/DOKUMENTACE/07/24</w:t>
      </w:r>
      <w:r w:rsidRPr="00964369">
        <w:t xml:space="preserve"> </w:t>
      </w:r>
    </w:p>
    <w:p w14:paraId="24D33313" w14:textId="731E0761" w:rsidR="00F422D3" w:rsidRDefault="00124751" w:rsidP="00964369">
      <w:pPr>
        <w:pStyle w:val="Textbezslovn"/>
        <w:ind w:left="2127"/>
      </w:pPr>
      <w:r w:rsidRPr="00964369">
        <w:t>c) Zvláštní technické</w:t>
      </w:r>
      <w:r>
        <w:t xml:space="preserve"> podmínky </w:t>
      </w:r>
      <w:r w:rsidR="00F05A2D">
        <w:t>ze dne 4.12.2024</w:t>
      </w:r>
      <w:r>
        <w:t xml:space="preserve"> </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4478985" w14:textId="6F0DEF75" w:rsidR="00C22047" w:rsidRDefault="00C22047" w:rsidP="00964369">
      <w:pPr>
        <w:pStyle w:val="Textbezslovn"/>
        <w:rPr>
          <w:b/>
          <w:bCs/>
        </w:rPr>
      </w:pPr>
      <w:r w:rsidRPr="00A507C8">
        <w:t>Příloha č. 11</w:t>
      </w:r>
      <w:r w:rsidR="004500D2" w:rsidRPr="00A507C8">
        <w:tab/>
      </w:r>
      <w:r w:rsidR="00A507C8" w:rsidRPr="00A507C8">
        <w:rPr>
          <w:b/>
          <w:bCs/>
        </w:rPr>
        <w:t>NEOBSAZENO</w:t>
      </w:r>
    </w:p>
    <w:p w14:paraId="7773BB02" w14:textId="77777777" w:rsidR="00C638C4" w:rsidRPr="00124751" w:rsidRDefault="00C638C4" w:rsidP="00964369">
      <w:pPr>
        <w:pStyle w:val="Textbezslovn"/>
      </w:pPr>
    </w:p>
    <w:p w14:paraId="2DDA3A22" w14:textId="77777777" w:rsidR="00964369" w:rsidRDefault="00964369" w:rsidP="00964369">
      <w:pPr>
        <w:pStyle w:val="Textbezslovn"/>
        <w:rPr>
          <w:highlight w:val="green"/>
        </w:rPr>
      </w:pPr>
    </w:p>
    <w:p w14:paraId="27F4EE50" w14:textId="77777777" w:rsidR="00964369" w:rsidRDefault="00964369" w:rsidP="00964369">
      <w:pPr>
        <w:pStyle w:val="Textbezslovn"/>
        <w:rPr>
          <w:highlight w:val="green"/>
        </w:rPr>
      </w:pPr>
    </w:p>
    <w:p w14:paraId="7A67433C" w14:textId="77777777" w:rsidR="00964369" w:rsidRPr="00964369" w:rsidRDefault="00964369" w:rsidP="00964369">
      <w:pPr>
        <w:pStyle w:val="Textbezslovn"/>
        <w:rPr>
          <w:highlight w:val="green"/>
        </w:rPr>
      </w:pPr>
    </w:p>
    <w:p w14:paraId="668B3C4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6941D6E" w14:textId="77777777" w:rsidR="00F422D3" w:rsidRDefault="00F422D3" w:rsidP="009F0867">
      <w:pPr>
        <w:pStyle w:val="Textbezodsazen"/>
      </w:pPr>
    </w:p>
    <w:p w14:paraId="7F3E6434" w14:textId="77777777" w:rsidR="00376B87" w:rsidRDefault="00376B87" w:rsidP="00E40E66">
      <w:pPr>
        <w:pStyle w:val="Textbezodsazen"/>
      </w:pPr>
      <w:r>
        <w:t>V Praze dne ………………</w:t>
      </w:r>
      <w:r w:rsidR="004500D2">
        <w:t>…</w:t>
      </w:r>
      <w:r>
        <w:tab/>
      </w:r>
      <w:r>
        <w:tab/>
      </w:r>
      <w:r>
        <w:tab/>
      </w:r>
      <w:r>
        <w:tab/>
        <w:t>V …………………… dne …………………</w:t>
      </w:r>
      <w:r w:rsidR="004500D2">
        <w:t>…</w:t>
      </w:r>
    </w:p>
    <w:p w14:paraId="17971E32" w14:textId="77777777" w:rsidR="00376B87" w:rsidRDefault="00376B87" w:rsidP="00E40E66">
      <w:pPr>
        <w:pStyle w:val="Textbezodsazen"/>
      </w:pPr>
    </w:p>
    <w:p w14:paraId="63E63E86" w14:textId="77777777" w:rsidR="00376B87" w:rsidRDefault="00376B87" w:rsidP="00E40E66">
      <w:pPr>
        <w:pStyle w:val="Textbezodsazen"/>
      </w:pPr>
    </w:p>
    <w:p w14:paraId="6DCAD05C" w14:textId="77777777" w:rsidR="007B28DC" w:rsidRDefault="007B28DC" w:rsidP="00E40E66">
      <w:pPr>
        <w:pStyle w:val="Textbezodsazen"/>
      </w:pPr>
    </w:p>
    <w:p w14:paraId="12F99125" w14:textId="77777777" w:rsidR="00376B87" w:rsidRDefault="00376B87" w:rsidP="00E40E66">
      <w:pPr>
        <w:pStyle w:val="Textbezodsazen"/>
      </w:pPr>
      <w:r>
        <w:t>................................................</w:t>
      </w:r>
      <w:r>
        <w:tab/>
      </w:r>
      <w:r>
        <w:tab/>
      </w:r>
      <w:r>
        <w:tab/>
        <w:t>................................................</w:t>
      </w:r>
    </w:p>
    <w:p w14:paraId="7AAB12E4" w14:textId="77777777" w:rsidR="00C0255E" w:rsidRPr="00930F78" w:rsidRDefault="00C0255E" w:rsidP="00C0255E">
      <w:pPr>
        <w:pStyle w:val="Textbezodsazen"/>
        <w:spacing w:after="0"/>
        <w:rPr>
          <w:rStyle w:val="Tun"/>
        </w:rPr>
      </w:pPr>
      <w:r w:rsidRPr="00930F78">
        <w:rPr>
          <w:rStyle w:val="Tun"/>
        </w:rPr>
        <w:t xml:space="preserve">Ing. </w:t>
      </w:r>
      <w:r>
        <w:rPr>
          <w:rStyle w:val="Tun"/>
        </w:rPr>
        <w:t>Petr Hofhanzl</w:t>
      </w:r>
      <w:r>
        <w:rPr>
          <w:rStyle w:val="Tun"/>
        </w:rPr>
        <w:tab/>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1000B974" w14:textId="77777777" w:rsidR="00C0255E" w:rsidRDefault="00C0255E" w:rsidP="00C0255E">
      <w:pPr>
        <w:pStyle w:val="Textbezodsazen"/>
        <w:spacing w:after="0"/>
      </w:pPr>
      <w:r>
        <w:t>Ředitel Stavební správy západ</w:t>
      </w:r>
      <w:r>
        <w:tab/>
      </w:r>
      <w:r>
        <w:tab/>
      </w:r>
      <w:r>
        <w:tab/>
      </w:r>
      <w:r>
        <w:tab/>
      </w:r>
      <w:r>
        <w:tab/>
        <w:t>"[</w:t>
      </w:r>
      <w:r w:rsidRPr="003739DD">
        <w:rPr>
          <w:highlight w:val="yellow"/>
        </w:rPr>
        <w:t>VLOŽÍ ZHOTOVITEL</w:t>
      </w:r>
      <w:r>
        <w:t>]"</w:t>
      </w:r>
    </w:p>
    <w:p w14:paraId="499317A8" w14:textId="06D75E1A" w:rsidR="00376B87" w:rsidRDefault="00C0255E" w:rsidP="00C0255E">
      <w:pPr>
        <w:pStyle w:val="Textbezodsazen"/>
        <w:spacing w:after="0"/>
      </w:pPr>
      <w:r w:rsidRPr="001C61BC">
        <w:t xml:space="preserve">Správa železnic, státní </w:t>
      </w:r>
      <w:r>
        <w:t>organizace</w:t>
      </w:r>
    </w:p>
    <w:p w14:paraId="2AFF5163" w14:textId="77777777" w:rsidR="00376B87" w:rsidRDefault="00376B87" w:rsidP="00E40E66">
      <w:pPr>
        <w:pStyle w:val="Textbezodsazen"/>
      </w:pP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239ABBE3" w14:textId="77777777" w:rsidR="00D06993" w:rsidRPr="0006230F" w:rsidRDefault="00D06993" w:rsidP="00D06993">
      <w:pPr>
        <w:pStyle w:val="Text2-1"/>
        <w:numPr>
          <w:ilvl w:val="0"/>
          <w:numId w:val="0"/>
        </w:numPr>
        <w:ind w:left="284" w:hanging="284"/>
      </w:pPr>
      <w:bookmarkStart w:id="22" w:name="_Ref164688429"/>
      <w:bookmarkStart w:id="23" w:name="_Ref173504519"/>
      <w:bookmarkStart w:id="24" w:name="_Hlk157075006"/>
      <w:r w:rsidRPr="00FD501F" w:rsidDel="00FB05B2">
        <w:t xml:space="preserve">Předmětem </w:t>
      </w:r>
      <w:r w:rsidRPr="00F46F42" w:rsidDel="00FB05B2">
        <w:t>Díla „</w:t>
      </w:r>
      <w:r w:rsidRPr="007056AD">
        <w:rPr>
          <w:b/>
        </w:rPr>
        <w:t>ETCS L1 LS Litoměřice dolní nádraží (mimo) – Kolín (mimo)</w:t>
      </w:r>
      <w:r w:rsidRPr="00F46F42" w:rsidDel="00FB05B2">
        <w:t xml:space="preserve">“ </w:t>
      </w:r>
      <w:r w:rsidRPr="0006230F" w:rsidDel="00FB05B2">
        <w:t>je:</w:t>
      </w:r>
      <w:bookmarkEnd w:id="22"/>
      <w:r w:rsidRPr="0006230F">
        <w:t xml:space="preserve"> </w:t>
      </w:r>
      <w:bookmarkEnd w:id="23"/>
    </w:p>
    <w:p w14:paraId="0226C36B" w14:textId="77777777" w:rsidR="00D06993" w:rsidRPr="0006230F" w:rsidDel="00FB05B2" w:rsidRDefault="00D06993" w:rsidP="00D06993">
      <w:pPr>
        <w:pStyle w:val="Odstavec1-1a"/>
        <w:numPr>
          <w:ilvl w:val="0"/>
          <w:numId w:val="23"/>
        </w:numPr>
        <w:ind w:left="284" w:hanging="284"/>
      </w:pPr>
      <w:r w:rsidRPr="00D06993" w:rsidDel="00FB05B2">
        <w:rPr>
          <w:b/>
        </w:rPr>
        <w:t xml:space="preserve">Zhotovení Záměru projektu </w:t>
      </w:r>
      <w:r w:rsidRPr="0006230F">
        <w:t>po</w:t>
      </w:r>
      <w:r w:rsidRPr="0006230F" w:rsidDel="00FB05B2">
        <w:t xml:space="preserve">dle </w:t>
      </w:r>
      <w:r w:rsidRPr="0006230F">
        <w:t xml:space="preserve">dokumentu MD „Pravidla přípravy a realizace </w:t>
      </w:r>
      <w:r w:rsidRPr="0006230F" w:rsidDel="00FB05B2">
        <w:t xml:space="preserve">akcí dopravní infrastruktury financovaných </w:t>
      </w:r>
      <w:r w:rsidRPr="0006230F">
        <w:t xml:space="preserve">Státním fondem dopravní infrastruktury“, čj.: MD-46506/2024-910/1, 08/2024 </w:t>
      </w:r>
      <w:r w:rsidRPr="0006230F" w:rsidDel="00FB05B2">
        <w:t>(dále jen „</w:t>
      </w:r>
      <w:r w:rsidRPr="0006230F">
        <w:t>Pravidla</w:t>
      </w:r>
      <w:r w:rsidRPr="0006230F" w:rsidDel="00FB05B2">
        <w:t xml:space="preserve">“). </w:t>
      </w:r>
    </w:p>
    <w:p w14:paraId="24238C15" w14:textId="77777777" w:rsidR="00D06993" w:rsidRPr="00CB18AE" w:rsidRDefault="00D06993" w:rsidP="00D06993">
      <w:pPr>
        <w:pStyle w:val="Odstavec1-1a"/>
        <w:ind w:left="284" w:hanging="284"/>
        <w:rPr>
          <w:rStyle w:val="Tun"/>
          <w:b w:val="0"/>
        </w:rPr>
      </w:pPr>
      <w:bookmarkStart w:id="25" w:name="_Ref173832541"/>
      <w:bookmarkStart w:id="26" w:name="_Ref173832545"/>
      <w:r w:rsidRPr="00CB18AE" w:rsidDel="00FB05B2">
        <w:rPr>
          <w:b/>
        </w:rPr>
        <w:t>Zhotovení Projektové</w:t>
      </w:r>
      <w:r w:rsidRPr="00CB18AE" w:rsidDel="00FB05B2">
        <w:t xml:space="preserve"> </w:t>
      </w:r>
      <w:r w:rsidRPr="00CB18AE" w:rsidDel="00FB05B2">
        <w:rPr>
          <w:b/>
        </w:rPr>
        <w:t>d</w:t>
      </w:r>
      <w:r w:rsidRPr="00CB18AE" w:rsidDel="00FB05B2">
        <w:rPr>
          <w:rStyle w:val="Tun"/>
        </w:rPr>
        <w:t xml:space="preserve">okumentace pro </w:t>
      </w:r>
      <w:r w:rsidRPr="00CB18AE">
        <w:rPr>
          <w:rStyle w:val="Tun"/>
        </w:rPr>
        <w:t>povolení stavby (DPS)</w:t>
      </w:r>
      <w:r w:rsidRPr="00CB18AE" w:rsidDel="00FB05B2">
        <w:rPr>
          <w:rStyle w:val="Tun"/>
        </w:rPr>
        <w:t>,</w:t>
      </w:r>
      <w:r w:rsidRPr="00CB18AE">
        <w:rPr>
          <w:rStyle w:val="Tun"/>
        </w:rPr>
        <w:t xml:space="preserve"> </w:t>
      </w:r>
      <w:r w:rsidRPr="00CB18AE" w:rsidDel="00FB05B2">
        <w:rPr>
          <w:rStyle w:val="Tun"/>
        </w:rPr>
        <w:t>která specifikuje předmět Díla v takovém rozsahu, aby ji bylo možno projednat v</w:t>
      </w:r>
      <w:r w:rsidRPr="00CB18AE">
        <w:rPr>
          <w:rStyle w:val="Tun"/>
        </w:rPr>
        <w:t> </w:t>
      </w:r>
      <w:r w:rsidRPr="00CB18AE" w:rsidDel="00FB05B2">
        <w:rPr>
          <w:rStyle w:val="Tun"/>
        </w:rPr>
        <w:t>řízení</w:t>
      </w:r>
      <w:r w:rsidRPr="00CB18AE">
        <w:rPr>
          <w:rStyle w:val="Tun"/>
        </w:rPr>
        <w:t xml:space="preserve"> o povolení záměru</w:t>
      </w:r>
      <w:r w:rsidRPr="00CB18AE" w:rsidDel="00FB05B2">
        <w:rPr>
          <w:rStyle w:val="Tun"/>
        </w:rPr>
        <w:t xml:space="preserve">, získat pravomocné </w:t>
      </w:r>
      <w:r w:rsidRPr="00CB18AE">
        <w:rPr>
          <w:rStyle w:val="Tun"/>
        </w:rPr>
        <w:t xml:space="preserve">povolení záměru (povolení stavby) dle zákona č. 283/2021 Sb., stavební zákon, (dále jen „NSZ“), </w:t>
      </w:r>
      <w:r w:rsidRPr="00CB18AE" w:rsidDel="00FB05B2">
        <w:t xml:space="preserve">včetně </w:t>
      </w:r>
      <w:r w:rsidRPr="00CB18AE">
        <w:t>Stanoviska oznámeného subjektu ve fázi vydání povolení záměru</w:t>
      </w:r>
      <w:r w:rsidRPr="00CB18AE" w:rsidDel="00FB05B2">
        <w:t xml:space="preserve"> a činností koordinátora BOZP při práci na</w:t>
      </w:r>
      <w:r w:rsidRPr="00CB18AE">
        <w:t> </w:t>
      </w:r>
      <w:r w:rsidRPr="00CB18AE" w:rsidDel="00FB05B2">
        <w:t>staveništi ve fázi přípravy včetně zpracování plánu BOZP na staveništi a manuálu údržby.</w:t>
      </w:r>
    </w:p>
    <w:bookmarkEnd w:id="25"/>
    <w:bookmarkEnd w:id="26"/>
    <w:p w14:paraId="02C1BB8E" w14:textId="77777777" w:rsidR="00D06993" w:rsidRDefault="00D06993" w:rsidP="00D06993">
      <w:pPr>
        <w:pStyle w:val="Odstavec1-1a"/>
        <w:ind w:left="284" w:hanging="284"/>
      </w:pPr>
      <w:r w:rsidRPr="0006230F" w:rsidDel="00FB05B2">
        <w:rPr>
          <w:rStyle w:val="Tun"/>
        </w:rPr>
        <w:t>Zpracování a podání žádosti o</w:t>
      </w:r>
      <w:r w:rsidRPr="0006230F" w:rsidDel="00FB05B2">
        <w:t xml:space="preserve"> </w:t>
      </w:r>
      <w:r w:rsidRPr="0006230F" w:rsidDel="00FB05B2">
        <w:rPr>
          <w:rStyle w:val="Tun"/>
        </w:rPr>
        <w:t xml:space="preserve">vydání </w:t>
      </w:r>
      <w:r w:rsidRPr="0006230F">
        <w:rPr>
          <w:rStyle w:val="Tun"/>
        </w:rPr>
        <w:t>povolení záměru dle NSZ</w:t>
      </w:r>
      <w:r w:rsidRPr="0006230F">
        <w:t xml:space="preserve">, </w:t>
      </w:r>
      <w:r w:rsidRPr="0006230F" w:rsidDel="00FB05B2">
        <w:t xml:space="preserve">včetně všech vyžadovaných podkladů, jejímž výsledkem bude vydání </w:t>
      </w:r>
      <w:r w:rsidRPr="0006230F">
        <w:t>povolení záměru (povolení stavby)</w:t>
      </w:r>
      <w:r w:rsidRPr="0006230F" w:rsidDel="00FB05B2">
        <w:t>. Zhotovitel bude spolupracovat při vydání příslušných rozhodnutí do nabytí jejich právní moci.</w:t>
      </w:r>
    </w:p>
    <w:p w14:paraId="0782E390" w14:textId="4189FF16" w:rsidR="008D1943" w:rsidRDefault="00D06993" w:rsidP="00D06993">
      <w:pPr>
        <w:pStyle w:val="Odstavec1-1a"/>
        <w:ind w:left="284" w:hanging="284"/>
      </w:pPr>
      <w:r w:rsidRPr="007056AD">
        <w:rPr>
          <w:b/>
        </w:rPr>
        <w:t xml:space="preserve">Výkon Dozoru projektanta </w:t>
      </w:r>
      <w:r w:rsidRPr="0006230F">
        <w:t>při zhotovení PDPS.</w:t>
      </w:r>
      <w:r w:rsidR="008D1943">
        <w:t xml:space="preserve"> </w:t>
      </w:r>
    </w:p>
    <w:bookmarkEnd w:id="24"/>
    <w:p w14:paraId="0E394E5B" w14:textId="77777777" w:rsidR="007145F3" w:rsidRDefault="007145F3" w:rsidP="00CB4F6D">
      <w:pPr>
        <w:pStyle w:val="Textbezodsazen"/>
      </w:pP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t>Příloha č. 2</w:t>
      </w:r>
    </w:p>
    <w:p w14:paraId="2D46C307" w14:textId="77777777" w:rsidR="00124751" w:rsidRDefault="00124751" w:rsidP="00A41306">
      <w:pPr>
        <w:pStyle w:val="Nadpisbezsl1-2"/>
        <w:outlineLvl w:val="1"/>
      </w:pPr>
      <w:r>
        <w:t>Obchodní podmínky</w:t>
      </w:r>
    </w:p>
    <w:p w14:paraId="0EB4B1FF" w14:textId="77777777" w:rsidR="00124751" w:rsidRDefault="00124751" w:rsidP="00124751">
      <w:pPr>
        <w:pStyle w:val="Nadpisbezsl1-2"/>
      </w:pPr>
    </w:p>
    <w:p w14:paraId="451D3DEE" w14:textId="1F716D44" w:rsidR="00124751" w:rsidRDefault="00FC291B" w:rsidP="00124751">
      <w:pPr>
        <w:pStyle w:val="Nadpisbezsl1-2"/>
      </w:pPr>
      <w:r>
        <w:t>OP/DOKUMENTACE/04/24</w:t>
      </w:r>
      <w:r w:rsidR="00124751">
        <w:t xml:space="preserve"> </w:t>
      </w:r>
    </w:p>
    <w:p w14:paraId="0DDDB971" w14:textId="77777777" w:rsidR="00124751" w:rsidRDefault="00124751" w:rsidP="001D60FF">
      <w:pPr>
        <w:pStyle w:val="Textbezodsazen"/>
      </w:pP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3D996D60" w:rsidR="00124751" w:rsidRDefault="00124751" w:rsidP="00124751">
      <w:pPr>
        <w:pStyle w:val="Nadpisbezsl1-2"/>
      </w:pPr>
      <w:r>
        <w:t>a)</w:t>
      </w:r>
      <w:r>
        <w:tab/>
        <w:t>Technické kvalitativní podmínky staveb státních drah (</w:t>
      </w:r>
      <w:r w:rsidR="009521A1">
        <w:t>dále také „</w:t>
      </w:r>
      <w:r>
        <w:t>TKP</w:t>
      </w:r>
      <w:r w:rsidR="009521A1">
        <w:t>“</w:t>
      </w:r>
      <w:r>
        <w:t xml:space="preserve">) </w:t>
      </w:r>
    </w:p>
    <w:p w14:paraId="4A8A3A0A" w14:textId="3176781E" w:rsidR="00124751" w:rsidRDefault="00124751" w:rsidP="00124751">
      <w:pPr>
        <w:pStyle w:val="Textbezslovn"/>
      </w:pPr>
      <w:r>
        <w:t>Technické kvalitativní podmínky staveb státních drah (</w:t>
      </w:r>
      <w:r w:rsidR="004500D2">
        <w:t>„</w:t>
      </w:r>
      <w:r w:rsidRPr="00C321B7">
        <w:rPr>
          <w:b/>
        </w:rPr>
        <w:t>TKP</w:t>
      </w:r>
      <w:r w:rsidR="004500D2">
        <w:t>“</w:t>
      </w:r>
      <w:r>
        <w:t>) nejsou pevně připojeny ke Smlouvě, ale jsou přístupné na http://typdok.tudc.cz ; byly taktéž poskytnuty jako součást zadávací dokumentace uveřejněné na profilu zadavatele.</w:t>
      </w:r>
    </w:p>
    <w:p w14:paraId="33E177B0"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146B00E" w14:textId="564AF3D7" w:rsidR="00124751" w:rsidRDefault="00FC291B" w:rsidP="008A4D1B">
      <w:pPr>
        <w:pStyle w:val="Textbezslovn"/>
      </w:pPr>
      <w:r>
        <w:t>VTP/DOKUMENTACE/07/24</w:t>
      </w:r>
      <w:r w:rsidR="00124751">
        <w:t xml:space="preserve"> </w:t>
      </w:r>
    </w:p>
    <w:p w14:paraId="4FDCEE04" w14:textId="77777777" w:rsidR="00124751" w:rsidRDefault="00124751" w:rsidP="00124751">
      <w:pPr>
        <w:pStyle w:val="Textbezslovn"/>
      </w:pPr>
    </w:p>
    <w:p w14:paraId="69A3DCA1" w14:textId="60A4BD4B" w:rsidR="00124751" w:rsidRPr="00FC291B" w:rsidRDefault="00124751" w:rsidP="00124751">
      <w:pPr>
        <w:pStyle w:val="Nadpisbezsl1-2"/>
        <w:rPr>
          <w:b w:val="0"/>
          <w:bCs/>
        </w:rPr>
      </w:pPr>
      <w:r>
        <w:t>c)</w:t>
      </w:r>
      <w:r>
        <w:tab/>
        <w:t xml:space="preserve">Zvláštní technické podmínky </w:t>
      </w:r>
      <w:r w:rsidR="00FC291B" w:rsidRPr="00FC291B">
        <w:rPr>
          <w:b w:val="0"/>
          <w:bCs/>
        </w:rPr>
        <w:t>ze dne 4.12.2024</w:t>
      </w:r>
    </w:p>
    <w:p w14:paraId="043C303E" w14:textId="77777777" w:rsidR="008A4D1B" w:rsidRDefault="008A4D1B" w:rsidP="008A4D1B">
      <w:pPr>
        <w:pStyle w:val="Textbezslovn"/>
        <w:jc w:val="left"/>
      </w:pP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t>Příloha č. 4</w:t>
      </w:r>
    </w:p>
    <w:p w14:paraId="07F26990" w14:textId="77777777" w:rsidR="008A4D1B" w:rsidRDefault="008A4D1B" w:rsidP="00A41306">
      <w:pPr>
        <w:pStyle w:val="Nadpisbezsl1-2"/>
        <w:outlineLvl w:val="1"/>
      </w:pPr>
      <w:r>
        <w:t>Rozpis Ceny Díla</w:t>
      </w:r>
    </w:p>
    <w:p w14:paraId="79C87D92" w14:textId="764D9D63" w:rsidR="008A4D1B" w:rsidRDefault="008A4D1B" w:rsidP="00020257">
      <w:pPr>
        <w:pStyle w:val="Textbezodsazen"/>
        <w:spacing w:after="80"/>
      </w:pPr>
      <w:r>
        <w:t xml:space="preserve">Cena za zpracování </w:t>
      </w:r>
      <w:r w:rsidR="00957B84">
        <w:t>ZP</w:t>
      </w:r>
      <w:r w:rsidR="00D65162">
        <w:t xml:space="preserve"> </w:t>
      </w:r>
      <w:r w:rsidR="00957B84">
        <w:t xml:space="preserve">a </w:t>
      </w:r>
      <w:r w:rsidR="009521A1">
        <w:t xml:space="preserve">DPS </w:t>
      </w:r>
      <w:r>
        <w:t>(podle členění na základní a dodatečné služby)</w:t>
      </w:r>
      <w:r w:rsidR="00AA258C">
        <w:t xml:space="preserve"> </w:t>
      </w:r>
      <w:r w:rsidR="00AF3A20">
        <w:t>a Dozor projektanta</w:t>
      </w:r>
      <w:r>
        <w:t>:</w:t>
      </w:r>
    </w:p>
    <w:p w14:paraId="1B863617" w14:textId="3DBCCC53" w:rsidR="008A4D1B" w:rsidRDefault="00760192" w:rsidP="009227F1">
      <w:pPr>
        <w:pStyle w:val="Nadpisbezsl1-2"/>
      </w:pPr>
      <w:r>
        <w:t>1.</w:t>
      </w:r>
      <w:r>
        <w:tab/>
      </w:r>
      <w:r w:rsidR="008A4D1B">
        <w:t xml:space="preserve">Základní služby na zpracování </w:t>
      </w:r>
      <w:r w:rsidR="00957B84" w:rsidRPr="00957B84">
        <w:t>ZP</w:t>
      </w:r>
      <w:r w:rsidR="00D65162">
        <w:t xml:space="preserve"> </w:t>
      </w:r>
      <w:r w:rsidR="00957B84" w:rsidRPr="00957B84">
        <w:t xml:space="preserve">a </w:t>
      </w:r>
      <w:r w:rsidR="009521A1">
        <w:t>DPS</w:t>
      </w:r>
      <w:r w:rsidR="008A4D1B">
        <w:t>:</w:t>
      </w:r>
      <w:r w:rsidR="00B50DDC" w:rsidRPr="00B50DDC">
        <w:rPr>
          <w:rStyle w:val="Tun"/>
          <w:b/>
          <w:i/>
          <w:color w:val="00B050"/>
          <w:sz w:val="16"/>
          <w:szCs w:val="16"/>
        </w:rPr>
        <w:t xml:space="preserve"> </w:t>
      </w:r>
    </w:p>
    <w:tbl>
      <w:tblPr>
        <w:tblStyle w:val="Tabulka11"/>
        <w:tblW w:w="8906" w:type="dxa"/>
        <w:tblLayout w:type="fixed"/>
        <w:tblLook w:val="04A0" w:firstRow="1" w:lastRow="0" w:firstColumn="1" w:lastColumn="0" w:noHBand="0" w:noVBand="1"/>
      </w:tblPr>
      <w:tblGrid>
        <w:gridCol w:w="851"/>
        <w:gridCol w:w="567"/>
        <w:gridCol w:w="2836"/>
        <w:gridCol w:w="992"/>
        <w:gridCol w:w="993"/>
        <w:gridCol w:w="1275"/>
        <w:gridCol w:w="1392"/>
      </w:tblGrid>
      <w:tr w:rsidR="00957B84" w:rsidRPr="00957B84"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gridSpan w:val="2"/>
          </w:tcPr>
          <w:p w14:paraId="3B3CA3B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061C5A1"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61E767A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0580A4C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333D11D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338EFD9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8DB66A2" w14:textId="77777777" w:rsidR="00957B84" w:rsidRPr="00246837" w:rsidRDefault="00957B84" w:rsidP="00957B84">
            <w:pPr>
              <w:spacing w:before="40" w:after="40" w:line="240" w:lineRule="auto"/>
              <w:rPr>
                <w:sz w:val="16"/>
                <w:szCs w:val="18"/>
              </w:rPr>
            </w:pPr>
            <w:r w:rsidRPr="00246837">
              <w:rPr>
                <w:sz w:val="16"/>
                <w:szCs w:val="18"/>
              </w:rPr>
              <w:t>1</w:t>
            </w:r>
          </w:p>
        </w:tc>
        <w:tc>
          <w:tcPr>
            <w:tcW w:w="3403" w:type="dxa"/>
            <w:gridSpan w:val="2"/>
          </w:tcPr>
          <w:p w14:paraId="73FD3A4D" w14:textId="7CB18851"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 xml:space="preserve">Záměr projektu (v rozsahu </w:t>
            </w:r>
            <w:r w:rsidR="00C641FF" w:rsidRPr="00246837">
              <w:rPr>
                <w:sz w:val="16"/>
                <w:szCs w:val="18"/>
              </w:rPr>
              <w:t>Pravidel</w:t>
            </w:r>
            <w:r w:rsidRPr="00246837">
              <w:rPr>
                <w:sz w:val="16"/>
                <w:szCs w:val="18"/>
              </w:rPr>
              <w:t xml:space="preserve"> v platném znění a dle požadavku VTP a ZTP)</w:t>
            </w:r>
          </w:p>
        </w:tc>
        <w:tc>
          <w:tcPr>
            <w:tcW w:w="992" w:type="dxa"/>
          </w:tcPr>
          <w:p w14:paraId="54B299ED"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hod</w:t>
            </w:r>
          </w:p>
        </w:tc>
        <w:tc>
          <w:tcPr>
            <w:tcW w:w="993" w:type="dxa"/>
          </w:tcPr>
          <w:p w14:paraId="62C7FFF9"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DB3DC5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819744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9F0B6FA"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E535C9D" w14:textId="554D2AB0" w:rsidR="00957B84" w:rsidRPr="00246837" w:rsidRDefault="00246837" w:rsidP="00957B84">
            <w:pPr>
              <w:spacing w:before="40" w:after="40" w:line="240" w:lineRule="auto"/>
              <w:rPr>
                <w:sz w:val="16"/>
                <w:szCs w:val="18"/>
              </w:rPr>
            </w:pPr>
            <w:r>
              <w:rPr>
                <w:sz w:val="16"/>
                <w:szCs w:val="18"/>
              </w:rPr>
              <w:t>2</w:t>
            </w:r>
          </w:p>
        </w:tc>
        <w:tc>
          <w:tcPr>
            <w:tcW w:w="8055" w:type="dxa"/>
            <w:gridSpan w:val="6"/>
          </w:tcPr>
          <w:p w14:paraId="6F14BF03" w14:textId="28D1E1CE"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 xml:space="preserve">Dokumentace </w:t>
            </w:r>
          </w:p>
        </w:tc>
      </w:tr>
      <w:tr w:rsidR="00957B84" w:rsidRPr="00957B84" w14:paraId="7BC4470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2A8430C" w14:textId="77777777" w:rsidR="00957B84" w:rsidRPr="00246837" w:rsidRDefault="00957B84" w:rsidP="00957B84">
            <w:pPr>
              <w:spacing w:before="40" w:after="40" w:line="240" w:lineRule="auto"/>
              <w:rPr>
                <w:sz w:val="16"/>
                <w:szCs w:val="18"/>
              </w:rPr>
            </w:pPr>
          </w:p>
        </w:tc>
        <w:tc>
          <w:tcPr>
            <w:tcW w:w="567" w:type="dxa"/>
          </w:tcPr>
          <w:p w14:paraId="3C212656"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3.1</w:t>
            </w:r>
          </w:p>
        </w:tc>
        <w:tc>
          <w:tcPr>
            <w:tcW w:w="2836" w:type="dxa"/>
          </w:tcPr>
          <w:p w14:paraId="3A75F93C" w14:textId="5886CDAE" w:rsidR="00B50DDC" w:rsidRPr="00246837" w:rsidRDefault="00B50DDC" w:rsidP="00B50DDC">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 xml:space="preserve">Zpracování </w:t>
            </w:r>
            <w:r w:rsidR="009521A1" w:rsidRPr="00246837">
              <w:rPr>
                <w:sz w:val="16"/>
                <w:szCs w:val="18"/>
              </w:rPr>
              <w:t xml:space="preserve">DPS </w:t>
            </w:r>
            <w:r w:rsidRPr="00246837">
              <w:rPr>
                <w:sz w:val="16"/>
                <w:szCs w:val="18"/>
              </w:rPr>
              <w:t xml:space="preserve">dle vyhlášky č. </w:t>
            </w:r>
            <w:r w:rsidR="009521A1" w:rsidRPr="00246837">
              <w:rPr>
                <w:sz w:val="16"/>
                <w:szCs w:val="18"/>
              </w:rPr>
              <w:t>277/2024</w:t>
            </w:r>
            <w:r w:rsidRPr="00246837">
              <w:rPr>
                <w:sz w:val="16"/>
                <w:szCs w:val="18"/>
              </w:rPr>
              <w:t xml:space="preserve"> Sb. v platném znění a dle VTP a ZTP v platném znění, vyjma části dokumentace uvedené níže v bodech 3.2, 3.3 a 3.4</w:t>
            </w:r>
          </w:p>
          <w:p w14:paraId="5EC87833" w14:textId="48FDA664" w:rsidR="00957B84" w:rsidRPr="00246837" w:rsidRDefault="00957B84" w:rsidP="00B50DDC">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2" w:type="dxa"/>
          </w:tcPr>
          <w:p w14:paraId="4BB816E4"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hod</w:t>
            </w:r>
          </w:p>
        </w:tc>
        <w:tc>
          <w:tcPr>
            <w:tcW w:w="993" w:type="dxa"/>
          </w:tcPr>
          <w:p w14:paraId="705304EA"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F067EA"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0CF4CD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E73FEB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3E58660" w14:textId="77777777" w:rsidR="00957B84" w:rsidRPr="00246837" w:rsidRDefault="00957B84" w:rsidP="00957B84">
            <w:pPr>
              <w:spacing w:before="40" w:after="40" w:line="240" w:lineRule="auto"/>
              <w:rPr>
                <w:sz w:val="16"/>
                <w:szCs w:val="18"/>
              </w:rPr>
            </w:pPr>
          </w:p>
        </w:tc>
        <w:tc>
          <w:tcPr>
            <w:tcW w:w="567" w:type="dxa"/>
          </w:tcPr>
          <w:p w14:paraId="0760D896"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3.2</w:t>
            </w:r>
          </w:p>
        </w:tc>
        <w:tc>
          <w:tcPr>
            <w:tcW w:w="2836" w:type="dxa"/>
          </w:tcPr>
          <w:p w14:paraId="29619F73" w14:textId="492C6892"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246837">
              <w:rPr>
                <w:sz w:val="16"/>
                <w:szCs w:val="18"/>
              </w:rPr>
              <w:t>Stanovení nákladů stavby v rozsahu položkových rozpočtů jednotlivých SO a PS a souhrnného rozpočtu stavby (v rozsahu požadavků Směrnice SŽDC č. 20 v platném znění) dle směrnice SŽ SM011, příloha příslušného stupně dokumentace Dokladová část</w:t>
            </w:r>
            <w:r w:rsidR="002657A7" w:rsidRPr="00246837">
              <w:rPr>
                <w:sz w:val="16"/>
                <w:szCs w:val="18"/>
              </w:rPr>
              <w:t xml:space="preserve"> </w:t>
            </w:r>
            <w:r w:rsidRPr="00246837">
              <w:rPr>
                <w:sz w:val="16"/>
                <w:szCs w:val="18"/>
              </w:rPr>
              <w:t xml:space="preserve">- Náklady stavby, a požadavků VTP a ZTP </w:t>
            </w:r>
          </w:p>
        </w:tc>
        <w:tc>
          <w:tcPr>
            <w:tcW w:w="992" w:type="dxa"/>
          </w:tcPr>
          <w:p w14:paraId="212ED805"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hod</w:t>
            </w:r>
          </w:p>
        </w:tc>
        <w:tc>
          <w:tcPr>
            <w:tcW w:w="993" w:type="dxa"/>
          </w:tcPr>
          <w:p w14:paraId="1D21F81B"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37F7C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D2A651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6A59745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1300701B" w14:textId="77777777" w:rsidR="00957B84" w:rsidRPr="00246837" w:rsidRDefault="00957B84" w:rsidP="00957B84">
            <w:pPr>
              <w:spacing w:before="40" w:after="40" w:line="240" w:lineRule="auto"/>
              <w:rPr>
                <w:sz w:val="16"/>
                <w:szCs w:val="18"/>
              </w:rPr>
            </w:pPr>
          </w:p>
        </w:tc>
        <w:tc>
          <w:tcPr>
            <w:tcW w:w="567" w:type="dxa"/>
          </w:tcPr>
          <w:p w14:paraId="12D96E50"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3.3</w:t>
            </w:r>
          </w:p>
        </w:tc>
        <w:tc>
          <w:tcPr>
            <w:tcW w:w="2836" w:type="dxa"/>
          </w:tcPr>
          <w:p w14:paraId="3A69B6E0"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246837">
              <w:rPr>
                <w:sz w:val="16"/>
                <w:szCs w:val="18"/>
              </w:rPr>
              <w:t>Dokladová část pro správní řízení dle směrnice SŽ SM011 příloha příslušného stupně dokumentace Dokladová část a požadavků VTP a ZTP, včetně související inženýrské činnosti</w:t>
            </w:r>
          </w:p>
        </w:tc>
        <w:tc>
          <w:tcPr>
            <w:tcW w:w="992" w:type="dxa"/>
          </w:tcPr>
          <w:p w14:paraId="0499719E"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hod</w:t>
            </w:r>
          </w:p>
        </w:tc>
        <w:tc>
          <w:tcPr>
            <w:tcW w:w="993" w:type="dxa"/>
          </w:tcPr>
          <w:p w14:paraId="0DA85D65"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F13988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DCE31CD"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171B026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D0CD054" w14:textId="0345DF86" w:rsidR="00957B84" w:rsidRPr="00246837" w:rsidRDefault="00246837" w:rsidP="00957B84">
            <w:pPr>
              <w:spacing w:before="40" w:after="40" w:line="240" w:lineRule="auto"/>
              <w:rPr>
                <w:sz w:val="16"/>
                <w:szCs w:val="18"/>
              </w:rPr>
            </w:pPr>
            <w:r>
              <w:rPr>
                <w:sz w:val="16"/>
                <w:szCs w:val="18"/>
              </w:rPr>
              <w:t>3</w:t>
            </w:r>
          </w:p>
        </w:tc>
        <w:tc>
          <w:tcPr>
            <w:tcW w:w="3403" w:type="dxa"/>
            <w:gridSpan w:val="2"/>
          </w:tcPr>
          <w:p w14:paraId="1FA10561"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Definitivní odevzdání záměru projektu s doprovodnou dokumentací dle SOD v listinné formě (v rozsahu a počtu dle požadavku VTP a ZTP)</w:t>
            </w:r>
          </w:p>
        </w:tc>
        <w:tc>
          <w:tcPr>
            <w:tcW w:w="992" w:type="dxa"/>
          </w:tcPr>
          <w:p w14:paraId="7F580C36" w14:textId="097CF137" w:rsidR="00957B84" w:rsidRPr="00246837" w:rsidRDefault="00B50DD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46837">
              <w:rPr>
                <w:color w:val="000000" w:themeColor="text1"/>
                <w:sz w:val="16"/>
                <w:szCs w:val="18"/>
              </w:rPr>
              <w:t>kpl</w:t>
            </w:r>
          </w:p>
        </w:tc>
        <w:tc>
          <w:tcPr>
            <w:tcW w:w="993" w:type="dxa"/>
          </w:tcPr>
          <w:p w14:paraId="6FD979BC"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46837">
              <w:rPr>
                <w:color w:val="000000" w:themeColor="text1"/>
                <w:sz w:val="16"/>
                <w:szCs w:val="18"/>
              </w:rPr>
              <w:t>1</w:t>
            </w:r>
          </w:p>
        </w:tc>
        <w:tc>
          <w:tcPr>
            <w:tcW w:w="1275" w:type="dxa"/>
          </w:tcPr>
          <w:p w14:paraId="052026E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D80F3F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75E54673"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236DB98" w14:textId="5953AC82" w:rsidR="00957B84" w:rsidRPr="00246837" w:rsidRDefault="00246837" w:rsidP="00957B84">
            <w:pPr>
              <w:spacing w:before="40" w:after="40" w:line="240" w:lineRule="auto"/>
              <w:rPr>
                <w:sz w:val="16"/>
                <w:szCs w:val="18"/>
              </w:rPr>
            </w:pPr>
            <w:r>
              <w:rPr>
                <w:sz w:val="16"/>
                <w:szCs w:val="18"/>
              </w:rPr>
              <w:t>4</w:t>
            </w:r>
          </w:p>
        </w:tc>
        <w:tc>
          <w:tcPr>
            <w:tcW w:w="3403" w:type="dxa"/>
            <w:gridSpan w:val="2"/>
          </w:tcPr>
          <w:p w14:paraId="0D930AF9" w14:textId="1D54CD4C"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Definitivní odevzdání záměru projektu dle SOD v elektronické (rozsahu a počtu dle požadavku VTP a ZTP)</w:t>
            </w:r>
          </w:p>
        </w:tc>
        <w:tc>
          <w:tcPr>
            <w:tcW w:w="992" w:type="dxa"/>
          </w:tcPr>
          <w:p w14:paraId="5D18A123" w14:textId="082B4338" w:rsidR="00957B84" w:rsidRPr="00246837" w:rsidRDefault="00B50DD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46837">
              <w:rPr>
                <w:color w:val="000000" w:themeColor="text1"/>
                <w:sz w:val="16"/>
                <w:szCs w:val="18"/>
              </w:rPr>
              <w:t>kpl</w:t>
            </w:r>
          </w:p>
        </w:tc>
        <w:tc>
          <w:tcPr>
            <w:tcW w:w="993" w:type="dxa"/>
          </w:tcPr>
          <w:p w14:paraId="14EAB2C7"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46837">
              <w:rPr>
                <w:color w:val="000000" w:themeColor="text1"/>
                <w:sz w:val="16"/>
                <w:szCs w:val="18"/>
              </w:rPr>
              <w:t>1</w:t>
            </w:r>
          </w:p>
        </w:tc>
        <w:tc>
          <w:tcPr>
            <w:tcW w:w="1275" w:type="dxa"/>
          </w:tcPr>
          <w:p w14:paraId="0AD947D3"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CA520B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119B0CE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7CCA388" w14:textId="7BC798BE" w:rsidR="00957B84" w:rsidRPr="00246837" w:rsidRDefault="00246837" w:rsidP="00957B84">
            <w:pPr>
              <w:spacing w:before="40" w:after="40" w:line="240" w:lineRule="auto"/>
              <w:rPr>
                <w:sz w:val="16"/>
                <w:szCs w:val="18"/>
              </w:rPr>
            </w:pPr>
            <w:r>
              <w:rPr>
                <w:sz w:val="16"/>
                <w:szCs w:val="18"/>
              </w:rPr>
              <w:t>5</w:t>
            </w:r>
          </w:p>
        </w:tc>
        <w:tc>
          <w:tcPr>
            <w:tcW w:w="3403" w:type="dxa"/>
            <w:gridSpan w:val="2"/>
          </w:tcPr>
          <w:p w14:paraId="00AA9F0E" w14:textId="7DE68293"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Definitivní odevzdání</w:t>
            </w:r>
            <w:r w:rsidR="009521A1" w:rsidRPr="00246837">
              <w:rPr>
                <w:sz w:val="16"/>
                <w:szCs w:val="18"/>
              </w:rPr>
              <w:t xml:space="preserve"> DPS</w:t>
            </w:r>
            <w:r w:rsidRPr="00246837">
              <w:rPr>
                <w:sz w:val="16"/>
                <w:szCs w:val="18"/>
              </w:rPr>
              <w:t>, dle SOD v listinné formě (v rozsahu a počtu dle požadavku VTP a ZTP)</w:t>
            </w:r>
          </w:p>
        </w:tc>
        <w:tc>
          <w:tcPr>
            <w:tcW w:w="992" w:type="dxa"/>
          </w:tcPr>
          <w:p w14:paraId="2CA49F4C" w14:textId="7D79360C" w:rsidR="00957B84" w:rsidRPr="00246837" w:rsidRDefault="00B50DD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46837">
              <w:rPr>
                <w:color w:val="000000" w:themeColor="text1"/>
                <w:sz w:val="16"/>
                <w:szCs w:val="18"/>
              </w:rPr>
              <w:t>kpl</w:t>
            </w:r>
          </w:p>
        </w:tc>
        <w:tc>
          <w:tcPr>
            <w:tcW w:w="993" w:type="dxa"/>
          </w:tcPr>
          <w:p w14:paraId="427FFDD4"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46837">
              <w:rPr>
                <w:color w:val="000000" w:themeColor="text1"/>
                <w:sz w:val="16"/>
                <w:szCs w:val="18"/>
              </w:rPr>
              <w:t>1</w:t>
            </w:r>
          </w:p>
        </w:tc>
        <w:tc>
          <w:tcPr>
            <w:tcW w:w="1275" w:type="dxa"/>
          </w:tcPr>
          <w:p w14:paraId="43397D7A"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F8F902F"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D4D05A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44ACBBE" w14:textId="4E09EADB" w:rsidR="00957B84" w:rsidRPr="00246837" w:rsidRDefault="00246837" w:rsidP="00957B84">
            <w:pPr>
              <w:spacing w:before="40" w:after="40" w:line="240" w:lineRule="auto"/>
              <w:rPr>
                <w:sz w:val="16"/>
                <w:szCs w:val="18"/>
              </w:rPr>
            </w:pPr>
            <w:r>
              <w:rPr>
                <w:sz w:val="16"/>
                <w:szCs w:val="18"/>
              </w:rPr>
              <w:t>6</w:t>
            </w:r>
          </w:p>
        </w:tc>
        <w:tc>
          <w:tcPr>
            <w:tcW w:w="3403" w:type="dxa"/>
            <w:gridSpan w:val="2"/>
          </w:tcPr>
          <w:p w14:paraId="4476F8FC" w14:textId="032DE71E"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46837">
              <w:rPr>
                <w:sz w:val="16"/>
                <w:szCs w:val="18"/>
              </w:rPr>
              <w:t xml:space="preserve">Definitivní odevzdání </w:t>
            </w:r>
            <w:r w:rsidR="009521A1" w:rsidRPr="00246837">
              <w:rPr>
                <w:sz w:val="16"/>
                <w:szCs w:val="18"/>
              </w:rPr>
              <w:t>DPS</w:t>
            </w:r>
            <w:r w:rsidRPr="00246837">
              <w:rPr>
                <w:sz w:val="16"/>
                <w:szCs w:val="18"/>
              </w:rPr>
              <w:t>, dle SOD v elektronické formě (rozsahu a počtu dle požadavku VTP a ZTP)</w:t>
            </w:r>
          </w:p>
        </w:tc>
        <w:tc>
          <w:tcPr>
            <w:tcW w:w="992" w:type="dxa"/>
          </w:tcPr>
          <w:p w14:paraId="233AC7E5" w14:textId="34D1E214" w:rsidR="00957B84" w:rsidRPr="00246837" w:rsidRDefault="00B50DD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46837">
              <w:rPr>
                <w:color w:val="000000" w:themeColor="text1"/>
                <w:sz w:val="16"/>
                <w:szCs w:val="18"/>
              </w:rPr>
              <w:t>kpl</w:t>
            </w:r>
          </w:p>
        </w:tc>
        <w:tc>
          <w:tcPr>
            <w:tcW w:w="993" w:type="dxa"/>
          </w:tcPr>
          <w:p w14:paraId="211368B2" w14:textId="77777777" w:rsidR="00957B84" w:rsidRPr="00246837"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46837">
              <w:rPr>
                <w:color w:val="000000" w:themeColor="text1"/>
                <w:sz w:val="16"/>
                <w:szCs w:val="18"/>
              </w:rPr>
              <w:t>1</w:t>
            </w:r>
          </w:p>
        </w:tc>
        <w:tc>
          <w:tcPr>
            <w:tcW w:w="1275" w:type="dxa"/>
          </w:tcPr>
          <w:p w14:paraId="00A4399A"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742809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195586A6"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3"/>
          </w:tcPr>
          <w:p w14:paraId="5EDF2F03" w14:textId="77777777" w:rsidR="00957B84" w:rsidRPr="00B50DDC" w:rsidRDefault="00957B84" w:rsidP="00957B84">
            <w:pPr>
              <w:spacing w:before="40" w:after="40" w:line="240" w:lineRule="auto"/>
              <w:rPr>
                <w:b/>
                <w:sz w:val="16"/>
                <w:szCs w:val="18"/>
              </w:rPr>
            </w:pPr>
            <w:r w:rsidRPr="00B50DDC">
              <w:rPr>
                <w:b/>
                <w:sz w:val="16"/>
                <w:szCs w:val="18"/>
              </w:rPr>
              <w:t>Celkem za základní služby:</w:t>
            </w:r>
          </w:p>
        </w:tc>
        <w:tc>
          <w:tcPr>
            <w:tcW w:w="992" w:type="dxa"/>
          </w:tcPr>
          <w:p w14:paraId="331B6147"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11B40A9" w14:textId="77777777" w:rsidR="00957B84" w:rsidRPr="00957B84" w:rsidRDefault="00957B84" w:rsidP="00957B84">
      <w:pPr>
        <w:spacing w:after="120" w:line="264" w:lineRule="auto"/>
        <w:jc w:val="both"/>
        <w:rPr>
          <w:sz w:val="18"/>
          <w:szCs w:val="18"/>
        </w:rPr>
      </w:pPr>
      <w:r w:rsidRPr="00957B84">
        <w:rPr>
          <w:sz w:val="18"/>
          <w:szCs w:val="18"/>
        </w:rPr>
        <w:tab/>
      </w:r>
    </w:p>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r w:rsidRPr="00B50DDC">
        <w:rPr>
          <w:sz w:val="16"/>
          <w:szCs w:val="16"/>
          <w:highlight w:val="yellow"/>
        </w:rPr>
        <w:t>VLOŽÍ ZHOTOVITEL]</w:t>
      </w:r>
    </w:p>
    <w:p w14:paraId="59E3A68C" w14:textId="77777777" w:rsidR="00957B84" w:rsidRPr="00B50DDC" w:rsidRDefault="00957B84" w:rsidP="00957B84">
      <w:pPr>
        <w:spacing w:after="120" w:line="264" w:lineRule="auto"/>
        <w:jc w:val="both"/>
        <w:rPr>
          <w:sz w:val="16"/>
          <w:szCs w:val="16"/>
        </w:rPr>
      </w:pPr>
      <w:r w:rsidRPr="00B50DDC">
        <w:rPr>
          <w:sz w:val="16"/>
          <w:szCs w:val="16"/>
        </w:rPr>
        <w:t>Všechny ceny jsou uvedené v Kč bez DPH.</w:t>
      </w:r>
    </w:p>
    <w:p w14:paraId="67CD1752" w14:textId="77777777" w:rsidR="00B06D17" w:rsidRDefault="00B06D17" w:rsidP="008A4D1B">
      <w:pPr>
        <w:pStyle w:val="Textbezodsazen"/>
      </w:pPr>
    </w:p>
    <w:p w14:paraId="420483CC" w14:textId="0E0F91B2" w:rsidR="008A4D1B" w:rsidRDefault="00760192" w:rsidP="009227F1">
      <w:pPr>
        <w:pStyle w:val="Nadpisbezsl1-2"/>
      </w:pPr>
      <w:r>
        <w:t>2.</w:t>
      </w:r>
      <w:r>
        <w:tab/>
      </w:r>
      <w:r w:rsidR="008A4D1B">
        <w:t xml:space="preserve">Dodatečné služby na zpracování </w:t>
      </w:r>
      <w:r w:rsidR="003E6596">
        <w:t>ZP</w:t>
      </w:r>
      <w:r w:rsidR="00D65162">
        <w:t xml:space="preserve"> </w:t>
      </w:r>
      <w:r w:rsidR="003E6596">
        <w:t xml:space="preserve">a </w:t>
      </w:r>
      <w:r w:rsidR="006004DD">
        <w:t>DPS</w:t>
      </w:r>
      <w:r w:rsidR="008A4D1B">
        <w:t>:</w:t>
      </w:r>
    </w:p>
    <w:tbl>
      <w:tblPr>
        <w:tblStyle w:val="TabulkaS-zhlav"/>
        <w:tblW w:w="8718" w:type="dxa"/>
        <w:tblLayout w:type="fixed"/>
        <w:tblLook w:val="04A0" w:firstRow="1" w:lastRow="0" w:firstColumn="1" w:lastColumn="0" w:noHBand="0" w:noVBand="1"/>
      </w:tblPr>
      <w:tblGrid>
        <w:gridCol w:w="930"/>
        <w:gridCol w:w="3323"/>
        <w:gridCol w:w="981"/>
        <w:gridCol w:w="11"/>
        <w:gridCol w:w="992"/>
        <w:gridCol w:w="1276"/>
        <w:gridCol w:w="1084"/>
        <w:gridCol w:w="121"/>
      </w:tblGrid>
      <w:tr w:rsidR="00130470" w:rsidRPr="0017282C" w14:paraId="7C1BDB4E" w14:textId="77777777" w:rsidTr="004B2ED0">
        <w:trPr>
          <w:gridAfter w:val="1"/>
          <w:cnfStyle w:val="100000000000" w:firstRow="1" w:lastRow="0" w:firstColumn="0" w:lastColumn="0" w:oddVBand="0" w:evenVBand="0" w:oddHBand="0" w:evenHBand="0" w:firstRowFirstColumn="0" w:firstRowLastColumn="0" w:lastRowFirstColumn="0" w:lastRowLastColumn="0"/>
          <w:wAfter w:w="121" w:type="dxa"/>
        </w:trPr>
        <w:tc>
          <w:tcPr>
            <w:tcW w:w="930" w:type="dxa"/>
          </w:tcPr>
          <w:p w14:paraId="42410F3D"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323" w:type="dxa"/>
          </w:tcPr>
          <w:p w14:paraId="54F260BD" w14:textId="55A4A3E2"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981" w:type="dxa"/>
          </w:tcPr>
          <w:p w14:paraId="71761ABC"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03" w:type="dxa"/>
            <w:gridSpan w:val="2"/>
          </w:tcPr>
          <w:p w14:paraId="5AEC8399"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276" w:type="dxa"/>
          </w:tcPr>
          <w:p w14:paraId="3E81749A"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084" w:type="dxa"/>
          </w:tcPr>
          <w:p w14:paraId="076300A1"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15C91761" w14:textId="77777777" w:rsidTr="004B2ED0">
        <w:trPr>
          <w:gridAfter w:val="1"/>
          <w:wAfter w:w="121" w:type="dxa"/>
        </w:trPr>
        <w:tc>
          <w:tcPr>
            <w:tcW w:w="930" w:type="dxa"/>
          </w:tcPr>
          <w:p w14:paraId="53B92FBA" w14:textId="74DFB64B" w:rsidR="00130470" w:rsidRPr="00246837" w:rsidRDefault="00246837" w:rsidP="00B56004">
            <w:pPr>
              <w:pStyle w:val="Tabulka"/>
              <w:rPr>
                <w:sz w:val="16"/>
                <w:szCs w:val="16"/>
              </w:rPr>
            </w:pPr>
            <w:r>
              <w:rPr>
                <w:sz w:val="16"/>
                <w:szCs w:val="16"/>
              </w:rPr>
              <w:t>7</w:t>
            </w:r>
          </w:p>
        </w:tc>
        <w:tc>
          <w:tcPr>
            <w:tcW w:w="3323" w:type="dxa"/>
          </w:tcPr>
          <w:p w14:paraId="0268DE19" w14:textId="77777777" w:rsidR="00130470" w:rsidRPr="00246837" w:rsidRDefault="00130470" w:rsidP="00B56004">
            <w:pPr>
              <w:pStyle w:val="Tabulka"/>
              <w:rPr>
                <w:rFonts w:eastAsia="Times New Roman" w:cs="Times New Roman"/>
                <w:sz w:val="16"/>
                <w:szCs w:val="16"/>
              </w:rPr>
            </w:pPr>
            <w:r w:rsidRPr="00246837">
              <w:rPr>
                <w:rFonts w:eastAsia="Verdana" w:cs="Times New Roman"/>
                <w:sz w:val="16"/>
                <w:szCs w:val="16"/>
              </w:rPr>
              <w:t>Zajištění mapových podkladů</w:t>
            </w:r>
          </w:p>
        </w:tc>
        <w:tc>
          <w:tcPr>
            <w:tcW w:w="981" w:type="dxa"/>
          </w:tcPr>
          <w:p w14:paraId="0C1D0B4D" w14:textId="77777777" w:rsidR="00130470" w:rsidRPr="00246837" w:rsidRDefault="00130470" w:rsidP="00B56004">
            <w:pPr>
              <w:pStyle w:val="Tabulka"/>
              <w:rPr>
                <w:sz w:val="16"/>
                <w:szCs w:val="16"/>
              </w:rPr>
            </w:pPr>
            <w:r w:rsidRPr="00246837">
              <w:rPr>
                <w:sz w:val="16"/>
                <w:szCs w:val="16"/>
              </w:rPr>
              <w:t>kpl</w:t>
            </w:r>
          </w:p>
        </w:tc>
        <w:tc>
          <w:tcPr>
            <w:tcW w:w="1003" w:type="dxa"/>
            <w:gridSpan w:val="2"/>
          </w:tcPr>
          <w:p w14:paraId="51472E83" w14:textId="77777777" w:rsidR="00130470" w:rsidRPr="00246837" w:rsidRDefault="00130470" w:rsidP="00B56004">
            <w:pPr>
              <w:pStyle w:val="Tabulka"/>
              <w:rPr>
                <w:sz w:val="16"/>
                <w:szCs w:val="16"/>
              </w:rPr>
            </w:pPr>
          </w:p>
        </w:tc>
        <w:tc>
          <w:tcPr>
            <w:tcW w:w="1276" w:type="dxa"/>
          </w:tcPr>
          <w:p w14:paraId="32D04880" w14:textId="77777777" w:rsidR="00130470" w:rsidRPr="00246837" w:rsidRDefault="00130470" w:rsidP="00B56004">
            <w:pPr>
              <w:pStyle w:val="Tabulka"/>
            </w:pPr>
          </w:p>
        </w:tc>
        <w:tc>
          <w:tcPr>
            <w:tcW w:w="1084" w:type="dxa"/>
          </w:tcPr>
          <w:p w14:paraId="7B7A16C9" w14:textId="77777777" w:rsidR="00130470" w:rsidRPr="00841876" w:rsidRDefault="00130470" w:rsidP="00B56004">
            <w:pPr>
              <w:pStyle w:val="Tabulka"/>
            </w:pPr>
          </w:p>
        </w:tc>
      </w:tr>
      <w:tr w:rsidR="00130470" w:rsidRPr="00841876" w14:paraId="0D451A1C" w14:textId="77777777" w:rsidTr="004B2ED0">
        <w:trPr>
          <w:gridAfter w:val="1"/>
          <w:wAfter w:w="121" w:type="dxa"/>
        </w:trPr>
        <w:tc>
          <w:tcPr>
            <w:tcW w:w="930" w:type="dxa"/>
          </w:tcPr>
          <w:p w14:paraId="5E92AF8A" w14:textId="0BF4C322" w:rsidR="00130470" w:rsidRPr="00246837" w:rsidRDefault="00246837" w:rsidP="00B56004">
            <w:pPr>
              <w:pStyle w:val="Tabulka"/>
              <w:rPr>
                <w:sz w:val="16"/>
                <w:szCs w:val="16"/>
              </w:rPr>
            </w:pPr>
            <w:r>
              <w:rPr>
                <w:sz w:val="16"/>
                <w:szCs w:val="16"/>
              </w:rPr>
              <w:t>8</w:t>
            </w:r>
          </w:p>
        </w:tc>
        <w:tc>
          <w:tcPr>
            <w:tcW w:w="3323" w:type="dxa"/>
          </w:tcPr>
          <w:p w14:paraId="3C653007" w14:textId="77777777" w:rsidR="00130470" w:rsidRPr="00246837" w:rsidRDefault="00130470" w:rsidP="00B56004">
            <w:pPr>
              <w:pStyle w:val="Tabulka"/>
              <w:rPr>
                <w:rFonts w:eastAsia="Times New Roman" w:cs="Times New Roman"/>
                <w:sz w:val="16"/>
                <w:szCs w:val="16"/>
              </w:rPr>
            </w:pPr>
            <w:r w:rsidRPr="00246837">
              <w:rPr>
                <w:rFonts w:eastAsia="Verdana" w:cs="Times New Roman"/>
                <w:sz w:val="16"/>
                <w:szCs w:val="16"/>
              </w:rPr>
              <w:t>Geodetické práce</w:t>
            </w:r>
          </w:p>
        </w:tc>
        <w:tc>
          <w:tcPr>
            <w:tcW w:w="981" w:type="dxa"/>
          </w:tcPr>
          <w:p w14:paraId="10F04FCB" w14:textId="77777777" w:rsidR="00130470" w:rsidRPr="00246837" w:rsidRDefault="00130470" w:rsidP="00B56004">
            <w:pPr>
              <w:pStyle w:val="Tabulka"/>
              <w:rPr>
                <w:sz w:val="16"/>
                <w:szCs w:val="16"/>
              </w:rPr>
            </w:pPr>
            <w:r w:rsidRPr="00246837">
              <w:rPr>
                <w:sz w:val="16"/>
                <w:szCs w:val="16"/>
              </w:rPr>
              <w:t>kpl</w:t>
            </w:r>
          </w:p>
        </w:tc>
        <w:tc>
          <w:tcPr>
            <w:tcW w:w="1003" w:type="dxa"/>
            <w:gridSpan w:val="2"/>
          </w:tcPr>
          <w:p w14:paraId="6E31CAA7" w14:textId="77777777" w:rsidR="00130470" w:rsidRPr="00246837" w:rsidRDefault="00130470" w:rsidP="00B56004">
            <w:pPr>
              <w:pStyle w:val="Tabulka"/>
              <w:rPr>
                <w:sz w:val="16"/>
                <w:szCs w:val="16"/>
              </w:rPr>
            </w:pPr>
          </w:p>
        </w:tc>
        <w:tc>
          <w:tcPr>
            <w:tcW w:w="1276" w:type="dxa"/>
          </w:tcPr>
          <w:p w14:paraId="07385372" w14:textId="77777777" w:rsidR="00130470" w:rsidRPr="00246837" w:rsidRDefault="00130470" w:rsidP="00B56004">
            <w:pPr>
              <w:pStyle w:val="Tabulka"/>
            </w:pPr>
          </w:p>
        </w:tc>
        <w:tc>
          <w:tcPr>
            <w:tcW w:w="1084" w:type="dxa"/>
          </w:tcPr>
          <w:p w14:paraId="16E5E9C0" w14:textId="77777777" w:rsidR="00130470" w:rsidRPr="00841876" w:rsidRDefault="00130470" w:rsidP="00B56004">
            <w:pPr>
              <w:pStyle w:val="Tabulka"/>
            </w:pPr>
          </w:p>
        </w:tc>
      </w:tr>
      <w:tr w:rsidR="00130470" w:rsidRPr="00841876" w14:paraId="018F7132" w14:textId="77777777" w:rsidTr="004B2ED0">
        <w:trPr>
          <w:gridAfter w:val="1"/>
          <w:wAfter w:w="121" w:type="dxa"/>
        </w:trPr>
        <w:tc>
          <w:tcPr>
            <w:tcW w:w="930" w:type="dxa"/>
          </w:tcPr>
          <w:p w14:paraId="54C4D65A" w14:textId="12FAA9C9" w:rsidR="00130470" w:rsidRPr="00246837" w:rsidRDefault="00246837" w:rsidP="00B56004">
            <w:pPr>
              <w:pStyle w:val="Tabulka"/>
              <w:rPr>
                <w:sz w:val="16"/>
                <w:szCs w:val="16"/>
              </w:rPr>
            </w:pPr>
            <w:r>
              <w:rPr>
                <w:sz w:val="16"/>
                <w:szCs w:val="16"/>
              </w:rPr>
              <w:t>9</w:t>
            </w:r>
          </w:p>
        </w:tc>
        <w:tc>
          <w:tcPr>
            <w:tcW w:w="3323" w:type="dxa"/>
          </w:tcPr>
          <w:p w14:paraId="1E600D0B" w14:textId="4DB88EE7" w:rsidR="00130470" w:rsidRPr="00246837" w:rsidRDefault="00130470" w:rsidP="00B56004">
            <w:pPr>
              <w:pStyle w:val="Tabulka"/>
              <w:rPr>
                <w:sz w:val="16"/>
                <w:szCs w:val="16"/>
              </w:rPr>
            </w:pPr>
            <w:r w:rsidRPr="00246837">
              <w:rPr>
                <w:sz w:val="16"/>
                <w:szCs w:val="16"/>
              </w:rPr>
              <w:t xml:space="preserve">Zajištění vydání osvědčení o shodě </w:t>
            </w:r>
            <w:r w:rsidR="007C38C6" w:rsidRPr="00246837">
              <w:rPr>
                <w:sz w:val="16"/>
                <w:szCs w:val="16"/>
              </w:rPr>
              <w:t>oznámeným subjektem</w:t>
            </w:r>
            <w:r w:rsidRPr="00246837">
              <w:rPr>
                <w:sz w:val="16"/>
                <w:szCs w:val="16"/>
              </w:rPr>
              <w:t xml:space="preserve"> v přípravě</w:t>
            </w:r>
          </w:p>
        </w:tc>
        <w:tc>
          <w:tcPr>
            <w:tcW w:w="981" w:type="dxa"/>
          </w:tcPr>
          <w:p w14:paraId="65E12A5F" w14:textId="77777777" w:rsidR="00130470" w:rsidRPr="00246837" w:rsidRDefault="00130470" w:rsidP="00B56004">
            <w:pPr>
              <w:pStyle w:val="Tabulka"/>
              <w:rPr>
                <w:sz w:val="16"/>
                <w:szCs w:val="16"/>
              </w:rPr>
            </w:pPr>
            <w:r w:rsidRPr="00246837">
              <w:rPr>
                <w:sz w:val="16"/>
                <w:szCs w:val="16"/>
              </w:rPr>
              <w:t>hod</w:t>
            </w:r>
          </w:p>
        </w:tc>
        <w:tc>
          <w:tcPr>
            <w:tcW w:w="1003" w:type="dxa"/>
            <w:gridSpan w:val="2"/>
          </w:tcPr>
          <w:p w14:paraId="0A237461" w14:textId="77777777" w:rsidR="00130470" w:rsidRPr="00246837" w:rsidRDefault="00130470" w:rsidP="00B56004">
            <w:pPr>
              <w:pStyle w:val="Tabulka"/>
              <w:rPr>
                <w:sz w:val="16"/>
                <w:szCs w:val="16"/>
              </w:rPr>
            </w:pPr>
          </w:p>
        </w:tc>
        <w:tc>
          <w:tcPr>
            <w:tcW w:w="1276" w:type="dxa"/>
          </w:tcPr>
          <w:p w14:paraId="0D345601" w14:textId="77777777" w:rsidR="00130470" w:rsidRPr="00246837" w:rsidRDefault="00130470" w:rsidP="00B56004">
            <w:pPr>
              <w:pStyle w:val="Tabulka"/>
            </w:pPr>
          </w:p>
        </w:tc>
        <w:tc>
          <w:tcPr>
            <w:tcW w:w="1084" w:type="dxa"/>
          </w:tcPr>
          <w:p w14:paraId="2BD410A6" w14:textId="77777777" w:rsidR="00130470" w:rsidRPr="00841876" w:rsidRDefault="00130470" w:rsidP="00B56004">
            <w:pPr>
              <w:pStyle w:val="Tabulka"/>
            </w:pPr>
          </w:p>
        </w:tc>
      </w:tr>
      <w:tr w:rsidR="00130470" w:rsidRPr="00841876" w14:paraId="70594223" w14:textId="77777777" w:rsidTr="004B2ED0">
        <w:trPr>
          <w:gridAfter w:val="1"/>
          <w:wAfter w:w="121" w:type="dxa"/>
        </w:trPr>
        <w:tc>
          <w:tcPr>
            <w:tcW w:w="930" w:type="dxa"/>
          </w:tcPr>
          <w:p w14:paraId="646A329B" w14:textId="75690CF9" w:rsidR="00130470" w:rsidRPr="00246837" w:rsidRDefault="00130470" w:rsidP="00B56004">
            <w:pPr>
              <w:pStyle w:val="Tabulka"/>
              <w:rPr>
                <w:sz w:val="16"/>
                <w:szCs w:val="16"/>
              </w:rPr>
            </w:pPr>
            <w:r w:rsidRPr="00246837">
              <w:rPr>
                <w:sz w:val="16"/>
                <w:szCs w:val="16"/>
              </w:rPr>
              <w:t>1</w:t>
            </w:r>
            <w:r w:rsidR="00246837">
              <w:rPr>
                <w:sz w:val="16"/>
                <w:szCs w:val="16"/>
              </w:rPr>
              <w:t>0</w:t>
            </w:r>
          </w:p>
        </w:tc>
        <w:tc>
          <w:tcPr>
            <w:tcW w:w="3323" w:type="dxa"/>
          </w:tcPr>
          <w:p w14:paraId="59245E37" w14:textId="77777777" w:rsidR="00130470" w:rsidRPr="00246837" w:rsidRDefault="00130470" w:rsidP="00B56004">
            <w:pPr>
              <w:pStyle w:val="Tabulka"/>
              <w:rPr>
                <w:sz w:val="16"/>
                <w:szCs w:val="16"/>
              </w:rPr>
            </w:pPr>
            <w:r w:rsidRPr="00246837">
              <w:rPr>
                <w:sz w:val="16"/>
                <w:szCs w:val="16"/>
              </w:rPr>
              <w:t>Zajištění technických podkladů pro vypracování zadávací dokumentace na výběr zhotovitele stavby dle požadavku VTP a ZTP</w:t>
            </w:r>
          </w:p>
        </w:tc>
        <w:tc>
          <w:tcPr>
            <w:tcW w:w="981" w:type="dxa"/>
          </w:tcPr>
          <w:p w14:paraId="633F5220" w14:textId="77777777" w:rsidR="00130470" w:rsidRPr="00246837" w:rsidRDefault="00130470" w:rsidP="00B56004">
            <w:pPr>
              <w:pStyle w:val="Tabulka"/>
              <w:rPr>
                <w:sz w:val="16"/>
                <w:szCs w:val="16"/>
              </w:rPr>
            </w:pPr>
            <w:r w:rsidRPr="00246837">
              <w:rPr>
                <w:sz w:val="16"/>
                <w:szCs w:val="16"/>
              </w:rPr>
              <w:t>hod</w:t>
            </w:r>
          </w:p>
        </w:tc>
        <w:tc>
          <w:tcPr>
            <w:tcW w:w="1003" w:type="dxa"/>
            <w:gridSpan w:val="2"/>
          </w:tcPr>
          <w:p w14:paraId="0F3E6FEB" w14:textId="77777777" w:rsidR="00130470" w:rsidRPr="00246837" w:rsidRDefault="00130470" w:rsidP="00B56004">
            <w:pPr>
              <w:pStyle w:val="Tabulka"/>
              <w:rPr>
                <w:sz w:val="16"/>
                <w:szCs w:val="16"/>
              </w:rPr>
            </w:pPr>
          </w:p>
        </w:tc>
        <w:tc>
          <w:tcPr>
            <w:tcW w:w="1276" w:type="dxa"/>
          </w:tcPr>
          <w:p w14:paraId="69583920" w14:textId="77777777" w:rsidR="00130470" w:rsidRPr="00246837" w:rsidRDefault="00130470" w:rsidP="00B56004">
            <w:pPr>
              <w:pStyle w:val="Tabulka"/>
            </w:pPr>
          </w:p>
        </w:tc>
        <w:tc>
          <w:tcPr>
            <w:tcW w:w="1084" w:type="dxa"/>
          </w:tcPr>
          <w:p w14:paraId="789467A6" w14:textId="77777777" w:rsidR="00130470" w:rsidRPr="00841876" w:rsidRDefault="00130470" w:rsidP="00B56004">
            <w:pPr>
              <w:pStyle w:val="Tabulka"/>
            </w:pPr>
          </w:p>
        </w:tc>
      </w:tr>
      <w:tr w:rsidR="00303257" w:rsidRPr="00841876" w14:paraId="1526024E" w14:textId="77777777" w:rsidTr="004B2ED0">
        <w:trPr>
          <w:gridAfter w:val="1"/>
          <w:wAfter w:w="121" w:type="dxa"/>
        </w:trPr>
        <w:tc>
          <w:tcPr>
            <w:tcW w:w="930" w:type="dxa"/>
          </w:tcPr>
          <w:p w14:paraId="4472F7E8" w14:textId="7D94EAB5" w:rsidR="00303257" w:rsidRPr="00246837" w:rsidRDefault="00767174" w:rsidP="00303257">
            <w:pPr>
              <w:pStyle w:val="Tabulka"/>
              <w:rPr>
                <w:sz w:val="16"/>
                <w:szCs w:val="16"/>
              </w:rPr>
            </w:pPr>
            <w:r>
              <w:rPr>
                <w:sz w:val="16"/>
                <w:szCs w:val="16"/>
              </w:rPr>
              <w:t>11</w:t>
            </w:r>
          </w:p>
        </w:tc>
        <w:tc>
          <w:tcPr>
            <w:tcW w:w="3323" w:type="dxa"/>
          </w:tcPr>
          <w:p w14:paraId="099D47BE" w14:textId="26623C6D" w:rsidR="00303257" w:rsidRPr="00767174" w:rsidRDefault="00303257" w:rsidP="00303257">
            <w:pPr>
              <w:pStyle w:val="Tabulka"/>
              <w:rPr>
                <w:sz w:val="16"/>
                <w:szCs w:val="16"/>
              </w:rPr>
            </w:pPr>
            <w:r w:rsidRPr="00A5255B">
              <w:rPr>
                <w:sz w:val="16"/>
                <w:szCs w:val="16"/>
              </w:rPr>
              <w:t>Koordinátor BOZP v přípravě</w:t>
            </w:r>
          </w:p>
        </w:tc>
        <w:tc>
          <w:tcPr>
            <w:tcW w:w="981" w:type="dxa"/>
          </w:tcPr>
          <w:p w14:paraId="71D5E9EF" w14:textId="21B4F1A0" w:rsidR="00303257" w:rsidRPr="00767174" w:rsidRDefault="00303257" w:rsidP="00303257">
            <w:pPr>
              <w:pStyle w:val="Tabulka"/>
              <w:rPr>
                <w:sz w:val="16"/>
                <w:szCs w:val="16"/>
              </w:rPr>
            </w:pPr>
            <w:r w:rsidRPr="00A5255B">
              <w:rPr>
                <w:sz w:val="16"/>
                <w:szCs w:val="16"/>
              </w:rPr>
              <w:t>hod</w:t>
            </w:r>
          </w:p>
        </w:tc>
        <w:tc>
          <w:tcPr>
            <w:tcW w:w="1003" w:type="dxa"/>
            <w:gridSpan w:val="2"/>
          </w:tcPr>
          <w:p w14:paraId="367C7295" w14:textId="77777777" w:rsidR="00303257" w:rsidRPr="00767174" w:rsidRDefault="00303257" w:rsidP="00303257">
            <w:pPr>
              <w:pStyle w:val="Tabulka"/>
              <w:rPr>
                <w:sz w:val="16"/>
                <w:szCs w:val="16"/>
              </w:rPr>
            </w:pPr>
          </w:p>
        </w:tc>
        <w:tc>
          <w:tcPr>
            <w:tcW w:w="1276" w:type="dxa"/>
          </w:tcPr>
          <w:p w14:paraId="5F44823D" w14:textId="77777777" w:rsidR="00303257" w:rsidRPr="00767174" w:rsidRDefault="00303257" w:rsidP="00303257">
            <w:pPr>
              <w:pStyle w:val="Tabulka"/>
            </w:pPr>
          </w:p>
        </w:tc>
        <w:tc>
          <w:tcPr>
            <w:tcW w:w="1084" w:type="dxa"/>
          </w:tcPr>
          <w:p w14:paraId="62453C45" w14:textId="77777777" w:rsidR="00303257" w:rsidRPr="00841876" w:rsidRDefault="00303257" w:rsidP="00303257">
            <w:pPr>
              <w:pStyle w:val="Tabulka"/>
            </w:pPr>
          </w:p>
        </w:tc>
      </w:tr>
      <w:tr w:rsidR="00303257" w:rsidRPr="00841876" w14:paraId="7F483BFA" w14:textId="77777777" w:rsidTr="004B2ED0">
        <w:trPr>
          <w:gridAfter w:val="1"/>
          <w:wAfter w:w="121" w:type="dxa"/>
        </w:trPr>
        <w:tc>
          <w:tcPr>
            <w:tcW w:w="930" w:type="dxa"/>
          </w:tcPr>
          <w:p w14:paraId="2B4B3C37" w14:textId="2BC5F336" w:rsidR="00303257" w:rsidRPr="00246837" w:rsidRDefault="00303257" w:rsidP="00303257">
            <w:pPr>
              <w:pStyle w:val="Tabulka"/>
              <w:rPr>
                <w:sz w:val="16"/>
                <w:szCs w:val="16"/>
              </w:rPr>
            </w:pPr>
            <w:r w:rsidRPr="00246837">
              <w:rPr>
                <w:sz w:val="16"/>
                <w:szCs w:val="16"/>
              </w:rPr>
              <w:t>1</w:t>
            </w:r>
            <w:r w:rsidR="00767174">
              <w:rPr>
                <w:sz w:val="16"/>
                <w:szCs w:val="16"/>
              </w:rPr>
              <w:t>2</w:t>
            </w:r>
          </w:p>
        </w:tc>
        <w:tc>
          <w:tcPr>
            <w:tcW w:w="3323" w:type="dxa"/>
          </w:tcPr>
          <w:p w14:paraId="0051DB6F" w14:textId="77777777" w:rsidR="00303257" w:rsidRPr="00246837" w:rsidRDefault="00303257" w:rsidP="00303257">
            <w:pPr>
              <w:pStyle w:val="Tabulka"/>
              <w:rPr>
                <w:sz w:val="16"/>
                <w:szCs w:val="16"/>
              </w:rPr>
            </w:pPr>
            <w:r w:rsidRPr="00246837">
              <w:rPr>
                <w:sz w:val="16"/>
                <w:szCs w:val="16"/>
              </w:rPr>
              <w:t>Zpracování příloh k žádosti o spolufinancování stavby dle ZTP a VTP</w:t>
            </w:r>
          </w:p>
        </w:tc>
        <w:tc>
          <w:tcPr>
            <w:tcW w:w="981" w:type="dxa"/>
          </w:tcPr>
          <w:p w14:paraId="5F5BCF72" w14:textId="77777777" w:rsidR="00303257" w:rsidRPr="00246837" w:rsidRDefault="00303257" w:rsidP="00303257">
            <w:pPr>
              <w:pStyle w:val="Tabulka"/>
              <w:rPr>
                <w:sz w:val="16"/>
                <w:szCs w:val="16"/>
              </w:rPr>
            </w:pPr>
            <w:r w:rsidRPr="00246837">
              <w:rPr>
                <w:sz w:val="16"/>
                <w:szCs w:val="16"/>
              </w:rPr>
              <w:t>hod</w:t>
            </w:r>
          </w:p>
        </w:tc>
        <w:tc>
          <w:tcPr>
            <w:tcW w:w="1003" w:type="dxa"/>
            <w:gridSpan w:val="2"/>
          </w:tcPr>
          <w:p w14:paraId="60322301" w14:textId="77777777" w:rsidR="00303257" w:rsidRPr="00246837" w:rsidRDefault="00303257" w:rsidP="00303257">
            <w:pPr>
              <w:pStyle w:val="Tabulka"/>
              <w:rPr>
                <w:sz w:val="16"/>
                <w:szCs w:val="16"/>
              </w:rPr>
            </w:pPr>
          </w:p>
        </w:tc>
        <w:tc>
          <w:tcPr>
            <w:tcW w:w="1276" w:type="dxa"/>
          </w:tcPr>
          <w:p w14:paraId="7E75B660" w14:textId="77777777" w:rsidR="00303257" w:rsidRPr="00246837" w:rsidRDefault="00303257" w:rsidP="00303257">
            <w:pPr>
              <w:pStyle w:val="Tabulka"/>
            </w:pPr>
          </w:p>
        </w:tc>
        <w:tc>
          <w:tcPr>
            <w:tcW w:w="1084" w:type="dxa"/>
          </w:tcPr>
          <w:p w14:paraId="04E278FD" w14:textId="77777777" w:rsidR="00303257" w:rsidRPr="00841876" w:rsidRDefault="00303257" w:rsidP="00303257">
            <w:pPr>
              <w:pStyle w:val="Tabulka"/>
            </w:pPr>
          </w:p>
        </w:tc>
      </w:tr>
      <w:tr w:rsidR="00303257" w:rsidRPr="00110376" w14:paraId="421E8EA2" w14:textId="77777777" w:rsidTr="004B2ED0">
        <w:tc>
          <w:tcPr>
            <w:tcW w:w="930" w:type="dxa"/>
          </w:tcPr>
          <w:p w14:paraId="4E3F0AA5" w14:textId="3BFB4FF0" w:rsidR="00303257" w:rsidRPr="00246837" w:rsidRDefault="00303257" w:rsidP="00303257">
            <w:pPr>
              <w:pStyle w:val="Tabulka-8"/>
              <w:rPr>
                <w:szCs w:val="16"/>
              </w:rPr>
            </w:pPr>
            <w:bookmarkStart w:id="27" w:name="_Hlk157075831"/>
            <w:r>
              <w:rPr>
                <w:szCs w:val="16"/>
              </w:rPr>
              <w:t>1</w:t>
            </w:r>
            <w:r w:rsidR="00767174">
              <w:rPr>
                <w:szCs w:val="16"/>
              </w:rPr>
              <w:t>3</w:t>
            </w:r>
          </w:p>
        </w:tc>
        <w:tc>
          <w:tcPr>
            <w:tcW w:w="3323" w:type="dxa"/>
          </w:tcPr>
          <w:p w14:paraId="63883C86" w14:textId="77777777" w:rsidR="00303257" w:rsidRPr="00246837" w:rsidRDefault="00303257" w:rsidP="00303257">
            <w:pPr>
              <w:pStyle w:val="Tabulka-8"/>
              <w:rPr>
                <w:szCs w:val="16"/>
              </w:rPr>
            </w:pPr>
            <w:r w:rsidRPr="00246837">
              <w:rPr>
                <w:szCs w:val="16"/>
              </w:rPr>
              <w:t xml:space="preserve">Inženýrská činnost zajišťující komplexní veřejnoprávní projednání a zajištění všech potřebných podkladů a certifikátů </w:t>
            </w:r>
          </w:p>
        </w:tc>
        <w:tc>
          <w:tcPr>
            <w:tcW w:w="992" w:type="dxa"/>
            <w:gridSpan w:val="2"/>
          </w:tcPr>
          <w:p w14:paraId="7C86BFAF" w14:textId="77777777" w:rsidR="00303257" w:rsidRPr="00246837" w:rsidRDefault="00303257" w:rsidP="00303257">
            <w:pPr>
              <w:pStyle w:val="Tabulka-8"/>
              <w:rPr>
                <w:szCs w:val="16"/>
              </w:rPr>
            </w:pPr>
            <w:r w:rsidRPr="00246837">
              <w:rPr>
                <w:szCs w:val="16"/>
              </w:rPr>
              <w:t>hod</w:t>
            </w:r>
          </w:p>
        </w:tc>
        <w:tc>
          <w:tcPr>
            <w:tcW w:w="992" w:type="dxa"/>
          </w:tcPr>
          <w:p w14:paraId="5874A910" w14:textId="77777777" w:rsidR="00303257" w:rsidRPr="00246837" w:rsidRDefault="00303257" w:rsidP="00303257">
            <w:pPr>
              <w:pStyle w:val="Tabulka-8"/>
              <w:rPr>
                <w:sz w:val="18"/>
              </w:rPr>
            </w:pPr>
          </w:p>
        </w:tc>
        <w:tc>
          <w:tcPr>
            <w:tcW w:w="1276" w:type="dxa"/>
          </w:tcPr>
          <w:p w14:paraId="0E86BAD5" w14:textId="77777777" w:rsidR="00303257" w:rsidRPr="00246837" w:rsidRDefault="00303257" w:rsidP="00303257">
            <w:pPr>
              <w:pStyle w:val="Tabulka-8"/>
              <w:rPr>
                <w:sz w:val="18"/>
              </w:rPr>
            </w:pPr>
          </w:p>
        </w:tc>
        <w:tc>
          <w:tcPr>
            <w:tcW w:w="1205" w:type="dxa"/>
            <w:gridSpan w:val="2"/>
          </w:tcPr>
          <w:p w14:paraId="61BA460F" w14:textId="77777777" w:rsidR="00303257" w:rsidRPr="00110376" w:rsidRDefault="00303257" w:rsidP="00303257">
            <w:pPr>
              <w:pStyle w:val="Tabulka-8"/>
              <w:ind w:hanging="226"/>
            </w:pPr>
          </w:p>
        </w:tc>
      </w:tr>
      <w:tr w:rsidR="00303257" w:rsidRPr="00110376" w14:paraId="6D314F03" w14:textId="77777777" w:rsidTr="004B2ED0">
        <w:tc>
          <w:tcPr>
            <w:tcW w:w="930" w:type="dxa"/>
          </w:tcPr>
          <w:p w14:paraId="2952A6E2" w14:textId="6C464B99" w:rsidR="00303257" w:rsidRPr="00246837" w:rsidRDefault="00303257" w:rsidP="00303257">
            <w:pPr>
              <w:pStyle w:val="Tabulka-8"/>
              <w:rPr>
                <w:szCs w:val="16"/>
              </w:rPr>
            </w:pPr>
            <w:r>
              <w:rPr>
                <w:szCs w:val="16"/>
              </w:rPr>
              <w:t>1</w:t>
            </w:r>
            <w:r w:rsidR="00767174">
              <w:rPr>
                <w:szCs w:val="16"/>
              </w:rPr>
              <w:t>4</w:t>
            </w:r>
          </w:p>
        </w:tc>
        <w:tc>
          <w:tcPr>
            <w:tcW w:w="3323" w:type="dxa"/>
          </w:tcPr>
          <w:p w14:paraId="62D8F142" w14:textId="77777777" w:rsidR="00303257" w:rsidRPr="00246837" w:rsidRDefault="00303257" w:rsidP="00303257">
            <w:pPr>
              <w:pStyle w:val="Tabulka-8"/>
              <w:rPr>
                <w:szCs w:val="16"/>
              </w:rPr>
            </w:pPr>
            <w:r w:rsidRPr="00246837">
              <w:rPr>
                <w:szCs w:val="16"/>
              </w:rPr>
              <w:t xml:space="preserve">Oznámení dle přílohy č. 3 zákona č. 100/2001 Sb. </w:t>
            </w:r>
          </w:p>
        </w:tc>
        <w:tc>
          <w:tcPr>
            <w:tcW w:w="992" w:type="dxa"/>
            <w:gridSpan w:val="2"/>
          </w:tcPr>
          <w:p w14:paraId="37AC63EB" w14:textId="77777777" w:rsidR="00303257" w:rsidRPr="00246837" w:rsidRDefault="00303257" w:rsidP="00303257">
            <w:pPr>
              <w:pStyle w:val="Tabulka-8"/>
              <w:rPr>
                <w:szCs w:val="16"/>
              </w:rPr>
            </w:pPr>
            <w:r w:rsidRPr="00246837">
              <w:rPr>
                <w:szCs w:val="16"/>
              </w:rPr>
              <w:t>hod</w:t>
            </w:r>
          </w:p>
        </w:tc>
        <w:tc>
          <w:tcPr>
            <w:tcW w:w="992" w:type="dxa"/>
          </w:tcPr>
          <w:p w14:paraId="6B81FA45" w14:textId="77777777" w:rsidR="00303257" w:rsidRPr="00246837" w:rsidRDefault="00303257" w:rsidP="00303257">
            <w:pPr>
              <w:pStyle w:val="Tabulka-8"/>
              <w:rPr>
                <w:sz w:val="18"/>
              </w:rPr>
            </w:pPr>
          </w:p>
        </w:tc>
        <w:tc>
          <w:tcPr>
            <w:tcW w:w="1276" w:type="dxa"/>
          </w:tcPr>
          <w:p w14:paraId="746B2957" w14:textId="77777777" w:rsidR="00303257" w:rsidRPr="00246837" w:rsidRDefault="00303257" w:rsidP="00303257">
            <w:pPr>
              <w:pStyle w:val="Tabulka-8"/>
              <w:rPr>
                <w:sz w:val="18"/>
              </w:rPr>
            </w:pPr>
          </w:p>
        </w:tc>
        <w:tc>
          <w:tcPr>
            <w:tcW w:w="1205" w:type="dxa"/>
            <w:gridSpan w:val="2"/>
          </w:tcPr>
          <w:p w14:paraId="4E1DED9C" w14:textId="77777777" w:rsidR="00303257" w:rsidRPr="00110376" w:rsidRDefault="00303257" w:rsidP="00303257">
            <w:pPr>
              <w:pStyle w:val="Tabulka-8"/>
            </w:pPr>
          </w:p>
        </w:tc>
      </w:tr>
      <w:bookmarkEnd w:id="27"/>
      <w:tr w:rsidR="00303257" w:rsidRPr="00841876" w14:paraId="30F8DF5D" w14:textId="77777777" w:rsidTr="004B2ED0">
        <w:trPr>
          <w:gridAfter w:val="1"/>
          <w:wAfter w:w="121" w:type="dxa"/>
        </w:trPr>
        <w:tc>
          <w:tcPr>
            <w:tcW w:w="7513" w:type="dxa"/>
            <w:gridSpan w:val="6"/>
          </w:tcPr>
          <w:p w14:paraId="08745AA4" w14:textId="77777777" w:rsidR="00303257" w:rsidRPr="00B50DDC" w:rsidRDefault="00303257" w:rsidP="00303257">
            <w:pPr>
              <w:pStyle w:val="Tabulka"/>
              <w:rPr>
                <w:b/>
              </w:rPr>
            </w:pPr>
            <w:r w:rsidRPr="00B50DDC">
              <w:rPr>
                <w:b/>
              </w:rPr>
              <w:t>Celkem za dodatečné služby:</w:t>
            </w:r>
          </w:p>
        </w:tc>
        <w:tc>
          <w:tcPr>
            <w:tcW w:w="1084" w:type="dxa"/>
          </w:tcPr>
          <w:p w14:paraId="72C5FFF2" w14:textId="77777777" w:rsidR="00303257" w:rsidRPr="00841876" w:rsidRDefault="00303257" w:rsidP="00303257">
            <w:pPr>
              <w:pStyle w:val="Tabulka"/>
              <w:rPr>
                <w:b/>
              </w:rPr>
            </w:pPr>
          </w:p>
        </w:tc>
      </w:tr>
    </w:tbl>
    <w:p w14:paraId="569DB8FE" w14:textId="77777777" w:rsidR="00760192" w:rsidRDefault="00760192" w:rsidP="00236DCC">
      <w:pPr>
        <w:pStyle w:val="Textbezodsazen"/>
      </w:pPr>
    </w:p>
    <w:p w14:paraId="7BCEC9AD" w14:textId="77777777" w:rsidR="008A4D1B" w:rsidRPr="00B50DDC" w:rsidRDefault="008A4D1B" w:rsidP="00236DCC">
      <w:pPr>
        <w:pStyle w:val="Textbezodsazen"/>
        <w:rPr>
          <w:sz w:val="16"/>
          <w:szCs w:val="16"/>
        </w:rPr>
      </w:pPr>
      <w:r w:rsidRPr="00B50DDC">
        <w:rPr>
          <w:sz w:val="16"/>
          <w:szCs w:val="16"/>
        </w:rPr>
        <w:t xml:space="preserve">*) nevyplněné údaje </w:t>
      </w:r>
      <w:r w:rsidRPr="00B50DDC">
        <w:rPr>
          <w:sz w:val="16"/>
          <w:szCs w:val="16"/>
          <w:highlight w:val="yellow"/>
        </w:rPr>
        <w:t>VLOŽÍ ZHOTOVITEL</w:t>
      </w:r>
    </w:p>
    <w:p w14:paraId="4D61C1D1" w14:textId="23A0E7B1" w:rsidR="00400E31" w:rsidRDefault="008A4D1B" w:rsidP="00400E31">
      <w:pPr>
        <w:pStyle w:val="Nadpisbezsl1-2"/>
        <w:outlineLvl w:val="2"/>
      </w:pPr>
      <w:r w:rsidRPr="00B50DDC">
        <w:rPr>
          <w:sz w:val="16"/>
          <w:szCs w:val="16"/>
        </w:rPr>
        <w:t>Všechny ceny jsou uvedené v Kč bez DPH.</w:t>
      </w:r>
      <w:r w:rsidR="00400E31">
        <w:t>3.</w:t>
      </w:r>
      <w:r w:rsidR="00400E31">
        <w:tab/>
        <w:t xml:space="preserve">Cena za výkon Dozoru projektanta </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400E31" w14:paraId="0C3E1C6D" w14:textId="77777777" w:rsidTr="00400E31">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3A553D87" w14:textId="77777777" w:rsidR="00400E31" w:rsidRDefault="00400E31">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73262C45" w14:textId="77777777" w:rsidR="00400E31" w:rsidRDefault="00400E31">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1A7D572B" w14:textId="77777777" w:rsidR="00400E31" w:rsidRDefault="00400E31">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5585C916" w14:textId="77777777" w:rsidR="00400E31" w:rsidRDefault="00400E31">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0880413D" w14:textId="77777777" w:rsidR="00400E31" w:rsidRDefault="00400E31">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3B537862" w14:textId="77777777" w:rsidR="00400E31" w:rsidRDefault="00400E31">
            <w:pPr>
              <w:pStyle w:val="Textbezodsazen"/>
              <w:jc w:val="center"/>
              <w:rPr>
                <w:rStyle w:val="Tun"/>
                <w:b/>
                <w:sz w:val="16"/>
                <w:szCs w:val="16"/>
              </w:rPr>
            </w:pPr>
            <w:r>
              <w:rPr>
                <w:rStyle w:val="Tun"/>
                <w:sz w:val="16"/>
                <w:szCs w:val="16"/>
              </w:rPr>
              <w:t>Cena celkem *)</w:t>
            </w:r>
          </w:p>
        </w:tc>
      </w:tr>
      <w:tr w:rsidR="00400E31" w14:paraId="33C088D4" w14:textId="77777777" w:rsidTr="00400E31">
        <w:tc>
          <w:tcPr>
            <w:tcW w:w="993" w:type="dxa"/>
            <w:tcBorders>
              <w:top w:val="single" w:sz="4" w:space="0" w:color="auto"/>
              <w:left w:val="nil"/>
              <w:bottom w:val="nil"/>
              <w:right w:val="single" w:sz="4" w:space="0" w:color="auto"/>
            </w:tcBorders>
            <w:hideMark/>
          </w:tcPr>
          <w:p w14:paraId="45D52663" w14:textId="76BCB66D" w:rsidR="00400E31" w:rsidRDefault="00246837">
            <w:pPr>
              <w:spacing w:after="40" w:line="240" w:lineRule="auto"/>
              <w:rPr>
                <w:szCs w:val="18"/>
              </w:rPr>
            </w:pPr>
            <w:r>
              <w:rPr>
                <w:sz w:val="16"/>
                <w:szCs w:val="18"/>
              </w:rPr>
              <w:t>1</w:t>
            </w:r>
            <w:r w:rsidR="00767174">
              <w:rPr>
                <w:sz w:val="16"/>
                <w:szCs w:val="18"/>
              </w:rPr>
              <w:t>5</w:t>
            </w:r>
          </w:p>
        </w:tc>
        <w:tc>
          <w:tcPr>
            <w:tcW w:w="3260" w:type="dxa"/>
            <w:tcBorders>
              <w:top w:val="single" w:sz="4" w:space="0" w:color="auto"/>
              <w:left w:val="single" w:sz="4" w:space="0" w:color="auto"/>
              <w:bottom w:val="nil"/>
              <w:right w:val="single" w:sz="4" w:space="0" w:color="auto"/>
            </w:tcBorders>
            <w:hideMark/>
          </w:tcPr>
          <w:p w14:paraId="1D2E84ED" w14:textId="541F6282" w:rsidR="00400E31" w:rsidRDefault="00400E31">
            <w:pPr>
              <w:spacing w:after="40" w:line="240" w:lineRule="auto"/>
              <w:rPr>
                <w:sz w:val="16"/>
                <w:szCs w:val="18"/>
              </w:rPr>
            </w:pPr>
            <w:r>
              <w:rPr>
                <w:sz w:val="16"/>
                <w:szCs w:val="18"/>
              </w:rPr>
              <w:t>rozsah činnosti při výkonu Dozoru projektanta při zhotovení PDPS dle ZTP</w:t>
            </w:r>
            <w:r w:rsidR="00645E2C">
              <w:rPr>
                <w:sz w:val="16"/>
                <w:szCs w:val="18"/>
              </w:rPr>
              <w:t xml:space="preserve"> či VTP</w:t>
            </w:r>
          </w:p>
        </w:tc>
        <w:tc>
          <w:tcPr>
            <w:tcW w:w="1134" w:type="dxa"/>
            <w:tcBorders>
              <w:top w:val="single" w:sz="4" w:space="0" w:color="auto"/>
              <w:left w:val="single" w:sz="4" w:space="0" w:color="auto"/>
              <w:bottom w:val="nil"/>
              <w:right w:val="single" w:sz="4" w:space="0" w:color="auto"/>
            </w:tcBorders>
            <w:hideMark/>
          </w:tcPr>
          <w:p w14:paraId="1CAE2D39" w14:textId="77777777" w:rsidR="00400E31" w:rsidRDefault="00400E31">
            <w:pPr>
              <w:pStyle w:val="Tabulka"/>
              <w:jc w:val="center"/>
              <w:rPr>
                <w:rFonts w:asciiTheme="minorHAnsi" w:eastAsia="Verdana" w:hAnsiTheme="minorHAnsi" w:cs="Times New Roman"/>
                <w:sz w:val="16"/>
                <w:szCs w:val="16"/>
              </w:rPr>
            </w:pPr>
            <w:r>
              <w:rPr>
                <w:rFonts w:asciiTheme="minorHAnsi" w:eastAsia="Verdana" w:hAnsiTheme="minorHAnsi" w:cs="Times New Roman"/>
                <w:sz w:val="16"/>
                <w:szCs w:val="16"/>
              </w:rPr>
              <w:t>hod</w:t>
            </w:r>
          </w:p>
        </w:tc>
        <w:tc>
          <w:tcPr>
            <w:tcW w:w="992" w:type="dxa"/>
            <w:tcBorders>
              <w:top w:val="single" w:sz="4" w:space="0" w:color="auto"/>
              <w:left w:val="single" w:sz="4" w:space="0" w:color="auto"/>
              <w:bottom w:val="nil"/>
              <w:right w:val="single" w:sz="4" w:space="0" w:color="auto"/>
            </w:tcBorders>
          </w:tcPr>
          <w:p w14:paraId="6109B53A" w14:textId="77777777" w:rsidR="00400E31" w:rsidRDefault="00400E31">
            <w:pPr>
              <w:pStyle w:val="Textbezodsazen"/>
              <w:jc w:val="center"/>
            </w:pPr>
          </w:p>
        </w:tc>
        <w:tc>
          <w:tcPr>
            <w:tcW w:w="1276" w:type="dxa"/>
            <w:tcBorders>
              <w:top w:val="single" w:sz="4" w:space="0" w:color="auto"/>
              <w:left w:val="single" w:sz="4" w:space="0" w:color="auto"/>
              <w:bottom w:val="nil"/>
              <w:right w:val="single" w:sz="4" w:space="0" w:color="auto"/>
            </w:tcBorders>
          </w:tcPr>
          <w:p w14:paraId="4C7A63E3" w14:textId="77777777" w:rsidR="00400E31" w:rsidRDefault="00400E31">
            <w:pPr>
              <w:pStyle w:val="Textbezodsazen"/>
              <w:jc w:val="center"/>
            </w:pPr>
          </w:p>
        </w:tc>
        <w:tc>
          <w:tcPr>
            <w:tcW w:w="1077" w:type="dxa"/>
            <w:tcBorders>
              <w:top w:val="single" w:sz="4" w:space="0" w:color="auto"/>
              <w:left w:val="single" w:sz="4" w:space="0" w:color="auto"/>
              <w:bottom w:val="nil"/>
              <w:right w:val="nil"/>
            </w:tcBorders>
          </w:tcPr>
          <w:p w14:paraId="0E56D1EF" w14:textId="77777777" w:rsidR="00400E31" w:rsidRDefault="00400E31">
            <w:pPr>
              <w:pStyle w:val="Textbezodsazen"/>
              <w:jc w:val="center"/>
            </w:pPr>
          </w:p>
        </w:tc>
      </w:tr>
    </w:tbl>
    <w:p w14:paraId="7C4E0008" w14:textId="77777777" w:rsidR="00400E31" w:rsidRDefault="00400E31" w:rsidP="00400E31">
      <w:pPr>
        <w:pStyle w:val="Textbezodsazen"/>
      </w:pPr>
    </w:p>
    <w:p w14:paraId="57643CFF" w14:textId="77777777" w:rsidR="00400E31" w:rsidRDefault="00400E31" w:rsidP="00400E31">
      <w:pPr>
        <w:pStyle w:val="Textbezodsazen"/>
      </w:pPr>
      <w:r>
        <w:t xml:space="preserve">*) nevyplněné údaje </w:t>
      </w:r>
      <w:r>
        <w:rPr>
          <w:highlight w:val="yellow"/>
        </w:rPr>
        <w:t>VLOŽÍ ZHOTOVITEL</w:t>
      </w:r>
    </w:p>
    <w:p w14:paraId="3B84F9D9" w14:textId="77777777" w:rsidR="00400E31" w:rsidRDefault="00400E31" w:rsidP="00400E31">
      <w:pPr>
        <w:pStyle w:val="Textbezodsazen"/>
      </w:pPr>
      <w:r>
        <w:t>Všechny ceny jsou uvedené v Kč bez DPH.</w:t>
      </w:r>
    </w:p>
    <w:p w14:paraId="7771D34B" w14:textId="77777777" w:rsidR="00400E31" w:rsidRDefault="00400E31" w:rsidP="00400E31">
      <w:pPr>
        <w:pStyle w:val="Textbezodsazen"/>
      </w:pPr>
    </w:p>
    <w:p w14:paraId="3A632C79" w14:textId="2EE91A39" w:rsidR="003F5C24" w:rsidRDefault="003F5C24" w:rsidP="003F5C24">
      <w:pPr>
        <w:pStyle w:val="Textbezodsazen"/>
      </w:pPr>
      <w:r>
        <w:t xml:space="preserve">Uvedená cena za výkon Dozoru projektanta zahrnuje veškeré náklady na výkon Dozoru projektanta po celou předpokládanou dobu při zhotovení PDPS (předpoklad </w:t>
      </w:r>
      <w:r w:rsidR="002B182B" w:rsidRPr="002B182B">
        <w:rPr>
          <w:b/>
          <w:bCs/>
        </w:rPr>
        <w:t>18</w:t>
      </w:r>
      <w:r w:rsidRPr="002B182B">
        <w:rPr>
          <w:b/>
          <w:bCs/>
        </w:rPr>
        <w:t xml:space="preserve"> měsíců</w:t>
      </w:r>
      <w:r>
        <w:t>) v celkovém počtu "[</w:t>
      </w:r>
      <w:r w:rsidRPr="00236DCC">
        <w:rPr>
          <w:highlight w:val="yellow"/>
        </w:rPr>
        <w:t>VLOŽÍ ZHOTOVITEL</w:t>
      </w:r>
      <w:r>
        <w:t xml:space="preserve">]" hodin. Uvedená cena za výkon Dozoru projektanta odpovídá pracnosti a rozsahu zhotovení PDPS a zahrnuje veškeré náklady na činnosti související s výkonem Dozoru projektu včetně </w:t>
      </w:r>
      <w:r w:rsidR="00681B49">
        <w:t xml:space="preserve">případných </w:t>
      </w:r>
      <w:r>
        <w:t>cestovních výloh, v předpokládané době zhotovení PDPS.</w:t>
      </w:r>
    </w:p>
    <w:p w14:paraId="5D00028C" w14:textId="6EE52599" w:rsidR="00236DCC" w:rsidRDefault="00400E31" w:rsidP="009227F1">
      <w:pPr>
        <w:pStyle w:val="Nadpisbezsl1-2"/>
      </w:pPr>
      <w:r>
        <w:t>4</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9227F1">
        <w:tc>
          <w:tcPr>
            <w:tcW w:w="8050" w:type="dxa"/>
            <w:gridSpan w:val="3"/>
          </w:tcPr>
          <w:p w14:paraId="500DD0E1" w14:textId="77777777" w:rsidR="00236DCC" w:rsidRPr="00236DCC" w:rsidRDefault="00236DCC" w:rsidP="00517090">
            <w:pPr>
              <w:pStyle w:val="Tabulka"/>
            </w:pPr>
            <w:r w:rsidRPr="00236DCC">
              <w:t xml:space="preserve">z toho: </w:t>
            </w:r>
          </w:p>
        </w:tc>
      </w:tr>
      <w:tr w:rsidR="00236DCC" w:rsidRPr="00236DCC" w14:paraId="0C500B2C" w14:textId="77777777" w:rsidTr="009227F1">
        <w:tc>
          <w:tcPr>
            <w:tcW w:w="8050" w:type="dxa"/>
            <w:gridSpan w:val="3"/>
          </w:tcPr>
          <w:p w14:paraId="21DF3DBC" w14:textId="5AF51967" w:rsidR="00236DCC" w:rsidRPr="00236DCC" w:rsidRDefault="00236DCC" w:rsidP="00517090">
            <w:pPr>
              <w:pStyle w:val="Tabulka"/>
            </w:pPr>
            <w:r w:rsidRPr="00236DCC">
              <w:t xml:space="preserve">Cena za zpracování </w:t>
            </w:r>
            <w:r w:rsidR="003E6596">
              <w:t>ZP</w:t>
            </w:r>
            <w:r w:rsidR="00B06D17">
              <w:t>:</w:t>
            </w:r>
            <w:r w:rsidRPr="00236DCC">
              <w:t xml:space="preserve"> </w:t>
            </w:r>
          </w:p>
        </w:tc>
      </w:tr>
      <w:tr w:rsidR="00236DCC" w:rsidRPr="00236DCC" w14:paraId="4110EE06" w14:textId="77777777" w:rsidTr="009227F1">
        <w:tc>
          <w:tcPr>
            <w:tcW w:w="2683" w:type="dxa"/>
          </w:tcPr>
          <w:p w14:paraId="75C9617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9ACDAD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541E0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238718BB" w14:textId="77777777" w:rsidTr="009227F1">
        <w:tc>
          <w:tcPr>
            <w:tcW w:w="8050" w:type="dxa"/>
            <w:gridSpan w:val="3"/>
          </w:tcPr>
          <w:p w14:paraId="41884335" w14:textId="6BCEE9A5" w:rsidR="00236DCC" w:rsidRPr="00236DCC" w:rsidRDefault="00236DCC" w:rsidP="00517090">
            <w:pPr>
              <w:pStyle w:val="Tabulka"/>
            </w:pPr>
            <w:r w:rsidRPr="00236DCC">
              <w:t xml:space="preserve">Cena za </w:t>
            </w:r>
            <w:r w:rsidR="003E6596">
              <w:t xml:space="preserve">zpracování </w:t>
            </w:r>
            <w:r w:rsidR="009521A1">
              <w:t>DPS</w:t>
            </w:r>
            <w:r w:rsidR="00B06D17">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517EEC" w:rsidRPr="00236DCC" w14:paraId="705CFB6E" w14:textId="77777777" w:rsidTr="00AF3A20">
        <w:tc>
          <w:tcPr>
            <w:tcW w:w="8050" w:type="dxa"/>
            <w:gridSpan w:val="3"/>
          </w:tcPr>
          <w:tbl>
            <w:tblPr>
              <w:tblStyle w:val="TabulkaS-zhlav"/>
              <w:tblW w:w="0" w:type="auto"/>
              <w:tblLook w:val="04A0" w:firstRow="1" w:lastRow="0" w:firstColumn="1" w:lastColumn="0" w:noHBand="0" w:noVBand="1"/>
            </w:tblPr>
            <w:tblGrid>
              <w:gridCol w:w="2627"/>
              <w:gridCol w:w="2626"/>
              <w:gridCol w:w="2627"/>
            </w:tblGrid>
            <w:tr w:rsidR="00517EEC" w:rsidRPr="00236DCC" w14:paraId="55C4FA1F" w14:textId="77777777" w:rsidTr="00AF3A20">
              <w:trPr>
                <w:cnfStyle w:val="100000000000" w:firstRow="1" w:lastRow="0" w:firstColumn="0" w:lastColumn="0" w:oddVBand="0" w:evenVBand="0" w:oddHBand="0" w:evenHBand="0" w:firstRowFirstColumn="0" w:firstRowLastColumn="0" w:lastRowFirstColumn="0" w:lastRowLastColumn="0"/>
              </w:trPr>
              <w:tc>
                <w:tcPr>
                  <w:tcW w:w="8050" w:type="dxa"/>
                  <w:gridSpan w:val="3"/>
                </w:tcPr>
                <w:p w14:paraId="504081EB" w14:textId="3BA4B7DC" w:rsidR="00517EEC" w:rsidRPr="00722CE2" w:rsidRDefault="00517EEC" w:rsidP="00517EEC">
                  <w:pPr>
                    <w:pStyle w:val="Tabulka"/>
                    <w:rPr>
                      <w:b w:val="0"/>
                    </w:rPr>
                  </w:pPr>
                  <w:r w:rsidRPr="00722CE2">
                    <w:rPr>
                      <w:b w:val="0"/>
                    </w:rPr>
                    <w:t>Spolu Cena za zpracování ZP</w:t>
                  </w:r>
                  <w:r w:rsidRPr="004471E8">
                    <w:rPr>
                      <w:b w:val="0"/>
                    </w:rPr>
                    <w:t xml:space="preserve">, </w:t>
                  </w:r>
                  <w:r w:rsidR="009521A1">
                    <w:rPr>
                      <w:b w:val="0"/>
                    </w:rPr>
                    <w:t>DPS</w:t>
                  </w:r>
                  <w:r w:rsidRPr="004471E8">
                    <w:rPr>
                      <w:b w:val="0"/>
                    </w:rPr>
                    <w:t>:</w:t>
                  </w:r>
                  <w:r w:rsidRPr="00722CE2">
                    <w:rPr>
                      <w:b w:val="0"/>
                    </w:rPr>
                    <w:t xml:space="preserve"> </w:t>
                  </w:r>
                </w:p>
              </w:tc>
            </w:tr>
            <w:tr w:rsidR="00517EEC" w:rsidRPr="00236DCC" w14:paraId="719851EA" w14:textId="77777777" w:rsidTr="00AF3A20">
              <w:tc>
                <w:tcPr>
                  <w:tcW w:w="2683" w:type="dxa"/>
                </w:tcPr>
                <w:p w14:paraId="00BC6ABB" w14:textId="77777777" w:rsidR="00517EEC" w:rsidRPr="00236DCC" w:rsidRDefault="00517EEC" w:rsidP="00517EEC">
                  <w:pPr>
                    <w:pStyle w:val="Tabulka"/>
                  </w:pPr>
                  <w:r w:rsidRPr="00236DCC">
                    <w:t>"[</w:t>
                  </w:r>
                  <w:r w:rsidRPr="00236DCC">
                    <w:rPr>
                      <w:highlight w:val="yellow"/>
                    </w:rPr>
                    <w:t>VLOŽÍ ZHOTOVITEL</w:t>
                  </w:r>
                  <w:r w:rsidRPr="00236DCC">
                    <w:t>]" Kč</w:t>
                  </w:r>
                </w:p>
              </w:tc>
              <w:tc>
                <w:tcPr>
                  <w:tcW w:w="2683" w:type="dxa"/>
                </w:tcPr>
                <w:p w14:paraId="575737E3" w14:textId="77777777" w:rsidR="00517EEC" w:rsidRPr="00236DCC" w:rsidRDefault="00517EEC" w:rsidP="00517EEC">
                  <w:pPr>
                    <w:pStyle w:val="Tabulka"/>
                  </w:pPr>
                  <w:r w:rsidRPr="00236DCC">
                    <w:t>"[</w:t>
                  </w:r>
                  <w:r w:rsidRPr="00236DCC">
                    <w:rPr>
                      <w:highlight w:val="yellow"/>
                    </w:rPr>
                    <w:t>VLOŽÍ ZHOTOVITEL</w:t>
                  </w:r>
                  <w:r w:rsidRPr="00236DCC">
                    <w:t>]" Kč</w:t>
                  </w:r>
                </w:p>
              </w:tc>
              <w:tc>
                <w:tcPr>
                  <w:tcW w:w="2684" w:type="dxa"/>
                </w:tcPr>
                <w:p w14:paraId="4807E2E5" w14:textId="77777777" w:rsidR="00517EEC" w:rsidRPr="00236DCC" w:rsidRDefault="00517EEC" w:rsidP="00517EEC">
                  <w:pPr>
                    <w:pStyle w:val="Tabulka"/>
                  </w:pPr>
                  <w:r w:rsidRPr="00236DCC">
                    <w:t>"[</w:t>
                  </w:r>
                  <w:r w:rsidRPr="00236DCC">
                    <w:rPr>
                      <w:highlight w:val="yellow"/>
                    </w:rPr>
                    <w:t>VLOŽÍ ZHOTOVITEL</w:t>
                  </w:r>
                  <w:r w:rsidRPr="00236DCC">
                    <w:t>]" Kč</w:t>
                  </w:r>
                </w:p>
              </w:tc>
            </w:tr>
          </w:tbl>
          <w:p w14:paraId="37CA8BAB" w14:textId="7B8B7F55" w:rsidR="00517EEC" w:rsidRPr="00236DCC" w:rsidRDefault="00517EEC" w:rsidP="00517EEC">
            <w:pPr>
              <w:pStyle w:val="Tabulka"/>
            </w:pPr>
            <w:r w:rsidRPr="00236DCC">
              <w:t xml:space="preserve">Cena za výkon </w:t>
            </w:r>
            <w:r>
              <w:t>D</w:t>
            </w:r>
            <w:r w:rsidRPr="00236DCC">
              <w:t>ozoru</w:t>
            </w:r>
            <w:r>
              <w:t xml:space="preserve"> projektanta:</w:t>
            </w:r>
          </w:p>
        </w:tc>
      </w:tr>
      <w:tr w:rsidR="00517EEC" w:rsidRPr="00236DCC" w14:paraId="3728B6C1" w14:textId="77777777" w:rsidTr="009227F1">
        <w:tc>
          <w:tcPr>
            <w:tcW w:w="2683" w:type="dxa"/>
          </w:tcPr>
          <w:p w14:paraId="3A26A2C6" w14:textId="31A0CD80" w:rsidR="00517EEC" w:rsidRPr="00236DCC" w:rsidRDefault="00517EEC" w:rsidP="00517EEC">
            <w:pPr>
              <w:pStyle w:val="Tabulka"/>
            </w:pPr>
            <w:r w:rsidRPr="00236DCC">
              <w:t>"[</w:t>
            </w:r>
            <w:r w:rsidRPr="00236DCC">
              <w:rPr>
                <w:highlight w:val="yellow"/>
              </w:rPr>
              <w:t>VLOŽÍ ZHOTOVITEL</w:t>
            </w:r>
            <w:r w:rsidRPr="00236DCC">
              <w:t>]" Kč</w:t>
            </w:r>
          </w:p>
        </w:tc>
        <w:tc>
          <w:tcPr>
            <w:tcW w:w="2683" w:type="dxa"/>
          </w:tcPr>
          <w:p w14:paraId="773F4A7C" w14:textId="00F87774" w:rsidR="00517EEC" w:rsidRPr="00236DCC" w:rsidRDefault="00517EEC" w:rsidP="00517EEC">
            <w:pPr>
              <w:pStyle w:val="Tabulka"/>
            </w:pPr>
            <w:r w:rsidRPr="00236DCC">
              <w:t>"[</w:t>
            </w:r>
            <w:r w:rsidRPr="00236DCC">
              <w:rPr>
                <w:highlight w:val="yellow"/>
              </w:rPr>
              <w:t>VLOŽÍ ZHOTOVITEL</w:t>
            </w:r>
            <w:r w:rsidRPr="00236DCC">
              <w:t>]" Kč</w:t>
            </w:r>
          </w:p>
        </w:tc>
        <w:tc>
          <w:tcPr>
            <w:tcW w:w="2684" w:type="dxa"/>
          </w:tcPr>
          <w:p w14:paraId="52197EF7" w14:textId="570B4959" w:rsidR="00517EEC" w:rsidRPr="00236DCC" w:rsidRDefault="00517EEC" w:rsidP="00517EEC">
            <w:pPr>
              <w:pStyle w:val="Tabulka"/>
            </w:pPr>
            <w:r w:rsidRPr="00236DCC">
              <w:t>"[</w:t>
            </w:r>
            <w:r w:rsidRPr="00236DCC">
              <w:rPr>
                <w:highlight w:val="yellow"/>
              </w:rPr>
              <w:t>VLOŽÍ ZHOTOVITEL</w:t>
            </w:r>
            <w:r w:rsidRPr="00236DCC">
              <w:t>]" Kč</w:t>
            </w:r>
          </w:p>
        </w:tc>
      </w:tr>
    </w:tbl>
    <w:p w14:paraId="68E179EB" w14:textId="77777777" w:rsidR="00236DCC" w:rsidRDefault="00236DCC" w:rsidP="00236DCC">
      <w:pPr>
        <w:pStyle w:val="Textbezodsazen"/>
      </w:pPr>
    </w:p>
    <w:p w14:paraId="5CAB7EC8" w14:textId="5E96F7F4"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7940A0">
        <w:rPr>
          <w:rStyle w:val="Tun-ZRUIT"/>
        </w:rPr>
        <w:t xml:space="preserve">ZP, </w:t>
      </w:r>
      <w:r w:rsidR="009521A1">
        <w:rPr>
          <w:rStyle w:val="Tun-ZRUIT"/>
        </w:rPr>
        <w:t xml:space="preserve">DPS </w:t>
      </w:r>
      <w:r w:rsidR="007940A0">
        <w:rPr>
          <w:rStyle w:val="Tun-ZRUIT"/>
        </w:rPr>
        <w:t>a výkon Dozoru projektanta</w:t>
      </w:r>
      <w:r w:rsidRPr="00236DCC">
        <w:rPr>
          <w:rStyle w:val="Tun-ZRUIT"/>
        </w:rPr>
        <w:t>:</w:t>
      </w:r>
      <w:bookmarkStart w:id="28" w:name="_Hlk157153816"/>
      <w:r w:rsidR="00C321B7" w:rsidRPr="00C321B7">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28"/>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09049AE9" w14:textId="77777777" w:rsidR="009E2644"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p w14:paraId="3FB749ED" w14:textId="517C865F" w:rsidR="00B72613" w:rsidRPr="00B06D17" w:rsidRDefault="003E6596" w:rsidP="00517090">
            <w:pPr>
              <w:pStyle w:val="Tabulka"/>
              <w:rPr>
                <w:rStyle w:val="Tun"/>
                <w:highlight w:val="yellow"/>
              </w:rPr>
            </w:pPr>
            <w:r w:rsidRPr="009E2644">
              <w:rPr>
                <w:rStyle w:val="Tun"/>
              </w:rPr>
              <w:t>(1. dílčí fakturace</w:t>
            </w:r>
            <w:r w:rsidR="009E2644" w:rsidRPr="009E2644">
              <w:rPr>
                <w:rStyle w:val="Tun"/>
              </w:rPr>
              <w:t xml:space="preserve"> ve výši 20% z ceny ZP, DPS</w:t>
            </w:r>
            <w:r w:rsidRPr="009E2644">
              <w:rPr>
                <w:rStyle w:val="Tun"/>
              </w:rPr>
              <w:t>)</w:t>
            </w:r>
          </w:p>
        </w:tc>
        <w:tc>
          <w:tcPr>
            <w:tcW w:w="2977" w:type="dxa"/>
          </w:tcPr>
          <w:p w14:paraId="759BEB8D" w14:textId="77777777" w:rsidR="00B72613" w:rsidRPr="00B06D17" w:rsidRDefault="00B72613" w:rsidP="00517090">
            <w:pPr>
              <w:pStyle w:val="Tabulka"/>
              <w:rPr>
                <w:rStyle w:val="Tun"/>
                <w:highlight w:val="yellow"/>
              </w:rPr>
            </w:pPr>
            <w:r w:rsidRPr="00B06D17">
              <w:rPr>
                <w:rStyle w:val="Tun"/>
                <w:highlight w:val="yellow"/>
              </w:rPr>
              <w:t>[....] Kč</w:t>
            </w:r>
          </w:p>
        </w:tc>
      </w:tr>
      <w:tr w:rsidR="009E2644" w:rsidRPr="00B72613" w14:paraId="5FF81586" w14:textId="77777777" w:rsidTr="009227F1">
        <w:tc>
          <w:tcPr>
            <w:tcW w:w="2914" w:type="dxa"/>
          </w:tcPr>
          <w:p w14:paraId="4E767CD0" w14:textId="77777777" w:rsidR="009E2644" w:rsidRPr="00B06D17" w:rsidRDefault="009E2644" w:rsidP="009E2644">
            <w:pPr>
              <w:pStyle w:val="Tabulka"/>
              <w:rPr>
                <w:rStyle w:val="Tun"/>
                <w:highlight w:val="yellow"/>
              </w:rPr>
            </w:pPr>
            <w:r w:rsidRPr="00B06D17">
              <w:rPr>
                <w:rStyle w:val="Tun"/>
                <w:highlight w:val="yellow"/>
              </w:rPr>
              <w:t>2. Dílčí etapa</w:t>
            </w:r>
          </w:p>
        </w:tc>
        <w:tc>
          <w:tcPr>
            <w:tcW w:w="2977" w:type="dxa"/>
          </w:tcPr>
          <w:p w14:paraId="715BDD5A" w14:textId="77777777" w:rsidR="009E2644" w:rsidRDefault="009E2644" w:rsidP="009E2644">
            <w:pPr>
              <w:pStyle w:val="Tabulka"/>
              <w:rPr>
                <w:rStyle w:val="Tun"/>
                <w:highlight w:val="yellow"/>
              </w:rPr>
            </w:pPr>
            <w:r w:rsidRPr="00E77BB9">
              <w:rPr>
                <w:rStyle w:val="Tun"/>
                <w:highlight w:val="yellow"/>
              </w:rPr>
              <w:t xml:space="preserve">[....] Kč </w:t>
            </w:r>
          </w:p>
          <w:p w14:paraId="329F118D" w14:textId="59405768" w:rsidR="009E2644" w:rsidRPr="00B06D17" w:rsidRDefault="009E2644" w:rsidP="009E2644">
            <w:pPr>
              <w:pStyle w:val="Tabulka"/>
              <w:rPr>
                <w:rStyle w:val="Tun"/>
                <w:highlight w:val="yellow"/>
              </w:rPr>
            </w:pPr>
            <w:r w:rsidRPr="009E2644">
              <w:rPr>
                <w:rStyle w:val="Tun"/>
              </w:rPr>
              <w:t>(</w:t>
            </w:r>
            <w:r>
              <w:rPr>
                <w:rStyle w:val="Tun"/>
              </w:rPr>
              <w:t>2</w:t>
            </w:r>
            <w:r w:rsidRPr="009E2644">
              <w:rPr>
                <w:rStyle w:val="Tun"/>
              </w:rPr>
              <w:t xml:space="preserve">. dílčí fakturace ve výši </w:t>
            </w:r>
            <w:r>
              <w:rPr>
                <w:rStyle w:val="Tun"/>
              </w:rPr>
              <w:t>1</w:t>
            </w:r>
            <w:r w:rsidRPr="009E2644">
              <w:rPr>
                <w:rStyle w:val="Tun"/>
              </w:rPr>
              <w:t>0% z ceny ZP, DPS)</w:t>
            </w:r>
          </w:p>
        </w:tc>
        <w:tc>
          <w:tcPr>
            <w:tcW w:w="2977" w:type="dxa"/>
          </w:tcPr>
          <w:p w14:paraId="1B712DD5" w14:textId="366637D9" w:rsidR="009E2644" w:rsidRPr="00B06D17" w:rsidRDefault="009E2644" w:rsidP="009E2644">
            <w:pPr>
              <w:pStyle w:val="Tabulka"/>
              <w:rPr>
                <w:rStyle w:val="Tun"/>
                <w:highlight w:val="yellow"/>
              </w:rPr>
            </w:pPr>
            <w:r w:rsidRPr="00B06D17">
              <w:rPr>
                <w:rStyle w:val="Tun"/>
                <w:highlight w:val="yellow"/>
              </w:rPr>
              <w:t>[....] Kč</w:t>
            </w:r>
            <w:r>
              <w:rPr>
                <w:rStyle w:val="Tun"/>
                <w:highlight w:val="yellow"/>
              </w:rPr>
              <w:t xml:space="preserve"> </w:t>
            </w:r>
          </w:p>
        </w:tc>
      </w:tr>
      <w:tr w:rsidR="009E2644" w:rsidRPr="00B72613" w14:paraId="702BEB9C" w14:textId="77777777" w:rsidTr="009227F1">
        <w:tc>
          <w:tcPr>
            <w:tcW w:w="2914" w:type="dxa"/>
          </w:tcPr>
          <w:p w14:paraId="4B5EAB04" w14:textId="77777777" w:rsidR="009E2644" w:rsidRPr="00B06D17" w:rsidRDefault="009E2644" w:rsidP="009E2644">
            <w:pPr>
              <w:pStyle w:val="Tabulka"/>
              <w:rPr>
                <w:rStyle w:val="Tun"/>
                <w:highlight w:val="yellow"/>
              </w:rPr>
            </w:pPr>
            <w:r w:rsidRPr="00B06D17">
              <w:rPr>
                <w:rStyle w:val="Tun"/>
                <w:highlight w:val="yellow"/>
              </w:rPr>
              <w:t>3. Dílčí etapa</w:t>
            </w:r>
          </w:p>
        </w:tc>
        <w:tc>
          <w:tcPr>
            <w:tcW w:w="2977" w:type="dxa"/>
          </w:tcPr>
          <w:p w14:paraId="09D3A387" w14:textId="7ACFC848" w:rsidR="009E2644" w:rsidRPr="00B06D17" w:rsidRDefault="009E2644" w:rsidP="009E2644">
            <w:pPr>
              <w:pStyle w:val="Tabulka"/>
              <w:rPr>
                <w:rStyle w:val="Tun"/>
                <w:highlight w:val="yellow"/>
              </w:rPr>
            </w:pPr>
            <w:r w:rsidRPr="00E77BB9">
              <w:rPr>
                <w:rStyle w:val="Tun"/>
              </w:rPr>
              <w:t>(</w:t>
            </w:r>
            <w:r>
              <w:rPr>
                <w:rStyle w:val="Tun"/>
              </w:rPr>
              <w:t>3</w:t>
            </w:r>
            <w:r w:rsidRPr="00E77BB9">
              <w:rPr>
                <w:rStyle w:val="Tun"/>
              </w:rPr>
              <w:t xml:space="preserve">. dílčí fakturace ve výši </w:t>
            </w:r>
            <w:r>
              <w:rPr>
                <w:rStyle w:val="Tun"/>
              </w:rPr>
              <w:t>1</w:t>
            </w:r>
            <w:r w:rsidRPr="00E77BB9">
              <w:rPr>
                <w:rStyle w:val="Tun"/>
              </w:rPr>
              <w:t>0% z ceny ZP, DPS)</w:t>
            </w:r>
          </w:p>
        </w:tc>
        <w:tc>
          <w:tcPr>
            <w:tcW w:w="2977" w:type="dxa"/>
          </w:tcPr>
          <w:p w14:paraId="17353B2D" w14:textId="77777777" w:rsidR="009E2644" w:rsidRPr="00B06D17" w:rsidRDefault="009E2644" w:rsidP="009E2644">
            <w:pPr>
              <w:pStyle w:val="Tabulka"/>
              <w:rPr>
                <w:rStyle w:val="Tun"/>
                <w:highlight w:val="yellow"/>
              </w:rPr>
            </w:pPr>
            <w:r w:rsidRPr="00B06D17">
              <w:rPr>
                <w:rStyle w:val="Tun"/>
                <w:highlight w:val="yellow"/>
              </w:rPr>
              <w:t>[....] Kč</w:t>
            </w:r>
          </w:p>
        </w:tc>
      </w:tr>
      <w:tr w:rsidR="009E2644" w:rsidRPr="00B72613" w14:paraId="3E81B8E0" w14:textId="77777777" w:rsidTr="009227F1">
        <w:tc>
          <w:tcPr>
            <w:tcW w:w="2914" w:type="dxa"/>
          </w:tcPr>
          <w:p w14:paraId="5FFABDB3" w14:textId="77777777" w:rsidR="009E2644" w:rsidRPr="00B06D17" w:rsidRDefault="009E2644" w:rsidP="009E2644">
            <w:pPr>
              <w:pStyle w:val="Tabulka"/>
              <w:rPr>
                <w:rStyle w:val="Tun"/>
                <w:highlight w:val="yellow"/>
              </w:rPr>
            </w:pPr>
            <w:r w:rsidRPr="00B06D17">
              <w:rPr>
                <w:rStyle w:val="Tun"/>
                <w:highlight w:val="yellow"/>
              </w:rPr>
              <w:t>4. Dílčí etapa</w:t>
            </w:r>
          </w:p>
        </w:tc>
        <w:tc>
          <w:tcPr>
            <w:tcW w:w="2977" w:type="dxa"/>
          </w:tcPr>
          <w:p w14:paraId="1D799CA5" w14:textId="77777777" w:rsidR="009E2644" w:rsidRDefault="009E2644" w:rsidP="009E2644">
            <w:pPr>
              <w:pStyle w:val="Tabulka"/>
              <w:rPr>
                <w:rStyle w:val="Tun"/>
                <w:highlight w:val="yellow"/>
              </w:rPr>
            </w:pPr>
            <w:r w:rsidRPr="00E77BB9">
              <w:rPr>
                <w:rStyle w:val="Tun"/>
                <w:highlight w:val="yellow"/>
              </w:rPr>
              <w:t xml:space="preserve">[....] Kč </w:t>
            </w:r>
          </w:p>
          <w:p w14:paraId="314C69F3" w14:textId="76FDA863" w:rsidR="009E2644" w:rsidRPr="00B06D17" w:rsidRDefault="009E2644" w:rsidP="009E2644">
            <w:pPr>
              <w:pStyle w:val="Tabulka"/>
              <w:rPr>
                <w:rStyle w:val="Tun"/>
                <w:highlight w:val="yellow"/>
              </w:rPr>
            </w:pPr>
            <w:r w:rsidRPr="009E2644">
              <w:rPr>
                <w:rStyle w:val="Tun"/>
              </w:rPr>
              <w:t>(</w:t>
            </w:r>
            <w:r>
              <w:rPr>
                <w:rStyle w:val="Tun"/>
              </w:rPr>
              <w:t>4</w:t>
            </w:r>
            <w:r w:rsidRPr="009E2644">
              <w:rPr>
                <w:rStyle w:val="Tun"/>
              </w:rPr>
              <w:t xml:space="preserve">. dílčí fakturace ve výši </w:t>
            </w:r>
            <w:r>
              <w:rPr>
                <w:rStyle w:val="Tun"/>
              </w:rPr>
              <w:t>3</w:t>
            </w:r>
            <w:r w:rsidRPr="009E2644">
              <w:rPr>
                <w:rStyle w:val="Tun"/>
              </w:rPr>
              <w:t>0% z ceny ZP, DPS)</w:t>
            </w:r>
          </w:p>
        </w:tc>
        <w:tc>
          <w:tcPr>
            <w:tcW w:w="2977" w:type="dxa"/>
          </w:tcPr>
          <w:p w14:paraId="5B8954A9" w14:textId="77777777" w:rsidR="009E2644" w:rsidRPr="00B06D17" w:rsidRDefault="009E2644" w:rsidP="009E2644">
            <w:pPr>
              <w:pStyle w:val="Tabulka"/>
              <w:rPr>
                <w:rStyle w:val="Tun"/>
                <w:highlight w:val="yellow"/>
              </w:rPr>
            </w:pPr>
            <w:r w:rsidRPr="00B06D17">
              <w:rPr>
                <w:rStyle w:val="Tun"/>
                <w:highlight w:val="yellow"/>
              </w:rPr>
              <w:t>[....] Kč</w:t>
            </w:r>
          </w:p>
        </w:tc>
      </w:tr>
      <w:tr w:rsidR="009E2644" w:rsidRPr="00B72613" w14:paraId="601AF452" w14:textId="77777777" w:rsidTr="009227F1">
        <w:tc>
          <w:tcPr>
            <w:tcW w:w="2914" w:type="dxa"/>
          </w:tcPr>
          <w:p w14:paraId="119E4F48" w14:textId="77777777" w:rsidR="009E2644" w:rsidRPr="00B06D17" w:rsidRDefault="009E2644" w:rsidP="009E2644">
            <w:pPr>
              <w:pStyle w:val="Tabulka"/>
              <w:rPr>
                <w:rStyle w:val="Tun"/>
                <w:highlight w:val="yellow"/>
              </w:rPr>
            </w:pPr>
            <w:r w:rsidRPr="00B06D17">
              <w:rPr>
                <w:rStyle w:val="Tun"/>
                <w:highlight w:val="yellow"/>
              </w:rPr>
              <w:t>5. Dílčí etapa</w:t>
            </w:r>
          </w:p>
        </w:tc>
        <w:tc>
          <w:tcPr>
            <w:tcW w:w="2977" w:type="dxa"/>
          </w:tcPr>
          <w:p w14:paraId="015431D6" w14:textId="3BEF0C63" w:rsidR="009E2644" w:rsidRPr="00B06D17" w:rsidRDefault="009E2644" w:rsidP="009E2644">
            <w:pPr>
              <w:pStyle w:val="Tabulka"/>
              <w:rPr>
                <w:rStyle w:val="Tun"/>
                <w:highlight w:val="yellow"/>
              </w:rPr>
            </w:pPr>
            <w:r w:rsidRPr="00E77BB9">
              <w:rPr>
                <w:rStyle w:val="Tun"/>
              </w:rPr>
              <w:t>(</w:t>
            </w:r>
            <w:r>
              <w:rPr>
                <w:rStyle w:val="Tun"/>
              </w:rPr>
              <w:t>5</w:t>
            </w:r>
            <w:r w:rsidRPr="00E77BB9">
              <w:rPr>
                <w:rStyle w:val="Tun"/>
              </w:rPr>
              <w:t xml:space="preserve">. dílčí fakturace ve výši </w:t>
            </w:r>
            <w:r w:rsidR="00E96D66">
              <w:rPr>
                <w:rStyle w:val="Tun"/>
              </w:rPr>
              <w:t>20</w:t>
            </w:r>
            <w:r w:rsidRPr="00E77BB9">
              <w:rPr>
                <w:rStyle w:val="Tun"/>
              </w:rPr>
              <w:t>% z ceny ZP, DPS)</w:t>
            </w:r>
          </w:p>
        </w:tc>
        <w:tc>
          <w:tcPr>
            <w:tcW w:w="2977" w:type="dxa"/>
          </w:tcPr>
          <w:p w14:paraId="16088675" w14:textId="3F5B153D" w:rsidR="009E2644" w:rsidRPr="00B06D17" w:rsidRDefault="009E2644" w:rsidP="009E2644">
            <w:pPr>
              <w:pStyle w:val="Tabulka"/>
              <w:rPr>
                <w:rStyle w:val="Tun"/>
                <w:highlight w:val="yellow"/>
              </w:rPr>
            </w:pPr>
            <w:r w:rsidRPr="00B06D17">
              <w:rPr>
                <w:rStyle w:val="Tun"/>
                <w:highlight w:val="yellow"/>
              </w:rPr>
              <w:t>[....] Kč</w:t>
            </w:r>
            <w:r>
              <w:rPr>
                <w:rStyle w:val="Tun"/>
                <w:highlight w:val="yellow"/>
              </w:rPr>
              <w:t xml:space="preserve"> </w:t>
            </w:r>
          </w:p>
        </w:tc>
      </w:tr>
      <w:tr w:rsidR="009E2644" w:rsidRPr="00B72613" w14:paraId="45244CB7" w14:textId="77777777" w:rsidTr="009227F1">
        <w:tc>
          <w:tcPr>
            <w:tcW w:w="2914" w:type="dxa"/>
          </w:tcPr>
          <w:p w14:paraId="051BCD84" w14:textId="5D5A3E0C" w:rsidR="009E2644" w:rsidRPr="00B06D17" w:rsidRDefault="009E2644" w:rsidP="009E2644">
            <w:pPr>
              <w:pStyle w:val="Tabulka"/>
              <w:rPr>
                <w:rStyle w:val="Tun"/>
                <w:highlight w:val="yellow"/>
              </w:rPr>
            </w:pPr>
            <w:r w:rsidRPr="00B06D17">
              <w:rPr>
                <w:rStyle w:val="Tun"/>
                <w:highlight w:val="yellow"/>
              </w:rPr>
              <w:t xml:space="preserve">6. Dílčí etapa </w:t>
            </w:r>
          </w:p>
        </w:tc>
        <w:tc>
          <w:tcPr>
            <w:tcW w:w="2977" w:type="dxa"/>
          </w:tcPr>
          <w:p w14:paraId="799BA612" w14:textId="77777777" w:rsidR="009E2644" w:rsidRDefault="009E2644" w:rsidP="009E2644">
            <w:pPr>
              <w:pStyle w:val="Tabulka"/>
              <w:rPr>
                <w:rStyle w:val="Tun"/>
                <w:highlight w:val="yellow"/>
              </w:rPr>
            </w:pPr>
            <w:r w:rsidRPr="00E77BB9">
              <w:rPr>
                <w:rStyle w:val="Tun"/>
                <w:highlight w:val="yellow"/>
              </w:rPr>
              <w:t xml:space="preserve">[....] Kč </w:t>
            </w:r>
          </w:p>
          <w:p w14:paraId="16A7E2F9" w14:textId="6B69881B" w:rsidR="009E2644" w:rsidRPr="00B06D17" w:rsidRDefault="009E2644" w:rsidP="009E2644">
            <w:pPr>
              <w:pStyle w:val="Tabulka"/>
              <w:rPr>
                <w:rStyle w:val="Tun"/>
                <w:highlight w:val="yellow"/>
              </w:rPr>
            </w:pPr>
            <w:r w:rsidRPr="009E2644">
              <w:rPr>
                <w:rStyle w:val="Tun"/>
              </w:rPr>
              <w:t>(</w:t>
            </w:r>
            <w:r>
              <w:rPr>
                <w:rStyle w:val="Tun"/>
              </w:rPr>
              <w:t>6</w:t>
            </w:r>
            <w:r w:rsidRPr="009E2644">
              <w:rPr>
                <w:rStyle w:val="Tun"/>
              </w:rPr>
              <w:t xml:space="preserve">. dílčí fakturace ve výši </w:t>
            </w:r>
            <w:r>
              <w:rPr>
                <w:rStyle w:val="Tun"/>
              </w:rPr>
              <w:t>10</w:t>
            </w:r>
            <w:r w:rsidRPr="009E2644">
              <w:rPr>
                <w:rStyle w:val="Tun"/>
              </w:rPr>
              <w:t>% z ceny ZP, DPS)</w:t>
            </w:r>
          </w:p>
        </w:tc>
        <w:tc>
          <w:tcPr>
            <w:tcW w:w="2977" w:type="dxa"/>
          </w:tcPr>
          <w:p w14:paraId="41BB2FC4" w14:textId="77777777" w:rsidR="009E2644" w:rsidRPr="00B06D17" w:rsidRDefault="009E2644" w:rsidP="009E2644">
            <w:pPr>
              <w:pStyle w:val="Tabulka"/>
              <w:rPr>
                <w:rStyle w:val="Tun"/>
                <w:highlight w:val="yellow"/>
              </w:rPr>
            </w:pPr>
            <w:r w:rsidRPr="00B06D17">
              <w:rPr>
                <w:rStyle w:val="Tun"/>
                <w:highlight w:val="yellow"/>
              </w:rPr>
              <w:t>[....] Kč</w:t>
            </w:r>
          </w:p>
        </w:tc>
      </w:tr>
      <w:tr w:rsidR="003F5C24" w:rsidRPr="00B72613" w14:paraId="1CD09D0F" w14:textId="77777777" w:rsidTr="009227F1">
        <w:tc>
          <w:tcPr>
            <w:tcW w:w="2914" w:type="dxa"/>
          </w:tcPr>
          <w:p w14:paraId="65E07968" w14:textId="3ED72903" w:rsidR="003F5C24" w:rsidRPr="00B06D17" w:rsidRDefault="003F5C24" w:rsidP="00517090">
            <w:pPr>
              <w:pStyle w:val="Tabulka"/>
              <w:rPr>
                <w:rStyle w:val="Tun"/>
                <w:highlight w:val="yellow"/>
              </w:rPr>
            </w:pPr>
            <w:r>
              <w:rPr>
                <w:rStyle w:val="Tun"/>
                <w:highlight w:val="yellow"/>
              </w:rPr>
              <w:t>7. Dílčí etapa</w:t>
            </w:r>
          </w:p>
        </w:tc>
        <w:tc>
          <w:tcPr>
            <w:tcW w:w="2977" w:type="dxa"/>
          </w:tcPr>
          <w:p w14:paraId="2A711454" w14:textId="77777777" w:rsidR="009E2644" w:rsidRDefault="003F5C24" w:rsidP="00517090">
            <w:pPr>
              <w:pStyle w:val="Tabulka"/>
              <w:rPr>
                <w:rStyle w:val="Tun"/>
                <w:highlight w:val="yellow"/>
              </w:rPr>
            </w:pPr>
            <w:r w:rsidRPr="00B06D17">
              <w:rPr>
                <w:rStyle w:val="Tun"/>
                <w:highlight w:val="yellow"/>
              </w:rPr>
              <w:t>[....] Kč</w:t>
            </w:r>
            <w:r>
              <w:rPr>
                <w:rStyle w:val="Tun"/>
                <w:highlight w:val="yellow"/>
              </w:rPr>
              <w:t xml:space="preserve"> </w:t>
            </w:r>
          </w:p>
          <w:p w14:paraId="6F9E6CB6" w14:textId="073CC587" w:rsidR="003F5C24" w:rsidRPr="00B06D17" w:rsidRDefault="003F5C24" w:rsidP="00517090">
            <w:pPr>
              <w:pStyle w:val="Tabulka"/>
              <w:rPr>
                <w:rStyle w:val="Tun"/>
                <w:highlight w:val="yellow"/>
              </w:rPr>
            </w:pPr>
            <w:r w:rsidRPr="009E2644">
              <w:rPr>
                <w:rStyle w:val="Tun"/>
              </w:rPr>
              <w:t>(fakturace Ceny výkonu Dozoru projektanta)</w:t>
            </w:r>
          </w:p>
        </w:tc>
        <w:tc>
          <w:tcPr>
            <w:tcW w:w="2977" w:type="dxa"/>
          </w:tcPr>
          <w:p w14:paraId="2BBD6B78" w14:textId="7B16181B" w:rsidR="003F5C24" w:rsidRPr="00B06D17" w:rsidRDefault="00AD27D6" w:rsidP="00517090">
            <w:pPr>
              <w:pStyle w:val="Tabulka"/>
              <w:rPr>
                <w:rStyle w:val="Tun"/>
                <w:highlight w:val="yellow"/>
              </w:rPr>
            </w:pPr>
            <w:r w:rsidRPr="00B06D17">
              <w:rPr>
                <w:rStyle w:val="Tun"/>
                <w:highlight w:val="yellow"/>
              </w:rPr>
              <w:t>[....] Kč</w:t>
            </w:r>
          </w:p>
        </w:tc>
      </w:tr>
      <w:tr w:rsidR="00B72613" w:rsidRPr="00B72613" w14:paraId="781662FF" w14:textId="77777777" w:rsidTr="009227F1">
        <w:tc>
          <w:tcPr>
            <w:tcW w:w="2914" w:type="dxa"/>
          </w:tcPr>
          <w:p w14:paraId="1C9FF282" w14:textId="77777777" w:rsidR="00B72613" w:rsidRPr="00B72613" w:rsidRDefault="00B72613" w:rsidP="00517090">
            <w:pPr>
              <w:pStyle w:val="Tabulka"/>
              <w:rPr>
                <w:rStyle w:val="Tun"/>
              </w:rPr>
            </w:pPr>
            <w:r w:rsidRPr="00B72613">
              <w:rPr>
                <w:rStyle w:val="Tun"/>
              </w:rPr>
              <w:t>Celkem:</w:t>
            </w:r>
          </w:p>
        </w:tc>
        <w:tc>
          <w:tcPr>
            <w:tcW w:w="2977" w:type="dxa"/>
          </w:tcPr>
          <w:p w14:paraId="3F271987"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0B21A3"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DE0C959" w14:textId="77777777" w:rsidR="00236DCC" w:rsidRDefault="00236DCC" w:rsidP="00236DCC">
      <w:pPr>
        <w:pStyle w:val="Textbezodsazen"/>
      </w:pPr>
    </w:p>
    <w:p w14:paraId="039926CA" w14:textId="77777777" w:rsidR="00236DCC" w:rsidRDefault="00236DCC" w:rsidP="00236DCC">
      <w:pPr>
        <w:pStyle w:val="Textbezodsazen"/>
      </w:pPr>
    </w:p>
    <w:p w14:paraId="2571C37D" w14:textId="77777777" w:rsidR="00236DCC" w:rsidRDefault="00236DCC" w:rsidP="00236DCC">
      <w:pPr>
        <w:pStyle w:val="Textbezodsazen"/>
      </w:pPr>
    </w:p>
    <w:p w14:paraId="18655D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t>Příloha č. 5</w:t>
      </w:r>
    </w:p>
    <w:p w14:paraId="4550F893" w14:textId="73A09C39" w:rsidR="00C321B7" w:rsidRPr="00236DCC" w:rsidRDefault="00B72613" w:rsidP="00B01693">
      <w:pPr>
        <w:pStyle w:val="Nadpisbezsl1-2"/>
        <w:outlineLvl w:val="1"/>
        <w:rPr>
          <w:rStyle w:val="Tun-ZRUIT"/>
          <w:caps/>
          <w:sz w:val="22"/>
          <w:szCs w:val="18"/>
        </w:rPr>
      </w:pPr>
      <w:r>
        <w:t>Harmonogram plnění</w:t>
      </w:r>
      <w:r w:rsidR="00C321B7" w:rsidRPr="00C321B7">
        <w:rPr>
          <w:rStyle w:val="Tun"/>
          <w:b/>
          <w:i/>
          <w:color w:val="00B050"/>
          <w:sz w:val="16"/>
          <w:szCs w:val="16"/>
        </w:rPr>
        <w:t xml:space="preserve"> </w:t>
      </w:r>
    </w:p>
    <w:tbl>
      <w:tblPr>
        <w:tblStyle w:val="TabulkaS-zhlav"/>
        <w:tblW w:w="0" w:type="auto"/>
        <w:tblLook w:val="04A0" w:firstRow="1" w:lastRow="0" w:firstColumn="1" w:lastColumn="0" w:noHBand="0" w:noVBand="1"/>
      </w:tblPr>
      <w:tblGrid>
        <w:gridCol w:w="2772"/>
        <w:gridCol w:w="4019"/>
        <w:gridCol w:w="3506"/>
        <w:gridCol w:w="3365"/>
      </w:tblGrid>
      <w:tr w:rsidR="00B72613" w:rsidRPr="0017282C" w14:paraId="788A0FE1" w14:textId="77777777" w:rsidTr="00E14DD5">
        <w:trPr>
          <w:cnfStyle w:val="100000000000" w:firstRow="1" w:lastRow="0" w:firstColumn="0" w:lastColumn="0" w:oddVBand="0" w:evenVBand="0" w:oddHBand="0" w:evenHBand="0" w:firstRowFirstColumn="0" w:firstRowLastColumn="0" w:lastRowFirstColumn="0" w:lastRowLastColumn="0"/>
        </w:trPr>
        <w:tc>
          <w:tcPr>
            <w:tcW w:w="2772" w:type="dxa"/>
          </w:tcPr>
          <w:p w14:paraId="387450B4" w14:textId="77777777" w:rsidR="00B72613" w:rsidRPr="0017282C" w:rsidRDefault="00B72613" w:rsidP="009626C4">
            <w:pPr>
              <w:pStyle w:val="Tabulka"/>
              <w:rPr>
                <w:rStyle w:val="Tun"/>
                <w:b/>
              </w:rPr>
            </w:pPr>
            <w:r w:rsidRPr="0017282C">
              <w:rPr>
                <w:rStyle w:val="Tun"/>
                <w:b/>
              </w:rPr>
              <w:t>Část Díla</w:t>
            </w:r>
          </w:p>
        </w:tc>
        <w:tc>
          <w:tcPr>
            <w:tcW w:w="4019" w:type="dxa"/>
          </w:tcPr>
          <w:p w14:paraId="6148DBE3" w14:textId="77777777" w:rsidR="00B72613" w:rsidRPr="0017282C" w:rsidRDefault="00B72613" w:rsidP="009626C4">
            <w:pPr>
              <w:pStyle w:val="Tabulka"/>
              <w:rPr>
                <w:rStyle w:val="Tun"/>
                <w:b/>
              </w:rPr>
            </w:pPr>
            <w:r w:rsidRPr="0017282C">
              <w:rPr>
                <w:rStyle w:val="Tun"/>
                <w:b/>
              </w:rPr>
              <w:t>Doba plnění</w:t>
            </w:r>
          </w:p>
        </w:tc>
        <w:tc>
          <w:tcPr>
            <w:tcW w:w="3506" w:type="dxa"/>
          </w:tcPr>
          <w:p w14:paraId="43286CC8"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5" w:type="dxa"/>
          </w:tcPr>
          <w:p w14:paraId="00E1FBEB" w14:textId="77777777" w:rsidR="00B72613" w:rsidRPr="0017282C" w:rsidRDefault="00B72613" w:rsidP="009626C4">
            <w:pPr>
              <w:pStyle w:val="Tabulka"/>
              <w:rPr>
                <w:rStyle w:val="Tun"/>
                <w:b/>
              </w:rPr>
            </w:pPr>
            <w:r w:rsidRPr="0017282C">
              <w:rPr>
                <w:rStyle w:val="Tun"/>
                <w:b/>
              </w:rPr>
              <w:t>Podmínky dokončení Dílčí etapy</w:t>
            </w:r>
          </w:p>
        </w:tc>
      </w:tr>
      <w:tr w:rsidR="00772497" w:rsidRPr="00B72613" w14:paraId="6CC30BC5" w14:textId="77777777" w:rsidTr="00E14DD5">
        <w:tc>
          <w:tcPr>
            <w:tcW w:w="2772" w:type="dxa"/>
          </w:tcPr>
          <w:p w14:paraId="63901CB4" w14:textId="41B2755F" w:rsidR="00772497" w:rsidRPr="00B72613" w:rsidRDefault="00772497" w:rsidP="00772497">
            <w:pPr>
              <w:pStyle w:val="Textbezodsazen"/>
              <w:rPr>
                <w:rStyle w:val="Tun"/>
              </w:rPr>
            </w:pPr>
            <w:r w:rsidRPr="00B72613">
              <w:rPr>
                <w:rStyle w:val="Tun"/>
              </w:rPr>
              <w:t>Termín zahájení prací</w:t>
            </w:r>
          </w:p>
        </w:tc>
        <w:tc>
          <w:tcPr>
            <w:tcW w:w="4019" w:type="dxa"/>
          </w:tcPr>
          <w:p w14:paraId="2AAA1569" w14:textId="189D55EA" w:rsidR="00772497" w:rsidRPr="00B72613" w:rsidRDefault="00772497" w:rsidP="00772497">
            <w:pPr>
              <w:pStyle w:val="Textbezodsazen"/>
              <w:jc w:val="left"/>
            </w:pPr>
            <w:r w:rsidRPr="00B72613">
              <w:t>ihned po nabytí účinnosti Smlouvy</w:t>
            </w:r>
          </w:p>
        </w:tc>
        <w:tc>
          <w:tcPr>
            <w:tcW w:w="3506" w:type="dxa"/>
          </w:tcPr>
          <w:p w14:paraId="5A0425D3" w14:textId="7B35FC8F" w:rsidR="00772497" w:rsidRPr="00B72613" w:rsidRDefault="00772497" w:rsidP="00772497">
            <w:pPr>
              <w:pStyle w:val="Textbezodsazen"/>
              <w:jc w:val="left"/>
            </w:pPr>
            <w:r w:rsidRPr="00B72613">
              <w:t>-</w:t>
            </w:r>
          </w:p>
        </w:tc>
        <w:tc>
          <w:tcPr>
            <w:tcW w:w="3365" w:type="dxa"/>
          </w:tcPr>
          <w:p w14:paraId="6C2BF0D5" w14:textId="2C1021AE" w:rsidR="00772497" w:rsidRPr="00B72613" w:rsidRDefault="00772497" w:rsidP="00772497">
            <w:pPr>
              <w:pStyle w:val="Textbezodsazen"/>
              <w:jc w:val="left"/>
            </w:pPr>
            <w:r w:rsidRPr="00B72613">
              <w:t>-</w:t>
            </w:r>
          </w:p>
        </w:tc>
      </w:tr>
      <w:tr w:rsidR="00772497" w:rsidRPr="00B72613" w14:paraId="418714E4" w14:textId="77777777" w:rsidTr="00E14DD5">
        <w:tc>
          <w:tcPr>
            <w:tcW w:w="2772" w:type="dxa"/>
          </w:tcPr>
          <w:p w14:paraId="11A77017" w14:textId="5CBE850B" w:rsidR="00772497" w:rsidRPr="00A61401" w:rsidRDefault="00772497" w:rsidP="00772497">
            <w:pPr>
              <w:pStyle w:val="Textbezodsazen"/>
              <w:rPr>
                <w:rStyle w:val="Tun"/>
              </w:rPr>
            </w:pPr>
            <w:r w:rsidRPr="00A61401">
              <w:rPr>
                <w:rStyle w:val="Tun"/>
              </w:rPr>
              <w:t>1. Dílčí etapa</w:t>
            </w:r>
          </w:p>
        </w:tc>
        <w:tc>
          <w:tcPr>
            <w:tcW w:w="4019" w:type="dxa"/>
          </w:tcPr>
          <w:p w14:paraId="4DA4CCCD" w14:textId="77777777" w:rsidR="00772497" w:rsidRPr="00A61401" w:rsidRDefault="00772497" w:rsidP="00772497">
            <w:pPr>
              <w:pStyle w:val="Textbezodsazen"/>
              <w:jc w:val="left"/>
            </w:pPr>
            <w:r w:rsidRPr="00A61401">
              <w:rPr>
                <w:b/>
              </w:rPr>
              <w:t xml:space="preserve">do 8 měsíců </w:t>
            </w:r>
            <w:r w:rsidRPr="00A61401">
              <w:t xml:space="preserve">od nabytí účinnosti Smlouvy </w:t>
            </w:r>
          </w:p>
          <w:p w14:paraId="5F83EF01" w14:textId="11804274" w:rsidR="00772497" w:rsidRPr="00A61401" w:rsidRDefault="00772497" w:rsidP="00772497">
            <w:pPr>
              <w:pStyle w:val="Textbezodsazen"/>
              <w:jc w:val="left"/>
            </w:pPr>
          </w:p>
        </w:tc>
        <w:tc>
          <w:tcPr>
            <w:tcW w:w="3506" w:type="dxa"/>
          </w:tcPr>
          <w:p w14:paraId="6374F298" w14:textId="10CBBD29" w:rsidR="00772497" w:rsidRPr="00A61401" w:rsidRDefault="00772497" w:rsidP="00772497">
            <w:pPr>
              <w:pStyle w:val="Textbezodsazen"/>
              <w:jc w:val="left"/>
            </w:pPr>
            <w:r w:rsidRPr="00A61401">
              <w:t>Návrh technického řešení dokumentací k připomínkám</w:t>
            </w:r>
          </w:p>
        </w:tc>
        <w:tc>
          <w:tcPr>
            <w:tcW w:w="3365" w:type="dxa"/>
          </w:tcPr>
          <w:p w14:paraId="188BAD61" w14:textId="5D276CCA" w:rsidR="00772497" w:rsidRPr="00A61401" w:rsidRDefault="00772497" w:rsidP="00772497">
            <w:pPr>
              <w:pStyle w:val="Textbezodsazen"/>
              <w:jc w:val="left"/>
            </w:pPr>
            <w:r w:rsidRPr="00A61401">
              <w:t>Předávací protokol (pro Část Díla) k 1. dílčí etapě podepsaný zástupcem Objednatele</w:t>
            </w:r>
          </w:p>
        </w:tc>
      </w:tr>
      <w:tr w:rsidR="00772497" w:rsidRPr="00B72613" w14:paraId="34E76762" w14:textId="77777777" w:rsidTr="00E14DD5">
        <w:tc>
          <w:tcPr>
            <w:tcW w:w="2772" w:type="dxa"/>
          </w:tcPr>
          <w:p w14:paraId="76394092" w14:textId="375379FA" w:rsidR="00772497" w:rsidRPr="00A61401" w:rsidRDefault="00772497" w:rsidP="00772497">
            <w:pPr>
              <w:pStyle w:val="Textbezodsazen"/>
              <w:rPr>
                <w:rStyle w:val="Tun"/>
              </w:rPr>
            </w:pPr>
            <w:r w:rsidRPr="00A61401">
              <w:rPr>
                <w:rStyle w:val="Tun"/>
              </w:rPr>
              <w:t>2. Dílčí etapa</w:t>
            </w:r>
          </w:p>
        </w:tc>
        <w:tc>
          <w:tcPr>
            <w:tcW w:w="4019" w:type="dxa"/>
          </w:tcPr>
          <w:p w14:paraId="4BE7392B" w14:textId="77777777" w:rsidR="00772497" w:rsidRPr="00A61401" w:rsidRDefault="00772497" w:rsidP="00772497">
            <w:pPr>
              <w:pStyle w:val="Textbezodsazen"/>
              <w:jc w:val="left"/>
            </w:pPr>
            <w:r w:rsidRPr="00A61401">
              <w:rPr>
                <w:b/>
              </w:rPr>
              <w:t>do 10 měsíců</w:t>
            </w:r>
            <w:r w:rsidRPr="00A61401">
              <w:t xml:space="preserve"> od nabytí účinnosti Smlouvy </w:t>
            </w:r>
          </w:p>
          <w:p w14:paraId="0D6F27C3" w14:textId="57945859" w:rsidR="00772497" w:rsidRPr="00A61401" w:rsidRDefault="00772497" w:rsidP="00772497">
            <w:pPr>
              <w:pStyle w:val="Textbezodsazen"/>
              <w:jc w:val="left"/>
            </w:pPr>
          </w:p>
        </w:tc>
        <w:tc>
          <w:tcPr>
            <w:tcW w:w="3506" w:type="dxa"/>
          </w:tcPr>
          <w:p w14:paraId="788AFBD0" w14:textId="77777777" w:rsidR="00772497" w:rsidRPr="00A61401" w:rsidRDefault="00772497" w:rsidP="00772497">
            <w:pPr>
              <w:pStyle w:val="TPText-3neslovan"/>
              <w:tabs>
                <w:tab w:val="num" w:pos="851"/>
              </w:tabs>
              <w:ind w:left="0"/>
              <w:jc w:val="left"/>
              <w:rPr>
                <w:rFonts w:ascii="Verdana" w:hAnsi="Verdana"/>
                <w:sz w:val="18"/>
                <w:szCs w:val="18"/>
              </w:rPr>
            </w:pPr>
            <w:r w:rsidRPr="00A61401">
              <w:rPr>
                <w:rFonts w:ascii="Verdana" w:hAnsi="Verdana"/>
                <w:sz w:val="18"/>
                <w:szCs w:val="18"/>
              </w:rPr>
              <w:t>Předložení technického řešení ZP se zapracovanými připomínkami + náklady a EH k připomínkám</w:t>
            </w:r>
          </w:p>
          <w:p w14:paraId="7C552E17" w14:textId="26251B09" w:rsidR="00772497" w:rsidRPr="00A61401" w:rsidRDefault="00772497" w:rsidP="00772497">
            <w:pPr>
              <w:pStyle w:val="Textbezodsazen"/>
              <w:jc w:val="left"/>
            </w:pPr>
          </w:p>
        </w:tc>
        <w:tc>
          <w:tcPr>
            <w:tcW w:w="3365" w:type="dxa"/>
          </w:tcPr>
          <w:p w14:paraId="6AD628C8" w14:textId="0D0A5E3B" w:rsidR="00772497" w:rsidRPr="00A61401" w:rsidRDefault="00772497" w:rsidP="00772497">
            <w:pPr>
              <w:pStyle w:val="Textbezodsazen"/>
              <w:jc w:val="left"/>
            </w:pPr>
            <w:r w:rsidRPr="00A61401">
              <w:t>Předávací protokol (pro Část Díla) k 2.dílčí etapě podepsaný zástupcem Objednatele</w:t>
            </w:r>
          </w:p>
        </w:tc>
      </w:tr>
      <w:tr w:rsidR="00772497" w:rsidRPr="00B72613" w14:paraId="2AA7CBDB" w14:textId="77777777" w:rsidTr="00E14DD5">
        <w:tc>
          <w:tcPr>
            <w:tcW w:w="2772" w:type="dxa"/>
          </w:tcPr>
          <w:p w14:paraId="2C75F5A4" w14:textId="2DC8ECA2" w:rsidR="00772497" w:rsidRPr="00A61401" w:rsidRDefault="00772497" w:rsidP="00772497">
            <w:pPr>
              <w:pStyle w:val="Textbezodsazen"/>
              <w:rPr>
                <w:rStyle w:val="Tun"/>
              </w:rPr>
            </w:pPr>
            <w:r w:rsidRPr="00A61401">
              <w:rPr>
                <w:rStyle w:val="Tun"/>
              </w:rPr>
              <w:t>3. Dílčí etapa</w:t>
            </w:r>
          </w:p>
        </w:tc>
        <w:tc>
          <w:tcPr>
            <w:tcW w:w="4019" w:type="dxa"/>
          </w:tcPr>
          <w:p w14:paraId="557B79D4" w14:textId="77777777" w:rsidR="00772497" w:rsidRPr="00A61401" w:rsidRDefault="00772497" w:rsidP="00772497">
            <w:pPr>
              <w:pStyle w:val="Textbezodsazen"/>
              <w:jc w:val="left"/>
            </w:pPr>
            <w:r w:rsidRPr="00A61401">
              <w:rPr>
                <w:b/>
              </w:rPr>
              <w:t>do 12 měsíců</w:t>
            </w:r>
            <w:r w:rsidRPr="00A61401">
              <w:t xml:space="preserve"> od nabytí účinnosti Smlouvy </w:t>
            </w:r>
          </w:p>
          <w:p w14:paraId="445D62A7" w14:textId="25D84E90" w:rsidR="00772497" w:rsidRPr="00A61401" w:rsidRDefault="00772497" w:rsidP="00772497">
            <w:pPr>
              <w:pStyle w:val="Textbezodsazen"/>
              <w:jc w:val="left"/>
            </w:pPr>
          </w:p>
        </w:tc>
        <w:tc>
          <w:tcPr>
            <w:tcW w:w="3506" w:type="dxa"/>
          </w:tcPr>
          <w:p w14:paraId="4D9E84D9" w14:textId="388F84EB" w:rsidR="00772497" w:rsidRPr="00A61401" w:rsidRDefault="00772497" w:rsidP="00772497">
            <w:pPr>
              <w:pStyle w:val="Textbezodsazen"/>
            </w:pPr>
            <w:r w:rsidRPr="00A61401">
              <w:t>Předložené čistopisu ZP</w:t>
            </w:r>
          </w:p>
        </w:tc>
        <w:tc>
          <w:tcPr>
            <w:tcW w:w="3365" w:type="dxa"/>
          </w:tcPr>
          <w:p w14:paraId="555B4D0D" w14:textId="74DAF551" w:rsidR="00772497" w:rsidRPr="00A61401" w:rsidRDefault="00772497" w:rsidP="00772497">
            <w:pPr>
              <w:pStyle w:val="Textbezodsazen"/>
              <w:jc w:val="left"/>
            </w:pPr>
            <w:r w:rsidRPr="00A61401">
              <w:t>Předávací protokol (pro Část Díla) k 3.dílčí etapě podepsaný zástupcem Objednatele</w:t>
            </w:r>
          </w:p>
        </w:tc>
      </w:tr>
      <w:tr w:rsidR="00772497" w:rsidRPr="00B72613" w14:paraId="2CA407C2" w14:textId="77777777" w:rsidTr="00E14DD5">
        <w:tc>
          <w:tcPr>
            <w:tcW w:w="2772" w:type="dxa"/>
          </w:tcPr>
          <w:p w14:paraId="02446C20" w14:textId="5D0DEB39" w:rsidR="00772497" w:rsidRPr="00A61401" w:rsidRDefault="00772497" w:rsidP="00772497">
            <w:pPr>
              <w:pStyle w:val="Textbezodsazen"/>
              <w:rPr>
                <w:rStyle w:val="Tun"/>
              </w:rPr>
            </w:pPr>
            <w:r w:rsidRPr="00A61401">
              <w:rPr>
                <w:rStyle w:val="Tun"/>
              </w:rPr>
              <w:t>4. Dílčí etapa</w:t>
            </w:r>
          </w:p>
        </w:tc>
        <w:tc>
          <w:tcPr>
            <w:tcW w:w="4019" w:type="dxa"/>
          </w:tcPr>
          <w:p w14:paraId="498D8AA5" w14:textId="77777777" w:rsidR="00772497" w:rsidRPr="00A61401" w:rsidRDefault="00772497" w:rsidP="00772497">
            <w:pPr>
              <w:pStyle w:val="Textbezodsazen"/>
              <w:jc w:val="left"/>
            </w:pPr>
            <w:r w:rsidRPr="00A61401">
              <w:rPr>
                <w:b/>
              </w:rPr>
              <w:t xml:space="preserve">do </w:t>
            </w:r>
            <w:r w:rsidRPr="00727C8B">
              <w:rPr>
                <w:b/>
              </w:rPr>
              <w:t>12</w:t>
            </w:r>
            <w:r w:rsidRPr="00A61401">
              <w:rPr>
                <w:b/>
              </w:rPr>
              <w:t xml:space="preserve"> měsíců</w:t>
            </w:r>
            <w:r w:rsidRPr="00A61401">
              <w:t xml:space="preserve"> od schválení Záměru projektu v CK MD</w:t>
            </w:r>
          </w:p>
          <w:p w14:paraId="15F4B9C1" w14:textId="50602C6A" w:rsidR="00772497" w:rsidRPr="00A61401" w:rsidRDefault="00772497" w:rsidP="00772497">
            <w:pPr>
              <w:pStyle w:val="Textbezodsazen"/>
              <w:jc w:val="left"/>
            </w:pPr>
          </w:p>
        </w:tc>
        <w:tc>
          <w:tcPr>
            <w:tcW w:w="3506" w:type="dxa"/>
          </w:tcPr>
          <w:p w14:paraId="69EE6C97" w14:textId="77777777" w:rsidR="00772497" w:rsidRPr="00A61401" w:rsidRDefault="00772497" w:rsidP="00772497">
            <w:pPr>
              <w:pStyle w:val="Textbezodsazen"/>
            </w:pPr>
            <w:r w:rsidRPr="00A61401">
              <w:t>DPS k připomínkám</w:t>
            </w:r>
          </w:p>
          <w:p w14:paraId="6886E872" w14:textId="4011120E" w:rsidR="00772497" w:rsidRPr="00A61401" w:rsidRDefault="00772497" w:rsidP="00772497">
            <w:pPr>
              <w:pStyle w:val="Textbezodsazen"/>
              <w:jc w:val="left"/>
            </w:pPr>
          </w:p>
        </w:tc>
        <w:tc>
          <w:tcPr>
            <w:tcW w:w="3365" w:type="dxa"/>
          </w:tcPr>
          <w:p w14:paraId="1A904B43" w14:textId="022C6FCC" w:rsidR="00772497" w:rsidRPr="00A61401" w:rsidRDefault="00772497" w:rsidP="00772497">
            <w:pPr>
              <w:pStyle w:val="Textbezodsazen"/>
              <w:jc w:val="left"/>
            </w:pPr>
            <w:r w:rsidRPr="00A61401">
              <w:t>Předávací protokol (pro Část Díla) k 4.dílčí etapě podepsaný zástupcem Objednatele</w:t>
            </w:r>
          </w:p>
        </w:tc>
      </w:tr>
      <w:tr w:rsidR="00772497" w:rsidRPr="00B72613" w14:paraId="5036A6D5" w14:textId="77777777" w:rsidTr="00E14DD5">
        <w:tc>
          <w:tcPr>
            <w:tcW w:w="2772" w:type="dxa"/>
          </w:tcPr>
          <w:p w14:paraId="2BCA5CB8" w14:textId="3777209E" w:rsidR="00772497" w:rsidRPr="00A61401" w:rsidRDefault="00772497" w:rsidP="00772497">
            <w:pPr>
              <w:pStyle w:val="Textbezodsazen"/>
              <w:rPr>
                <w:rStyle w:val="Tun"/>
              </w:rPr>
            </w:pPr>
            <w:r w:rsidRPr="00A61401">
              <w:rPr>
                <w:rStyle w:val="Tun"/>
              </w:rPr>
              <w:t>5. Dílčí etapa</w:t>
            </w:r>
          </w:p>
        </w:tc>
        <w:tc>
          <w:tcPr>
            <w:tcW w:w="4019" w:type="dxa"/>
          </w:tcPr>
          <w:p w14:paraId="43D4D217" w14:textId="77777777" w:rsidR="00772497" w:rsidRPr="00A61401" w:rsidRDefault="00772497" w:rsidP="00772497">
            <w:pPr>
              <w:pStyle w:val="Textbezodsazen"/>
            </w:pPr>
            <w:r w:rsidRPr="00A61401">
              <w:rPr>
                <w:b/>
              </w:rPr>
              <w:t xml:space="preserve">do </w:t>
            </w:r>
            <w:r w:rsidRPr="00727C8B">
              <w:rPr>
                <w:b/>
              </w:rPr>
              <w:t>18</w:t>
            </w:r>
            <w:r w:rsidRPr="00A61401">
              <w:t xml:space="preserve"> </w:t>
            </w:r>
            <w:r w:rsidRPr="00A61401">
              <w:rPr>
                <w:b/>
              </w:rPr>
              <w:t>měsíců</w:t>
            </w:r>
            <w:r w:rsidRPr="00A61401">
              <w:t xml:space="preserve"> schválení Záměru projektu v CK MD</w:t>
            </w:r>
          </w:p>
          <w:p w14:paraId="0D53BE03" w14:textId="0A6F8F0A" w:rsidR="00772497" w:rsidRPr="00A61401" w:rsidRDefault="00772497" w:rsidP="00772497">
            <w:pPr>
              <w:pStyle w:val="Textbezodsazen"/>
              <w:jc w:val="left"/>
            </w:pPr>
          </w:p>
        </w:tc>
        <w:tc>
          <w:tcPr>
            <w:tcW w:w="3506" w:type="dxa"/>
          </w:tcPr>
          <w:p w14:paraId="4218CA90" w14:textId="6B786F6D" w:rsidR="00772497" w:rsidRPr="001E1558" w:rsidRDefault="00772497" w:rsidP="00772497">
            <w:pPr>
              <w:pStyle w:val="Default"/>
              <w:rPr>
                <w:rFonts w:eastAsia="Calibri" w:cs="Arial"/>
                <w:color w:val="auto"/>
                <w:sz w:val="18"/>
                <w:szCs w:val="18"/>
              </w:rPr>
            </w:pPr>
            <w:r w:rsidRPr="001E1558">
              <w:rPr>
                <w:rFonts w:eastAsia="Calibri" w:cs="Arial"/>
                <w:color w:val="auto"/>
                <w:sz w:val="18"/>
                <w:szCs w:val="18"/>
              </w:rPr>
              <w:t xml:space="preserve">Definitivní odevzdání DPS včetně kompletní dokladové části, nákladů, požadavků na výkon nebo funkci SO/PS a záborového elaborátu. </w:t>
            </w:r>
          </w:p>
          <w:p w14:paraId="4C1FDFD0" w14:textId="77777777" w:rsidR="00772497" w:rsidRPr="001E1558" w:rsidRDefault="00772497" w:rsidP="00772497">
            <w:pPr>
              <w:pStyle w:val="TPText-3neslovan"/>
              <w:tabs>
                <w:tab w:val="num" w:pos="851"/>
              </w:tabs>
              <w:ind w:left="0"/>
              <w:jc w:val="left"/>
              <w:rPr>
                <w:rFonts w:ascii="Verdana" w:hAnsi="Verdana"/>
                <w:sz w:val="18"/>
                <w:szCs w:val="18"/>
              </w:rPr>
            </w:pPr>
            <w:r w:rsidRPr="001E1558">
              <w:rPr>
                <w:rFonts w:ascii="Verdana" w:hAnsi="Verdana"/>
                <w:sz w:val="18"/>
                <w:szCs w:val="18"/>
              </w:rPr>
              <w:t xml:space="preserve">Podaná žádost o povolení Záměru na DESÚ. </w:t>
            </w:r>
          </w:p>
          <w:p w14:paraId="60AD3149" w14:textId="68EF5EE8" w:rsidR="00772497" w:rsidRPr="00A61401" w:rsidRDefault="00772497" w:rsidP="00772497">
            <w:pPr>
              <w:pStyle w:val="Textbezodsazen"/>
              <w:jc w:val="left"/>
            </w:pPr>
          </w:p>
        </w:tc>
        <w:tc>
          <w:tcPr>
            <w:tcW w:w="3365" w:type="dxa"/>
          </w:tcPr>
          <w:p w14:paraId="41E5AE4C" w14:textId="77777777" w:rsidR="00772497" w:rsidRDefault="00772497" w:rsidP="00772497">
            <w:pPr>
              <w:pStyle w:val="Textbezodsazen"/>
              <w:jc w:val="left"/>
            </w:pPr>
            <w:r w:rsidRPr="00A61401">
              <w:t>Předávací protokol (pro Část Díla) k 5.dílčí etapě podepsaný zástupcem Objednatele</w:t>
            </w:r>
          </w:p>
          <w:p w14:paraId="6F48A033" w14:textId="031BA526" w:rsidR="00B82EF3" w:rsidRPr="00A61401" w:rsidRDefault="00B82EF3" w:rsidP="00772497">
            <w:pPr>
              <w:pStyle w:val="Textbezodsazen"/>
              <w:jc w:val="left"/>
            </w:pPr>
            <w:r w:rsidRPr="00B82EF3">
              <w:t>Protokol o provedení Díla podepsaný zástupcem Objednatele</w:t>
            </w:r>
          </w:p>
        </w:tc>
      </w:tr>
      <w:tr w:rsidR="00F91F6D" w:rsidRPr="00070820" w14:paraId="33412275" w14:textId="77777777" w:rsidTr="00E14DD5">
        <w:tc>
          <w:tcPr>
            <w:tcW w:w="2772" w:type="dxa"/>
          </w:tcPr>
          <w:p w14:paraId="5BAB1F35" w14:textId="3CC28366" w:rsidR="00F91F6D" w:rsidRPr="00A61401" w:rsidRDefault="00F91F6D" w:rsidP="00F91F6D">
            <w:pPr>
              <w:pStyle w:val="Textbezodsazen"/>
              <w:rPr>
                <w:rStyle w:val="Tun"/>
              </w:rPr>
            </w:pPr>
            <w:r w:rsidRPr="00A61401">
              <w:rPr>
                <w:rStyle w:val="Tun"/>
              </w:rPr>
              <w:t>6. Dílčí etapa</w:t>
            </w:r>
          </w:p>
        </w:tc>
        <w:tc>
          <w:tcPr>
            <w:tcW w:w="4019" w:type="dxa"/>
          </w:tcPr>
          <w:p w14:paraId="4ED90853" w14:textId="04A77EA4" w:rsidR="00F91F6D" w:rsidRPr="00A61401" w:rsidRDefault="00F91F6D" w:rsidP="00F91F6D">
            <w:pPr>
              <w:pStyle w:val="Textbezodsazen"/>
              <w:jc w:val="left"/>
            </w:pPr>
            <w:r w:rsidRPr="000E73A3">
              <w:rPr>
                <w:b/>
                <w:bCs/>
              </w:rPr>
              <w:t>Předpoklad do 3 měsíců</w:t>
            </w:r>
            <w:r>
              <w:t xml:space="preserve"> od předložení žádosti na DESU</w:t>
            </w:r>
          </w:p>
        </w:tc>
        <w:tc>
          <w:tcPr>
            <w:tcW w:w="3506" w:type="dxa"/>
          </w:tcPr>
          <w:p w14:paraId="30E0B683" w14:textId="77777777" w:rsidR="00F91F6D" w:rsidRPr="001E1558" w:rsidRDefault="00F91F6D" w:rsidP="00F91F6D">
            <w:pPr>
              <w:pStyle w:val="Default"/>
              <w:rPr>
                <w:rFonts w:eastAsia="Calibri" w:cs="Arial"/>
                <w:color w:val="auto"/>
                <w:sz w:val="18"/>
                <w:szCs w:val="18"/>
              </w:rPr>
            </w:pPr>
            <w:r w:rsidRPr="001E1558">
              <w:rPr>
                <w:rFonts w:eastAsia="Calibri" w:cs="Arial"/>
                <w:color w:val="auto"/>
                <w:sz w:val="18"/>
                <w:szCs w:val="18"/>
              </w:rPr>
              <w:t xml:space="preserve">Získání pravomocného povolení Záměru z DESÚ </w:t>
            </w:r>
          </w:p>
          <w:p w14:paraId="77212A58" w14:textId="11562546" w:rsidR="00F91F6D" w:rsidRPr="00A61401" w:rsidRDefault="00F91F6D" w:rsidP="00F91F6D">
            <w:pPr>
              <w:pStyle w:val="Textbezodsazen"/>
              <w:jc w:val="left"/>
            </w:pPr>
          </w:p>
        </w:tc>
        <w:tc>
          <w:tcPr>
            <w:tcW w:w="3365" w:type="dxa"/>
          </w:tcPr>
          <w:p w14:paraId="4E627C23" w14:textId="5777B3F6" w:rsidR="00F91F6D" w:rsidRPr="00A61401" w:rsidRDefault="00F91F6D" w:rsidP="00F91F6D">
            <w:pPr>
              <w:pStyle w:val="Textbezodsazen"/>
              <w:jc w:val="left"/>
            </w:pPr>
            <w:r w:rsidRPr="00A61401">
              <w:t>Předávací protokol (pro Část Díla) k 6.dílčí etapě podepsaný zástupcem Objednatele</w:t>
            </w:r>
          </w:p>
        </w:tc>
      </w:tr>
      <w:tr w:rsidR="00F91F6D" w:rsidRPr="00070820" w14:paraId="3830344D" w14:textId="77777777" w:rsidTr="00E14DD5">
        <w:tc>
          <w:tcPr>
            <w:tcW w:w="2772" w:type="dxa"/>
          </w:tcPr>
          <w:p w14:paraId="29D5A1F2" w14:textId="78A42F93" w:rsidR="00F91F6D" w:rsidRPr="00A61401" w:rsidRDefault="00F91F6D" w:rsidP="00F91F6D">
            <w:pPr>
              <w:pStyle w:val="Textbezodsazen"/>
              <w:rPr>
                <w:rStyle w:val="Tun"/>
              </w:rPr>
            </w:pPr>
            <w:r w:rsidRPr="00A61401">
              <w:rPr>
                <w:rStyle w:val="Tun"/>
              </w:rPr>
              <w:t>7.Dílčí etapa</w:t>
            </w:r>
          </w:p>
        </w:tc>
        <w:tc>
          <w:tcPr>
            <w:tcW w:w="4019" w:type="dxa"/>
          </w:tcPr>
          <w:p w14:paraId="2A21C274" w14:textId="77777777" w:rsidR="00F91F6D" w:rsidRPr="00A61401" w:rsidRDefault="00F91F6D" w:rsidP="00F91F6D">
            <w:pPr>
              <w:pStyle w:val="Default"/>
              <w:rPr>
                <w:b/>
                <w:bCs/>
                <w:sz w:val="18"/>
                <w:szCs w:val="18"/>
              </w:rPr>
            </w:pPr>
            <w:r w:rsidRPr="00A61401">
              <w:rPr>
                <w:rFonts w:eastAsia="Times New Roman" w:cs="Times New Roman"/>
                <w:b/>
                <w:sz w:val="18"/>
                <w:szCs w:val="18"/>
              </w:rPr>
              <w:t>Předpoklad 18 měsíců (</w:t>
            </w:r>
            <w:r w:rsidRPr="00A61401">
              <w:rPr>
                <w:b/>
                <w:bCs/>
                <w:sz w:val="18"/>
                <w:szCs w:val="18"/>
              </w:rPr>
              <w:t>v závislosti na 6. Dílčí etapě)</w:t>
            </w:r>
          </w:p>
          <w:p w14:paraId="6C2DAF29" w14:textId="77777777" w:rsidR="00F91F6D" w:rsidRPr="00A61401" w:rsidRDefault="00F91F6D" w:rsidP="00F91F6D">
            <w:pPr>
              <w:tabs>
                <w:tab w:val="num" w:pos="0"/>
                <w:tab w:val="num" w:pos="737"/>
              </w:tabs>
              <w:spacing w:after="120" w:line="280" w:lineRule="exact"/>
              <w:rPr>
                <w:rFonts w:eastAsia="Times New Roman" w:cs="Times New Roman"/>
                <w:b/>
                <w:sz w:val="18"/>
                <w:szCs w:val="18"/>
              </w:rPr>
            </w:pPr>
          </w:p>
          <w:p w14:paraId="03B298E2" w14:textId="2962498F" w:rsidR="00F91F6D" w:rsidRPr="00A61401" w:rsidRDefault="00F91F6D" w:rsidP="00F91F6D">
            <w:pPr>
              <w:tabs>
                <w:tab w:val="num" w:pos="0"/>
                <w:tab w:val="num" w:pos="737"/>
              </w:tabs>
              <w:spacing w:after="120" w:line="280" w:lineRule="exact"/>
              <w:rPr>
                <w:rFonts w:eastAsia="Times New Roman" w:cs="Times New Roman"/>
                <w:b/>
                <w:sz w:val="18"/>
                <w:szCs w:val="18"/>
              </w:rPr>
            </w:pPr>
          </w:p>
        </w:tc>
        <w:tc>
          <w:tcPr>
            <w:tcW w:w="3506" w:type="dxa"/>
          </w:tcPr>
          <w:p w14:paraId="759FD304" w14:textId="3F013EEC" w:rsidR="00F91F6D" w:rsidRPr="00A61401" w:rsidRDefault="00F91F6D" w:rsidP="00F91F6D">
            <w:pPr>
              <w:pStyle w:val="Textbezodsazen"/>
              <w:jc w:val="left"/>
              <w:rPr>
                <w:rFonts w:eastAsia="Times New Roman" w:cs="Arial"/>
              </w:rPr>
            </w:pPr>
            <w:r w:rsidRPr="00A61401">
              <w:rPr>
                <w:rFonts w:eastAsia="Times New Roman" w:cs="Arial"/>
              </w:rPr>
              <w:t>Součinnost Dozoru projektanta při zpracování PDPS (účast při projednání a připomínkování Dokumentace)</w:t>
            </w:r>
          </w:p>
        </w:tc>
        <w:tc>
          <w:tcPr>
            <w:tcW w:w="3365" w:type="dxa"/>
          </w:tcPr>
          <w:p w14:paraId="0F6F3425" w14:textId="47E409D5" w:rsidR="00F91F6D" w:rsidRPr="00A61401" w:rsidRDefault="00F91F6D" w:rsidP="00F91F6D">
            <w:pPr>
              <w:pStyle w:val="Textbezodsazen"/>
              <w:jc w:val="left"/>
            </w:pPr>
            <w:r w:rsidRPr="00A61401">
              <w:t xml:space="preserve">Vydání stanoviska Dozoru projektanta při zhotovení PDPS k souladu s návrhem technického řešení DPS </w:t>
            </w:r>
          </w:p>
        </w:tc>
      </w:tr>
      <w:tr w:rsidR="00F91F6D" w:rsidRPr="0044394C" w14:paraId="0425DC0F" w14:textId="77777777" w:rsidTr="00E14DD5">
        <w:trPr>
          <w:trHeight w:val="297"/>
        </w:trPr>
        <w:tc>
          <w:tcPr>
            <w:tcW w:w="2772" w:type="dxa"/>
          </w:tcPr>
          <w:p w14:paraId="0F768CD6" w14:textId="25C4FB4F" w:rsidR="00F91F6D" w:rsidRPr="00A61401" w:rsidRDefault="00F91F6D" w:rsidP="00F91F6D">
            <w:pPr>
              <w:autoSpaceDE w:val="0"/>
              <w:autoSpaceDN w:val="0"/>
              <w:spacing w:after="0" w:line="240" w:lineRule="auto"/>
              <w:rPr>
                <w:rFonts w:eastAsia="Times New Roman" w:cs="Times New Roman"/>
                <w:sz w:val="18"/>
                <w:szCs w:val="18"/>
                <w:lang w:eastAsia="cs-CZ"/>
              </w:rPr>
            </w:pPr>
            <w:r w:rsidRPr="00A61401">
              <w:rPr>
                <w:rStyle w:val="Tun"/>
                <w:sz w:val="18"/>
                <w:szCs w:val="18"/>
              </w:rPr>
              <w:t>Termín dokončení Díla</w:t>
            </w:r>
          </w:p>
        </w:tc>
        <w:tc>
          <w:tcPr>
            <w:tcW w:w="4019" w:type="dxa"/>
          </w:tcPr>
          <w:p w14:paraId="5205AAF5" w14:textId="7240BBB5" w:rsidR="00F91F6D" w:rsidRPr="00A61401" w:rsidRDefault="00F91F6D" w:rsidP="00F91F6D">
            <w:pPr>
              <w:tabs>
                <w:tab w:val="num" w:pos="0"/>
                <w:tab w:val="num" w:pos="737"/>
              </w:tabs>
              <w:spacing w:after="120" w:line="280" w:lineRule="exact"/>
              <w:rPr>
                <w:rFonts w:eastAsia="Times New Roman" w:cs="Times New Roman"/>
                <w:b/>
                <w:sz w:val="18"/>
                <w:szCs w:val="18"/>
              </w:rPr>
            </w:pPr>
            <w:r w:rsidRPr="00A61401">
              <w:rPr>
                <w:sz w:val="18"/>
                <w:szCs w:val="18"/>
              </w:rPr>
              <w:t>předpoklad do 12/2030 (v závislosti na zahájení 7. Dílčí etapy)</w:t>
            </w:r>
          </w:p>
        </w:tc>
        <w:tc>
          <w:tcPr>
            <w:tcW w:w="3506" w:type="dxa"/>
          </w:tcPr>
          <w:p w14:paraId="3E7C6234" w14:textId="77777777" w:rsidR="00F91F6D" w:rsidRPr="00A61401" w:rsidRDefault="00F91F6D" w:rsidP="00F91F6D">
            <w:pPr>
              <w:keepNext/>
              <w:suppressAutoHyphens/>
              <w:spacing w:after="0" w:line="280" w:lineRule="exact"/>
              <w:outlineLvl w:val="0"/>
              <w:rPr>
                <w:rFonts w:eastAsia="Times New Roman" w:cs="Arial"/>
                <w:sz w:val="18"/>
                <w:szCs w:val="18"/>
              </w:rPr>
            </w:pPr>
          </w:p>
        </w:tc>
        <w:tc>
          <w:tcPr>
            <w:tcW w:w="3365" w:type="dxa"/>
          </w:tcPr>
          <w:p w14:paraId="386DF256" w14:textId="77777777" w:rsidR="00F91F6D" w:rsidRPr="00A61401" w:rsidRDefault="00F91F6D" w:rsidP="00F91F6D">
            <w:pPr>
              <w:keepNext/>
              <w:suppressAutoHyphens/>
              <w:spacing w:after="0" w:line="240" w:lineRule="auto"/>
              <w:outlineLvl w:val="0"/>
              <w:rPr>
                <w:sz w:val="18"/>
                <w:szCs w:val="18"/>
              </w:rPr>
            </w:pPr>
            <w:r w:rsidRPr="00A61401">
              <w:rPr>
                <w:sz w:val="18"/>
                <w:szCs w:val="18"/>
              </w:rPr>
              <w:t xml:space="preserve">Předávací protokol (pro Část Díla-odevzdání PDPS) podepsaný Objednatelem </w:t>
            </w:r>
          </w:p>
          <w:p w14:paraId="6CF69027" w14:textId="77777777" w:rsidR="00F91F6D" w:rsidRPr="00A61401" w:rsidRDefault="00F91F6D" w:rsidP="00F91F6D">
            <w:pPr>
              <w:keepNext/>
              <w:suppressAutoHyphens/>
              <w:spacing w:after="0" w:line="240" w:lineRule="auto"/>
              <w:outlineLvl w:val="0"/>
              <w:rPr>
                <w:sz w:val="18"/>
                <w:szCs w:val="18"/>
              </w:rPr>
            </w:pPr>
            <w:r w:rsidRPr="00A61401">
              <w:rPr>
                <w:sz w:val="18"/>
                <w:szCs w:val="18"/>
              </w:rPr>
              <w:t>Předložení výkazu poskytnutých služeb (o výkonu Dozoru projektanta)</w:t>
            </w:r>
          </w:p>
          <w:p w14:paraId="44D03FA1" w14:textId="7A316D0B" w:rsidR="00F91F6D" w:rsidRPr="00A61401" w:rsidRDefault="00F91F6D" w:rsidP="00F91F6D">
            <w:pPr>
              <w:keepNext/>
              <w:suppressAutoHyphens/>
              <w:spacing w:after="0" w:line="240" w:lineRule="auto"/>
              <w:outlineLvl w:val="0"/>
              <w:rPr>
                <w:rFonts w:eastAsia="Times New Roman" w:cs="Arial"/>
                <w:sz w:val="18"/>
                <w:szCs w:val="18"/>
              </w:rPr>
            </w:pPr>
          </w:p>
        </w:tc>
      </w:tr>
    </w:tbl>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D88FE7A" w14:textId="77777777" w:rsidTr="005923F7">
        <w:trPr>
          <w:trHeight w:val="170"/>
        </w:trPr>
        <w:tc>
          <w:tcPr>
            <w:tcW w:w="3056" w:type="dxa"/>
          </w:tcPr>
          <w:p w14:paraId="70194AE1" w14:textId="77777777" w:rsidR="00502690" w:rsidRPr="00F95FBD" w:rsidRDefault="002038D5" w:rsidP="002038D5">
            <w:pPr>
              <w:pStyle w:val="Tabulka"/>
            </w:pPr>
            <w:r w:rsidRPr="00F95FBD">
              <w:t>Adresa</w:t>
            </w:r>
          </w:p>
        </w:tc>
        <w:tc>
          <w:tcPr>
            <w:tcW w:w="5812" w:type="dxa"/>
          </w:tcPr>
          <w:p w14:paraId="155A8ABC"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0512B8D" w14:textId="77777777" w:rsidTr="005923F7">
        <w:trPr>
          <w:trHeight w:val="170"/>
        </w:trPr>
        <w:tc>
          <w:tcPr>
            <w:tcW w:w="3056" w:type="dxa"/>
          </w:tcPr>
          <w:p w14:paraId="1B97604B" w14:textId="77777777" w:rsidR="002038D5" w:rsidRPr="00F95FBD" w:rsidRDefault="002038D5" w:rsidP="002038D5">
            <w:pPr>
              <w:pStyle w:val="Tabulka"/>
            </w:pPr>
            <w:r w:rsidRPr="00F95FBD">
              <w:t>E-mail</w:t>
            </w:r>
          </w:p>
        </w:tc>
        <w:tc>
          <w:tcPr>
            <w:tcW w:w="5812"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5923F7">
        <w:trPr>
          <w:trHeight w:val="170"/>
        </w:trPr>
        <w:tc>
          <w:tcPr>
            <w:tcW w:w="3056" w:type="dxa"/>
          </w:tcPr>
          <w:p w14:paraId="1500671D" w14:textId="77777777" w:rsidR="002038D5" w:rsidRPr="00F95FBD" w:rsidRDefault="002038D5" w:rsidP="002038D5">
            <w:pPr>
              <w:pStyle w:val="Tabulka"/>
            </w:pPr>
            <w:r w:rsidRPr="00F95FBD">
              <w:t>Telefon</w:t>
            </w:r>
          </w:p>
        </w:tc>
        <w:tc>
          <w:tcPr>
            <w:tcW w:w="5812"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77777777" w:rsidR="002038D5" w:rsidRPr="00F95FBD" w:rsidRDefault="002038D5"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184EE7" w:rsidRPr="0017282C" w14:paraId="78E46D01" w14:textId="77777777" w:rsidTr="00184EE7">
        <w:trPr>
          <w:cnfStyle w:val="100000000000" w:firstRow="1" w:lastRow="0" w:firstColumn="0" w:lastColumn="0" w:oddVBand="0" w:evenVBand="0" w:oddHBand="0" w:evenHBand="0" w:firstRowFirstColumn="0" w:firstRowLastColumn="0" w:lastRowFirstColumn="0" w:lastRowLastColumn="0"/>
        </w:trPr>
        <w:tc>
          <w:tcPr>
            <w:tcW w:w="3030" w:type="dxa"/>
          </w:tcPr>
          <w:p w14:paraId="374C9D70" w14:textId="77777777" w:rsidR="00184EE7" w:rsidRPr="0017282C" w:rsidRDefault="00184EE7" w:rsidP="00184EE7">
            <w:pPr>
              <w:pStyle w:val="Tabulka"/>
              <w:rPr>
                <w:rStyle w:val="Nadpisvtabulce"/>
                <w:b/>
              </w:rPr>
            </w:pPr>
            <w:r w:rsidRPr="0017282C">
              <w:rPr>
                <w:rStyle w:val="Nadpisvtabulce"/>
                <w:b/>
              </w:rPr>
              <w:t>Jméno a příjmení</w:t>
            </w:r>
          </w:p>
        </w:tc>
        <w:tc>
          <w:tcPr>
            <w:tcW w:w="5759" w:type="dxa"/>
          </w:tcPr>
          <w:p w14:paraId="1140AAC8" w14:textId="66184968" w:rsidR="00184EE7" w:rsidRPr="00184EE7" w:rsidRDefault="00184EE7" w:rsidP="00184EE7">
            <w:pPr>
              <w:pStyle w:val="Tabulka"/>
            </w:pPr>
            <w:r w:rsidRPr="00184EE7">
              <w:t>Ing. Jaroslava Techmanová</w:t>
            </w:r>
          </w:p>
        </w:tc>
      </w:tr>
      <w:tr w:rsidR="00184EE7" w:rsidRPr="00F95FBD" w14:paraId="553E1F2B" w14:textId="77777777" w:rsidTr="00184EE7">
        <w:tc>
          <w:tcPr>
            <w:tcW w:w="3030" w:type="dxa"/>
          </w:tcPr>
          <w:p w14:paraId="6E36C1F6" w14:textId="77777777" w:rsidR="00184EE7" w:rsidRPr="00F95FBD" w:rsidRDefault="00184EE7" w:rsidP="00184EE7">
            <w:pPr>
              <w:pStyle w:val="Tabulka"/>
            </w:pPr>
            <w:r w:rsidRPr="00F95FBD">
              <w:t>Adresa</w:t>
            </w:r>
          </w:p>
        </w:tc>
        <w:tc>
          <w:tcPr>
            <w:tcW w:w="5759" w:type="dxa"/>
          </w:tcPr>
          <w:p w14:paraId="45BBEB49" w14:textId="3BC69F7A" w:rsidR="00184EE7" w:rsidRPr="00184EE7" w:rsidRDefault="00184EE7" w:rsidP="00184EE7">
            <w:pPr>
              <w:pStyle w:val="Tabulka"/>
            </w:pPr>
            <w:r w:rsidRPr="00184EE7">
              <w:t xml:space="preserve">Ke Štvanici 656/3, 186 00 Praha 8 </w:t>
            </w:r>
          </w:p>
        </w:tc>
      </w:tr>
      <w:tr w:rsidR="00184EE7" w:rsidRPr="00F95FBD" w14:paraId="36FD4ED2" w14:textId="77777777" w:rsidTr="00184EE7">
        <w:tc>
          <w:tcPr>
            <w:tcW w:w="3030" w:type="dxa"/>
          </w:tcPr>
          <w:p w14:paraId="4B3E91AF" w14:textId="77777777" w:rsidR="00184EE7" w:rsidRPr="00F95FBD" w:rsidRDefault="00184EE7" w:rsidP="00184EE7">
            <w:pPr>
              <w:pStyle w:val="Tabulka"/>
            </w:pPr>
            <w:r w:rsidRPr="00F95FBD">
              <w:t>E-mail</w:t>
            </w:r>
          </w:p>
        </w:tc>
        <w:tc>
          <w:tcPr>
            <w:tcW w:w="5759" w:type="dxa"/>
          </w:tcPr>
          <w:p w14:paraId="3A67B0FB" w14:textId="46235A52" w:rsidR="00184EE7" w:rsidRPr="00184EE7" w:rsidRDefault="00184EE7" w:rsidP="00184EE7">
            <w:pPr>
              <w:pStyle w:val="Tabulka"/>
            </w:pPr>
            <w:r w:rsidRPr="00184EE7">
              <w:t xml:space="preserve">techmanova@spravazeleznic.cz </w:t>
            </w:r>
          </w:p>
        </w:tc>
      </w:tr>
      <w:tr w:rsidR="002038D5" w:rsidRPr="00F95FBD" w14:paraId="6A45BD39" w14:textId="77777777" w:rsidTr="00184EE7">
        <w:tc>
          <w:tcPr>
            <w:tcW w:w="3030" w:type="dxa"/>
          </w:tcPr>
          <w:p w14:paraId="2EC5ACA0" w14:textId="77777777" w:rsidR="002038D5" w:rsidRPr="00F95FBD" w:rsidRDefault="002038D5" w:rsidP="002038D5">
            <w:pPr>
              <w:pStyle w:val="Tabulka"/>
            </w:pPr>
            <w:r w:rsidRPr="00F95FBD">
              <w:t>Telefon</w:t>
            </w:r>
          </w:p>
        </w:tc>
        <w:tc>
          <w:tcPr>
            <w:tcW w:w="5759" w:type="dxa"/>
          </w:tcPr>
          <w:p w14:paraId="707C43E6" w14:textId="4AAE85AC" w:rsidR="002038D5" w:rsidRPr="00184EE7" w:rsidRDefault="00184EE7" w:rsidP="002038D5">
            <w:pPr>
              <w:pStyle w:val="Tabulka"/>
            </w:pPr>
            <w:r w:rsidRPr="00184EE7">
              <w:t>724 576 123</w:t>
            </w:r>
          </w:p>
        </w:tc>
      </w:tr>
    </w:tbl>
    <w:p w14:paraId="1079187D" w14:textId="77777777" w:rsidR="002038D5" w:rsidRPr="00F95FBD" w:rsidRDefault="002038D5" w:rsidP="002038D5">
      <w:pPr>
        <w:pStyle w:val="Textbezodsazen"/>
      </w:pPr>
    </w:p>
    <w:p w14:paraId="10AD32A7" w14:textId="55312F9D" w:rsidR="002038D5" w:rsidRPr="00F95FBD" w:rsidRDefault="004E0117"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8765CB" w:rsidRPr="0017282C" w14:paraId="26D685DF" w14:textId="77777777" w:rsidTr="008765CB">
        <w:trPr>
          <w:cnfStyle w:val="100000000000" w:firstRow="1" w:lastRow="0" w:firstColumn="0" w:lastColumn="0" w:oddVBand="0" w:evenVBand="0" w:oddHBand="0" w:evenHBand="0" w:firstRowFirstColumn="0" w:firstRowLastColumn="0" w:lastRowFirstColumn="0" w:lastRowLastColumn="0"/>
        </w:trPr>
        <w:tc>
          <w:tcPr>
            <w:tcW w:w="3030" w:type="dxa"/>
          </w:tcPr>
          <w:p w14:paraId="5F7CEFD5" w14:textId="77777777" w:rsidR="008765CB" w:rsidRPr="008765CB" w:rsidRDefault="008765CB" w:rsidP="008765CB">
            <w:pPr>
              <w:pStyle w:val="Tabulka"/>
              <w:rPr>
                <w:rStyle w:val="Nadpisvtabulce"/>
                <w:b/>
              </w:rPr>
            </w:pPr>
            <w:r w:rsidRPr="008765CB">
              <w:rPr>
                <w:rStyle w:val="Nadpisvtabulce"/>
                <w:b/>
              </w:rPr>
              <w:t>Jméno a příjmení</w:t>
            </w:r>
          </w:p>
        </w:tc>
        <w:tc>
          <w:tcPr>
            <w:tcW w:w="5759" w:type="dxa"/>
          </w:tcPr>
          <w:p w14:paraId="57099CF0" w14:textId="65B5FFAC" w:rsidR="008765CB" w:rsidRPr="008765CB" w:rsidRDefault="008765CB" w:rsidP="008765CB">
            <w:pPr>
              <w:pStyle w:val="Tabulka"/>
            </w:pPr>
            <w:r w:rsidRPr="008765CB">
              <w:t>Nikolas Nitran</w:t>
            </w:r>
          </w:p>
        </w:tc>
      </w:tr>
      <w:tr w:rsidR="008765CB" w:rsidRPr="00F95FBD" w14:paraId="0FFD1CAB" w14:textId="77777777" w:rsidTr="008765CB">
        <w:tc>
          <w:tcPr>
            <w:tcW w:w="3030" w:type="dxa"/>
          </w:tcPr>
          <w:p w14:paraId="0EDA77F5" w14:textId="77777777" w:rsidR="008765CB" w:rsidRPr="008765CB" w:rsidRDefault="008765CB" w:rsidP="008765CB">
            <w:pPr>
              <w:pStyle w:val="Tabulka"/>
            </w:pPr>
            <w:r w:rsidRPr="008765CB">
              <w:t>Adresa</w:t>
            </w:r>
          </w:p>
        </w:tc>
        <w:tc>
          <w:tcPr>
            <w:tcW w:w="5759" w:type="dxa"/>
          </w:tcPr>
          <w:p w14:paraId="6E38B177" w14:textId="3267C684" w:rsidR="008765CB" w:rsidRPr="008765CB" w:rsidRDefault="008765CB" w:rsidP="008765CB">
            <w:pPr>
              <w:pStyle w:val="Tabulka"/>
            </w:pPr>
            <w:r w:rsidRPr="008765CB">
              <w:t>Ke Štvanici 656/3, 186 00 Praha 8</w:t>
            </w:r>
          </w:p>
        </w:tc>
      </w:tr>
      <w:tr w:rsidR="008765CB" w:rsidRPr="00F95FBD" w14:paraId="5D1B5416" w14:textId="77777777" w:rsidTr="008765CB">
        <w:tc>
          <w:tcPr>
            <w:tcW w:w="3030" w:type="dxa"/>
          </w:tcPr>
          <w:p w14:paraId="7C41781A" w14:textId="77777777" w:rsidR="008765CB" w:rsidRPr="008765CB" w:rsidRDefault="008765CB" w:rsidP="008765CB">
            <w:pPr>
              <w:pStyle w:val="Tabulka"/>
            </w:pPr>
            <w:r w:rsidRPr="008765CB">
              <w:t>E-mail</w:t>
            </w:r>
          </w:p>
        </w:tc>
        <w:tc>
          <w:tcPr>
            <w:tcW w:w="5759" w:type="dxa"/>
          </w:tcPr>
          <w:p w14:paraId="76A96F2F" w14:textId="39BC4319" w:rsidR="008765CB" w:rsidRPr="008765CB" w:rsidRDefault="008765CB" w:rsidP="008765CB">
            <w:pPr>
              <w:pStyle w:val="Tabulka"/>
            </w:pPr>
            <w:r w:rsidRPr="008765CB">
              <w:t>nitran@spravazeleznic.cz</w:t>
            </w:r>
          </w:p>
        </w:tc>
      </w:tr>
      <w:tr w:rsidR="00C44853" w:rsidRPr="00F95FBD" w14:paraId="3F9E5974" w14:textId="77777777" w:rsidTr="008765CB">
        <w:tc>
          <w:tcPr>
            <w:tcW w:w="3030" w:type="dxa"/>
          </w:tcPr>
          <w:p w14:paraId="7C75AD20" w14:textId="77777777" w:rsidR="00C44853" w:rsidRPr="008765CB" w:rsidRDefault="00C44853" w:rsidP="005923F7">
            <w:pPr>
              <w:pStyle w:val="Tabulka"/>
            </w:pPr>
            <w:r w:rsidRPr="008765CB">
              <w:t>Telefon</w:t>
            </w:r>
          </w:p>
        </w:tc>
        <w:tc>
          <w:tcPr>
            <w:tcW w:w="5759" w:type="dxa"/>
          </w:tcPr>
          <w:p w14:paraId="497F9C5C" w14:textId="0A0F4FE6" w:rsidR="00C44853" w:rsidRPr="008765CB" w:rsidRDefault="008765CB" w:rsidP="005923F7">
            <w:pPr>
              <w:pStyle w:val="Tabulka"/>
            </w:pPr>
            <w:r w:rsidRPr="008765CB">
              <w:t>724 863 591</w:t>
            </w:r>
          </w:p>
        </w:tc>
      </w:tr>
    </w:tbl>
    <w:p w14:paraId="38DA7D6D" w14:textId="77777777" w:rsidR="002038D5" w:rsidRPr="00F95FBD" w:rsidRDefault="002038D5" w:rsidP="002038D5">
      <w:pPr>
        <w:pStyle w:val="Textbezodsazen"/>
      </w:pPr>
    </w:p>
    <w:p w14:paraId="310A809C"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8765CB" w:rsidRPr="0017282C" w14:paraId="5DFE1562"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77777777" w:rsidR="008765CB" w:rsidRPr="0017282C" w:rsidRDefault="008765CB" w:rsidP="008765CB">
            <w:pPr>
              <w:pStyle w:val="Tabulka"/>
              <w:rPr>
                <w:rStyle w:val="Nadpisvtabulce"/>
                <w:b/>
              </w:rPr>
            </w:pPr>
            <w:r w:rsidRPr="0017282C">
              <w:rPr>
                <w:rStyle w:val="Nadpisvtabulce"/>
                <w:b/>
              </w:rPr>
              <w:t>Jméno a příjmení</w:t>
            </w:r>
          </w:p>
        </w:tc>
        <w:tc>
          <w:tcPr>
            <w:tcW w:w="5759" w:type="dxa"/>
          </w:tcPr>
          <w:p w14:paraId="19C96395" w14:textId="60EF1922" w:rsidR="008765CB" w:rsidRPr="008765CB" w:rsidRDefault="008765CB" w:rsidP="008765CB">
            <w:pPr>
              <w:pStyle w:val="Tabulka"/>
            </w:pPr>
            <w:r w:rsidRPr="008765CB">
              <w:t>Ing. Ivan Majorník</w:t>
            </w:r>
          </w:p>
        </w:tc>
      </w:tr>
      <w:tr w:rsidR="008765CB" w:rsidRPr="00F95FBD" w14:paraId="236C8A58" w14:textId="77777777" w:rsidTr="00B96655">
        <w:tc>
          <w:tcPr>
            <w:tcW w:w="3030" w:type="dxa"/>
          </w:tcPr>
          <w:p w14:paraId="77872AAA" w14:textId="77777777" w:rsidR="008765CB" w:rsidRPr="00F95FBD" w:rsidRDefault="008765CB" w:rsidP="008765CB">
            <w:pPr>
              <w:pStyle w:val="Tabulka"/>
            </w:pPr>
            <w:r w:rsidRPr="00F95FBD">
              <w:t>Adresa</w:t>
            </w:r>
          </w:p>
        </w:tc>
        <w:tc>
          <w:tcPr>
            <w:tcW w:w="5759" w:type="dxa"/>
          </w:tcPr>
          <w:p w14:paraId="177CA256" w14:textId="651EB8AA" w:rsidR="008765CB" w:rsidRPr="008765CB" w:rsidRDefault="008765CB" w:rsidP="008765CB">
            <w:pPr>
              <w:pStyle w:val="Tabulka"/>
            </w:pPr>
            <w:r w:rsidRPr="008765CB">
              <w:t>Václavkova 169/1, 160 00 Praha 6</w:t>
            </w:r>
          </w:p>
        </w:tc>
      </w:tr>
      <w:tr w:rsidR="008765CB" w:rsidRPr="00F95FBD" w14:paraId="2EF6548B" w14:textId="77777777" w:rsidTr="00B96655">
        <w:tc>
          <w:tcPr>
            <w:tcW w:w="3030" w:type="dxa"/>
          </w:tcPr>
          <w:p w14:paraId="1604284A" w14:textId="77777777" w:rsidR="008765CB" w:rsidRPr="00F95FBD" w:rsidRDefault="008765CB" w:rsidP="008765CB">
            <w:pPr>
              <w:pStyle w:val="Tabulka"/>
            </w:pPr>
            <w:r w:rsidRPr="00F95FBD">
              <w:t>E-mail</w:t>
            </w:r>
          </w:p>
        </w:tc>
        <w:tc>
          <w:tcPr>
            <w:tcW w:w="5759" w:type="dxa"/>
          </w:tcPr>
          <w:p w14:paraId="388A5BF3" w14:textId="087A0328" w:rsidR="008765CB" w:rsidRPr="008765CB" w:rsidRDefault="008765CB" w:rsidP="008765CB">
            <w:pPr>
              <w:pStyle w:val="Tabulka"/>
            </w:pPr>
            <w:r w:rsidRPr="008765CB">
              <w:t>Majornik@spravazeleznic.cz</w:t>
            </w:r>
          </w:p>
        </w:tc>
      </w:tr>
      <w:tr w:rsidR="00C44853" w:rsidRPr="00F95FBD" w14:paraId="5A503F0A" w14:textId="77777777" w:rsidTr="00B96655">
        <w:tc>
          <w:tcPr>
            <w:tcW w:w="3030" w:type="dxa"/>
          </w:tcPr>
          <w:p w14:paraId="3B16151D" w14:textId="77777777" w:rsidR="00C44853" w:rsidRPr="00F95FBD" w:rsidRDefault="00C44853" w:rsidP="005923F7">
            <w:pPr>
              <w:pStyle w:val="Tabulka"/>
            </w:pPr>
            <w:r w:rsidRPr="00F95FBD">
              <w:t>Telefon</w:t>
            </w:r>
          </w:p>
        </w:tc>
        <w:tc>
          <w:tcPr>
            <w:tcW w:w="5759" w:type="dxa"/>
          </w:tcPr>
          <w:p w14:paraId="5934D15A" w14:textId="222BF981" w:rsidR="000E2ED0" w:rsidRPr="00FB4272" w:rsidRDefault="008765CB" w:rsidP="005923F7">
            <w:pPr>
              <w:pStyle w:val="Tabulka"/>
              <w:rPr>
                <w:highlight w:val="green"/>
              </w:rPr>
            </w:pPr>
            <w:r w:rsidRPr="008B0C62">
              <w:t>601 078 172</w:t>
            </w:r>
          </w:p>
        </w:tc>
      </w:tr>
    </w:tbl>
    <w:p w14:paraId="538F3833" w14:textId="77777777" w:rsidR="005923F7" w:rsidRDefault="005923F7" w:rsidP="005923F7">
      <w:pPr>
        <w:pStyle w:val="Textbezodsazen"/>
      </w:pPr>
    </w:p>
    <w:p w14:paraId="386BE700" w14:textId="77777777" w:rsidR="000E2ED0" w:rsidRPr="008765CB" w:rsidRDefault="000E2ED0" w:rsidP="000E2ED0">
      <w:pPr>
        <w:pStyle w:val="Nadpistabulky"/>
        <w:rPr>
          <w:rFonts w:asciiTheme="minorHAnsi" w:hAnsiTheme="minorHAnsi"/>
          <w:sz w:val="18"/>
          <w:szCs w:val="18"/>
        </w:rPr>
      </w:pPr>
      <w:r w:rsidRPr="000C2B01">
        <w:rPr>
          <w:rFonts w:asciiTheme="minorHAnsi" w:hAnsiTheme="minorHAnsi"/>
          <w:sz w:val="18"/>
          <w:szCs w:val="18"/>
        </w:rPr>
        <w:t>Ve věci kontroly požití alkoholu a/n</w:t>
      </w:r>
      <w:r w:rsidRPr="008765CB">
        <w:rPr>
          <w:rFonts w:asciiTheme="minorHAnsi" w:hAnsiTheme="minorHAnsi"/>
          <w:sz w:val="18"/>
          <w:szCs w:val="18"/>
        </w:rPr>
        <w:t xml:space="preserve">ebo návykových látek </w:t>
      </w:r>
    </w:p>
    <w:tbl>
      <w:tblPr>
        <w:tblStyle w:val="TabulkaS-zhlav"/>
        <w:tblW w:w="8789" w:type="dxa"/>
        <w:tblLook w:val="04A0" w:firstRow="1" w:lastRow="0" w:firstColumn="1" w:lastColumn="0" w:noHBand="0" w:noVBand="1"/>
      </w:tblPr>
      <w:tblGrid>
        <w:gridCol w:w="3032"/>
        <w:gridCol w:w="5757"/>
      </w:tblGrid>
      <w:tr w:rsidR="008765CB" w:rsidRPr="008765CB" w14:paraId="23696874" w14:textId="77777777" w:rsidTr="008765CB">
        <w:trPr>
          <w:cnfStyle w:val="100000000000" w:firstRow="1" w:lastRow="0" w:firstColumn="0" w:lastColumn="0" w:oddVBand="0" w:evenVBand="0" w:oddHBand="0" w:evenHBand="0" w:firstRowFirstColumn="0" w:firstRowLastColumn="0" w:lastRowFirstColumn="0" w:lastRowLastColumn="0"/>
        </w:trPr>
        <w:tc>
          <w:tcPr>
            <w:tcW w:w="3032" w:type="dxa"/>
          </w:tcPr>
          <w:p w14:paraId="1E89C91D" w14:textId="77777777" w:rsidR="008765CB" w:rsidRPr="008765CB" w:rsidRDefault="008765CB" w:rsidP="008765CB">
            <w:pPr>
              <w:pStyle w:val="Tabulka"/>
              <w:rPr>
                <w:rStyle w:val="Nadpisvtabulce"/>
                <w:b/>
              </w:rPr>
            </w:pPr>
            <w:r w:rsidRPr="008765CB">
              <w:rPr>
                <w:rStyle w:val="Nadpisvtabulce"/>
                <w:b/>
              </w:rPr>
              <w:t>Jméno a příjmení</w:t>
            </w:r>
          </w:p>
        </w:tc>
        <w:tc>
          <w:tcPr>
            <w:tcW w:w="5757" w:type="dxa"/>
          </w:tcPr>
          <w:p w14:paraId="26F51668" w14:textId="10327B53" w:rsidR="008765CB" w:rsidRPr="008765CB" w:rsidRDefault="008765CB" w:rsidP="008765CB">
            <w:pPr>
              <w:pStyle w:val="Tabulka"/>
            </w:pPr>
            <w:r w:rsidRPr="008765CB">
              <w:t>Nikolas Nitran</w:t>
            </w:r>
          </w:p>
        </w:tc>
      </w:tr>
      <w:tr w:rsidR="008765CB" w:rsidRPr="008765CB" w14:paraId="4F5BF9B7" w14:textId="77777777" w:rsidTr="008765CB">
        <w:tc>
          <w:tcPr>
            <w:tcW w:w="3032" w:type="dxa"/>
          </w:tcPr>
          <w:p w14:paraId="1DD8E75C" w14:textId="77777777" w:rsidR="008765CB" w:rsidRPr="008765CB" w:rsidRDefault="008765CB" w:rsidP="008765CB">
            <w:pPr>
              <w:pStyle w:val="Tabulka"/>
              <w:rPr>
                <w:rStyle w:val="Nadpisvtabulce"/>
                <w:b w:val="0"/>
              </w:rPr>
            </w:pPr>
            <w:r w:rsidRPr="008765CB">
              <w:rPr>
                <w:rStyle w:val="Nadpisvtabulce"/>
                <w:b w:val="0"/>
              </w:rPr>
              <w:t>Adresa</w:t>
            </w:r>
          </w:p>
        </w:tc>
        <w:tc>
          <w:tcPr>
            <w:tcW w:w="5757" w:type="dxa"/>
          </w:tcPr>
          <w:p w14:paraId="25307743" w14:textId="723A6184" w:rsidR="008765CB" w:rsidRPr="008765CB" w:rsidRDefault="008765CB" w:rsidP="008765CB">
            <w:pPr>
              <w:pStyle w:val="Tabulka"/>
            </w:pPr>
            <w:r w:rsidRPr="008765CB">
              <w:t>Ke Štvanici 656/3, 186 00 Praha 8</w:t>
            </w:r>
          </w:p>
        </w:tc>
      </w:tr>
      <w:tr w:rsidR="008765CB" w:rsidRPr="000C2B01" w14:paraId="4533221E" w14:textId="77777777" w:rsidTr="008765CB">
        <w:tc>
          <w:tcPr>
            <w:tcW w:w="3032" w:type="dxa"/>
          </w:tcPr>
          <w:p w14:paraId="1687BA0C" w14:textId="77777777" w:rsidR="008765CB" w:rsidRPr="008765CB" w:rsidRDefault="008765CB" w:rsidP="008765CB">
            <w:pPr>
              <w:pStyle w:val="Tabulka"/>
            </w:pPr>
            <w:r w:rsidRPr="008765CB">
              <w:t>E-mail</w:t>
            </w:r>
          </w:p>
        </w:tc>
        <w:tc>
          <w:tcPr>
            <w:tcW w:w="5757" w:type="dxa"/>
          </w:tcPr>
          <w:p w14:paraId="6FF92CA8" w14:textId="7B4FAA96" w:rsidR="008765CB" w:rsidRPr="008765CB" w:rsidRDefault="008765CB" w:rsidP="008765CB">
            <w:pPr>
              <w:pStyle w:val="Tabulka"/>
            </w:pPr>
            <w:r w:rsidRPr="008765CB">
              <w:t>nitran@spravazeleznic.cz</w:t>
            </w:r>
          </w:p>
        </w:tc>
      </w:tr>
      <w:tr w:rsidR="000E2ED0" w:rsidRPr="000C2B01" w14:paraId="3B862683" w14:textId="77777777" w:rsidTr="008765CB">
        <w:tc>
          <w:tcPr>
            <w:tcW w:w="3032" w:type="dxa"/>
          </w:tcPr>
          <w:p w14:paraId="55B0A0C1" w14:textId="77777777" w:rsidR="000E2ED0" w:rsidRPr="000C2B01" w:rsidRDefault="000E2ED0" w:rsidP="00253CBA">
            <w:pPr>
              <w:pStyle w:val="Tabulka"/>
            </w:pPr>
            <w:r w:rsidRPr="000C2B01">
              <w:t>Telefon</w:t>
            </w:r>
          </w:p>
        </w:tc>
        <w:tc>
          <w:tcPr>
            <w:tcW w:w="5757" w:type="dxa"/>
          </w:tcPr>
          <w:p w14:paraId="7413ED5E" w14:textId="18BB8B6B" w:rsidR="000E2ED0" w:rsidRPr="000C2B01" w:rsidRDefault="008765CB" w:rsidP="00253CBA">
            <w:pPr>
              <w:pStyle w:val="Tabulka"/>
              <w:rPr>
                <w:highlight w:val="green"/>
              </w:rPr>
            </w:pPr>
            <w:r w:rsidRPr="008765CB">
              <w:t>724 863 591</w:t>
            </w:r>
          </w:p>
        </w:tc>
      </w:tr>
    </w:tbl>
    <w:p w14:paraId="46B3A30A" w14:textId="77777777" w:rsidR="00B12E50" w:rsidRDefault="00B12E50" w:rsidP="00B01693">
      <w:pPr>
        <w:pStyle w:val="Nadpisbezsl1-2"/>
        <w:tabs>
          <w:tab w:val="left" w:pos="2292"/>
        </w:tabs>
        <w:outlineLvl w:val="2"/>
      </w:pPr>
    </w:p>
    <w:p w14:paraId="3038C3FF" w14:textId="77777777" w:rsidR="00B12E50" w:rsidRPr="00B12E50" w:rsidRDefault="00B12E50" w:rsidP="00B12E50">
      <w:pPr>
        <w:pStyle w:val="Text2-1"/>
        <w:numPr>
          <w:ilvl w:val="0"/>
          <w:numId w:val="0"/>
        </w:numPr>
        <w:ind w:left="737"/>
      </w:pPr>
    </w:p>
    <w:p w14:paraId="76D2E3C8" w14:textId="77777777" w:rsidR="00B12E50" w:rsidRPr="00B12E50" w:rsidRDefault="00B12E50" w:rsidP="00B12E50">
      <w:pPr>
        <w:pStyle w:val="Text2-1"/>
        <w:numPr>
          <w:ilvl w:val="0"/>
          <w:numId w:val="0"/>
        </w:numPr>
        <w:ind w:left="737"/>
      </w:pPr>
    </w:p>
    <w:p w14:paraId="64D93D4F" w14:textId="6E18C409" w:rsidR="00EC707C" w:rsidRDefault="00EC707C" w:rsidP="00B12E50">
      <w:pPr>
        <w:pStyle w:val="Nadpisbezsl1-2"/>
        <w:outlineLvl w:val="2"/>
      </w:pPr>
      <w:r>
        <w:t>Za Zhotovitele</w:t>
      </w:r>
      <w:r>
        <w:tab/>
      </w:r>
    </w:p>
    <w:p w14:paraId="7D11EA52" w14:textId="7DF8372C" w:rsidR="00A747C5"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325572B4" w14:textId="21C4C53B" w:rsidR="00645E2C" w:rsidRPr="00B96655" w:rsidRDefault="00645E2C" w:rsidP="00645E2C">
      <w:pPr>
        <w:spacing w:after="0" w:line="240" w:lineRule="auto"/>
        <w:rPr>
          <w:rFonts w:asciiTheme="minorHAnsi" w:hAnsiTheme="minorHAnsi"/>
          <w:i/>
          <w:color w:val="00B050"/>
          <w:sz w:val="18"/>
          <w:szCs w:val="18"/>
        </w:rPr>
      </w:pP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9"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29"/>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03958220" w14:textId="77777777" w:rsidR="00E06576" w:rsidRPr="00F95FBD" w:rsidRDefault="00E06576" w:rsidP="00E06576">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382DCF87" w14:textId="77777777" w:rsidR="00DB12FF" w:rsidRPr="00F035CE" w:rsidRDefault="00DB12FF" w:rsidP="00DB12FF">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DB12FF" w:rsidRPr="00F035CE" w14:paraId="173485DB" w14:textId="77777777" w:rsidTr="00657D9E">
        <w:trPr>
          <w:cnfStyle w:val="100000000000" w:firstRow="1" w:lastRow="0" w:firstColumn="0" w:lastColumn="0" w:oddVBand="0" w:evenVBand="0" w:oddHBand="0" w:evenHBand="0" w:firstRowFirstColumn="0" w:firstRowLastColumn="0" w:lastRowFirstColumn="0" w:lastRowLastColumn="0"/>
        </w:trPr>
        <w:tc>
          <w:tcPr>
            <w:tcW w:w="3056" w:type="dxa"/>
          </w:tcPr>
          <w:p w14:paraId="507F4BA1" w14:textId="77777777" w:rsidR="00DB12FF" w:rsidRPr="00F035CE" w:rsidRDefault="00DB12FF" w:rsidP="00657D9E">
            <w:pPr>
              <w:pStyle w:val="Tabulka"/>
              <w:keepNext/>
              <w:rPr>
                <w:rStyle w:val="Nadpisvtabulce"/>
                <w:b/>
              </w:rPr>
            </w:pPr>
            <w:r w:rsidRPr="00F035CE">
              <w:rPr>
                <w:rStyle w:val="Nadpisvtabulce"/>
                <w:b/>
              </w:rPr>
              <w:t>Jméno a příjmení</w:t>
            </w:r>
          </w:p>
        </w:tc>
        <w:tc>
          <w:tcPr>
            <w:tcW w:w="5812" w:type="dxa"/>
          </w:tcPr>
          <w:p w14:paraId="3E85344F" w14:textId="77777777" w:rsidR="00DB12FF" w:rsidRPr="00F035CE" w:rsidRDefault="00DB12FF" w:rsidP="00657D9E">
            <w:pPr>
              <w:pStyle w:val="Tabulka"/>
            </w:pPr>
            <w:r w:rsidRPr="00F035CE">
              <w:rPr>
                <w:highlight w:val="yellow"/>
              </w:rPr>
              <w:t>[VLOŽÍ ZHOTOVITEL]</w:t>
            </w:r>
          </w:p>
        </w:tc>
      </w:tr>
      <w:tr w:rsidR="00DB12FF" w:rsidRPr="00F035CE" w14:paraId="3D908A8E" w14:textId="77777777" w:rsidTr="00657D9E">
        <w:tc>
          <w:tcPr>
            <w:tcW w:w="3056" w:type="dxa"/>
          </w:tcPr>
          <w:p w14:paraId="54FFDD27" w14:textId="77777777" w:rsidR="00DB12FF" w:rsidRPr="00F035CE" w:rsidRDefault="00DB12FF" w:rsidP="00657D9E">
            <w:pPr>
              <w:pStyle w:val="Tabulka"/>
              <w:keepNext/>
            </w:pPr>
            <w:r w:rsidRPr="00F035CE">
              <w:t>Adresa</w:t>
            </w:r>
          </w:p>
        </w:tc>
        <w:tc>
          <w:tcPr>
            <w:tcW w:w="5812" w:type="dxa"/>
          </w:tcPr>
          <w:p w14:paraId="76D3FCA7" w14:textId="77777777" w:rsidR="00DB12FF" w:rsidRPr="00F035CE" w:rsidRDefault="00DB12FF" w:rsidP="00657D9E">
            <w:pPr>
              <w:pStyle w:val="Tabulka"/>
            </w:pPr>
            <w:r w:rsidRPr="00F035CE">
              <w:rPr>
                <w:highlight w:val="yellow"/>
              </w:rPr>
              <w:t>[VLOŽÍ ZHOTOVITEL]</w:t>
            </w:r>
          </w:p>
        </w:tc>
      </w:tr>
      <w:tr w:rsidR="00DB12FF" w:rsidRPr="00F035CE" w14:paraId="10748B9A" w14:textId="77777777" w:rsidTr="00657D9E">
        <w:tc>
          <w:tcPr>
            <w:tcW w:w="3056" w:type="dxa"/>
          </w:tcPr>
          <w:p w14:paraId="6D203509" w14:textId="77777777" w:rsidR="00DB12FF" w:rsidRPr="00F035CE" w:rsidRDefault="00DB12FF" w:rsidP="00657D9E">
            <w:pPr>
              <w:pStyle w:val="Tabulka"/>
            </w:pPr>
            <w:r w:rsidRPr="00F035CE">
              <w:t>E-mail</w:t>
            </w:r>
          </w:p>
        </w:tc>
        <w:tc>
          <w:tcPr>
            <w:tcW w:w="5812" w:type="dxa"/>
          </w:tcPr>
          <w:p w14:paraId="079F971B" w14:textId="77777777" w:rsidR="00DB12FF" w:rsidRPr="00F035CE" w:rsidRDefault="00DB12FF" w:rsidP="00657D9E">
            <w:pPr>
              <w:pStyle w:val="Tabulka"/>
            </w:pPr>
            <w:r w:rsidRPr="00F035CE">
              <w:rPr>
                <w:highlight w:val="yellow"/>
              </w:rPr>
              <w:t>[VLOŽÍ ZHOTOVITEL]</w:t>
            </w:r>
          </w:p>
        </w:tc>
      </w:tr>
      <w:tr w:rsidR="00DB12FF" w:rsidRPr="00F035CE" w14:paraId="50BADF48" w14:textId="77777777" w:rsidTr="00657D9E">
        <w:tc>
          <w:tcPr>
            <w:tcW w:w="3056" w:type="dxa"/>
          </w:tcPr>
          <w:p w14:paraId="621C4D8A" w14:textId="77777777" w:rsidR="00DB12FF" w:rsidRPr="00F035CE" w:rsidRDefault="00DB12FF" w:rsidP="00657D9E">
            <w:pPr>
              <w:pStyle w:val="Tabulka"/>
            </w:pPr>
            <w:r w:rsidRPr="00F035CE">
              <w:t>Telefon</w:t>
            </w:r>
          </w:p>
        </w:tc>
        <w:tc>
          <w:tcPr>
            <w:tcW w:w="5812" w:type="dxa"/>
          </w:tcPr>
          <w:p w14:paraId="72D7829E" w14:textId="77777777" w:rsidR="00DB12FF" w:rsidRPr="00F035CE" w:rsidRDefault="00DB12FF" w:rsidP="00657D9E">
            <w:pPr>
              <w:pStyle w:val="Tabulka"/>
            </w:pPr>
            <w:r w:rsidRPr="00F035CE">
              <w:rPr>
                <w:highlight w:val="yellow"/>
              </w:rPr>
              <w:t>[VLOŽÍ ZHOTOVITEL]</w:t>
            </w:r>
          </w:p>
        </w:tc>
      </w:tr>
    </w:tbl>
    <w:p w14:paraId="3A477B44" w14:textId="77777777" w:rsidR="00DB12FF" w:rsidRPr="00F95FBD" w:rsidRDefault="00DB12FF" w:rsidP="00EC707C">
      <w:pPr>
        <w:pStyle w:val="Tabulka"/>
      </w:pPr>
    </w:p>
    <w:p w14:paraId="3825D8BB" w14:textId="77777777" w:rsidR="00070820" w:rsidRPr="00694DF6" w:rsidRDefault="00070820" w:rsidP="00070820">
      <w:pPr>
        <w:pStyle w:val="Nadpistabulky"/>
        <w:rPr>
          <w:strike/>
          <w:color w:val="FF0000"/>
          <w:sz w:val="18"/>
        </w:rPr>
      </w:pPr>
      <w:r>
        <w:rPr>
          <w:sz w:val="18"/>
          <w:szCs w:val="18"/>
        </w:rPr>
        <w:t xml:space="preserve">Specialista na hodnocení ekonomické efektivnosti </w:t>
      </w:r>
    </w:p>
    <w:tbl>
      <w:tblPr>
        <w:tblStyle w:val="TabulkaS-zahlzap"/>
        <w:tblW w:w="8868" w:type="dxa"/>
        <w:tblLook w:val="04A0" w:firstRow="1" w:lastRow="0" w:firstColumn="1" w:lastColumn="0" w:noHBand="0" w:noVBand="1"/>
      </w:tblPr>
      <w:tblGrid>
        <w:gridCol w:w="3056"/>
        <w:gridCol w:w="5812"/>
      </w:tblGrid>
      <w:tr w:rsidR="00070820" w:rsidRPr="00F95FBD" w14:paraId="60E71D46" w14:textId="77777777" w:rsidTr="00E8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83DC6" w14:textId="77777777" w:rsidR="00070820" w:rsidRPr="00F95FBD" w:rsidRDefault="00070820" w:rsidP="00E81F9F">
            <w:pPr>
              <w:pStyle w:val="Tabulka"/>
              <w:rPr>
                <w:rStyle w:val="Nadpisvtabulce"/>
              </w:rPr>
            </w:pPr>
            <w:r w:rsidRPr="00F95FBD">
              <w:rPr>
                <w:rStyle w:val="Nadpisvtabulce"/>
              </w:rPr>
              <w:t>Jméno a příjmení</w:t>
            </w:r>
          </w:p>
        </w:tc>
        <w:tc>
          <w:tcPr>
            <w:tcW w:w="5812" w:type="dxa"/>
          </w:tcPr>
          <w:p w14:paraId="3466A57B" w14:textId="77777777" w:rsidR="00070820" w:rsidRPr="00F95FBD" w:rsidRDefault="00070820" w:rsidP="00E81F9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70820" w:rsidRPr="00F95FBD" w14:paraId="35B1EEC6"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1D5AEC1C" w14:textId="77777777" w:rsidR="00070820" w:rsidRPr="00F95FBD" w:rsidRDefault="00070820" w:rsidP="00E81F9F">
            <w:pPr>
              <w:pStyle w:val="Tabulka"/>
            </w:pPr>
            <w:r w:rsidRPr="00F95FBD">
              <w:t>Adresa</w:t>
            </w:r>
          </w:p>
        </w:tc>
        <w:tc>
          <w:tcPr>
            <w:tcW w:w="5812" w:type="dxa"/>
          </w:tcPr>
          <w:p w14:paraId="4420B44E"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A338C19"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062204FD" w14:textId="77777777" w:rsidR="00070820" w:rsidRPr="00F95FBD" w:rsidRDefault="00070820" w:rsidP="00E81F9F">
            <w:pPr>
              <w:pStyle w:val="Tabulka"/>
            </w:pPr>
            <w:r w:rsidRPr="00F95FBD">
              <w:t>E-mail</w:t>
            </w:r>
          </w:p>
        </w:tc>
        <w:tc>
          <w:tcPr>
            <w:tcW w:w="5812" w:type="dxa"/>
          </w:tcPr>
          <w:p w14:paraId="62261654"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DBEDBE0"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56929763" w14:textId="77777777" w:rsidR="00070820" w:rsidRPr="00F95FBD" w:rsidRDefault="00070820" w:rsidP="00E81F9F">
            <w:pPr>
              <w:pStyle w:val="Tabulka"/>
            </w:pPr>
            <w:r w:rsidRPr="00F95FBD">
              <w:t>Telefon</w:t>
            </w:r>
          </w:p>
        </w:tc>
        <w:tc>
          <w:tcPr>
            <w:tcW w:w="5812" w:type="dxa"/>
          </w:tcPr>
          <w:p w14:paraId="50C697EA"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8ECB5D" w14:textId="77777777" w:rsidR="00EC707C" w:rsidRDefault="00EC707C" w:rsidP="00EC707C">
      <w:pPr>
        <w:pStyle w:val="Tabulka"/>
      </w:pPr>
    </w:p>
    <w:p w14:paraId="61E3B494" w14:textId="77777777" w:rsidR="00C92B85" w:rsidRPr="00F95FBD" w:rsidRDefault="00C92B85" w:rsidP="00C92B85">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C92B85" w:rsidRPr="0017282C" w14:paraId="406F841E" w14:textId="77777777" w:rsidTr="00816F2D">
        <w:trPr>
          <w:cnfStyle w:val="100000000000" w:firstRow="1" w:lastRow="0" w:firstColumn="0" w:lastColumn="0" w:oddVBand="0" w:evenVBand="0" w:oddHBand="0" w:evenHBand="0" w:firstRowFirstColumn="0" w:firstRowLastColumn="0" w:lastRowFirstColumn="0" w:lastRowLastColumn="0"/>
        </w:trPr>
        <w:tc>
          <w:tcPr>
            <w:tcW w:w="3030" w:type="dxa"/>
          </w:tcPr>
          <w:p w14:paraId="77938753" w14:textId="77777777" w:rsidR="00C92B85" w:rsidRPr="0017282C" w:rsidRDefault="00C92B85" w:rsidP="00816F2D">
            <w:pPr>
              <w:pStyle w:val="Tabulka"/>
              <w:rPr>
                <w:rStyle w:val="Nadpisvtabulce"/>
                <w:b/>
              </w:rPr>
            </w:pPr>
            <w:r w:rsidRPr="0017282C">
              <w:rPr>
                <w:rStyle w:val="Nadpisvtabulce"/>
                <w:b/>
              </w:rPr>
              <w:t>Jméno a příjmení</w:t>
            </w:r>
          </w:p>
        </w:tc>
        <w:tc>
          <w:tcPr>
            <w:tcW w:w="5759" w:type="dxa"/>
          </w:tcPr>
          <w:p w14:paraId="71BB7B21" w14:textId="77777777" w:rsidR="00C92B85" w:rsidRPr="0017282C" w:rsidRDefault="00C92B85" w:rsidP="00816F2D">
            <w:pPr>
              <w:pStyle w:val="Tabulka"/>
            </w:pPr>
            <w:r w:rsidRPr="0017282C">
              <w:rPr>
                <w:highlight w:val="yellow"/>
              </w:rPr>
              <w:t>[VLOŽÍ ZHOTOVITEL]</w:t>
            </w:r>
          </w:p>
        </w:tc>
      </w:tr>
      <w:tr w:rsidR="00C92B85" w:rsidRPr="0017282C" w14:paraId="644984C6" w14:textId="77777777" w:rsidTr="00816F2D">
        <w:tc>
          <w:tcPr>
            <w:tcW w:w="3030" w:type="dxa"/>
          </w:tcPr>
          <w:p w14:paraId="112C58BB" w14:textId="77777777" w:rsidR="00C92B85" w:rsidRPr="0017282C" w:rsidRDefault="00C92B85" w:rsidP="00816F2D">
            <w:pPr>
              <w:pStyle w:val="Tabulka"/>
            </w:pPr>
            <w:r w:rsidRPr="0017282C">
              <w:t>Adresa</w:t>
            </w:r>
          </w:p>
        </w:tc>
        <w:tc>
          <w:tcPr>
            <w:tcW w:w="5759" w:type="dxa"/>
          </w:tcPr>
          <w:p w14:paraId="6D54ABA3" w14:textId="77777777" w:rsidR="00C92B85" w:rsidRPr="0017282C" w:rsidRDefault="00C92B85" w:rsidP="00816F2D">
            <w:pPr>
              <w:pStyle w:val="Tabulka"/>
            </w:pPr>
            <w:r w:rsidRPr="0017282C">
              <w:rPr>
                <w:highlight w:val="yellow"/>
              </w:rPr>
              <w:t>[VLOŽÍ ZHOTOVITEL]</w:t>
            </w:r>
          </w:p>
        </w:tc>
      </w:tr>
      <w:tr w:rsidR="00C92B85" w:rsidRPr="00F95FBD" w14:paraId="1F6006E7" w14:textId="77777777" w:rsidTr="00816F2D">
        <w:tc>
          <w:tcPr>
            <w:tcW w:w="3030" w:type="dxa"/>
          </w:tcPr>
          <w:p w14:paraId="737783CE" w14:textId="77777777" w:rsidR="00C92B85" w:rsidRPr="00F95FBD" w:rsidRDefault="00C92B85" w:rsidP="00816F2D">
            <w:pPr>
              <w:pStyle w:val="Tabulka"/>
            </w:pPr>
            <w:r w:rsidRPr="00F95FBD">
              <w:t>E-mail</w:t>
            </w:r>
          </w:p>
        </w:tc>
        <w:tc>
          <w:tcPr>
            <w:tcW w:w="5759" w:type="dxa"/>
          </w:tcPr>
          <w:p w14:paraId="4B087AE9" w14:textId="77777777" w:rsidR="00C92B85" w:rsidRPr="00F95FBD" w:rsidRDefault="00C92B85" w:rsidP="00816F2D">
            <w:pPr>
              <w:pStyle w:val="Tabulka"/>
            </w:pPr>
            <w:r w:rsidRPr="00F95FBD">
              <w:rPr>
                <w:highlight w:val="yellow"/>
              </w:rPr>
              <w:t>[VLOŽÍ ZHOTOVITEL]</w:t>
            </w:r>
          </w:p>
        </w:tc>
      </w:tr>
      <w:tr w:rsidR="00C92B85" w:rsidRPr="00F95FBD" w14:paraId="2ED161D9" w14:textId="77777777" w:rsidTr="00816F2D">
        <w:tc>
          <w:tcPr>
            <w:tcW w:w="3030" w:type="dxa"/>
          </w:tcPr>
          <w:p w14:paraId="41F57F9E" w14:textId="77777777" w:rsidR="00C92B85" w:rsidRPr="00F95FBD" w:rsidRDefault="00C92B85" w:rsidP="00816F2D">
            <w:pPr>
              <w:pStyle w:val="Tabulka"/>
            </w:pPr>
            <w:r w:rsidRPr="00F95FBD">
              <w:t>Telefon</w:t>
            </w:r>
          </w:p>
        </w:tc>
        <w:tc>
          <w:tcPr>
            <w:tcW w:w="5759" w:type="dxa"/>
          </w:tcPr>
          <w:p w14:paraId="022DB6FB" w14:textId="77777777" w:rsidR="00C92B85" w:rsidRPr="00F95FBD" w:rsidRDefault="00C92B85" w:rsidP="00816F2D">
            <w:pPr>
              <w:pStyle w:val="Tabulka"/>
            </w:pPr>
            <w:r w:rsidRPr="00F95FBD">
              <w:rPr>
                <w:highlight w:val="yellow"/>
              </w:rPr>
              <w:t>[VLOŽÍ ZHOTOVITEL]</w:t>
            </w:r>
          </w:p>
        </w:tc>
      </w:tr>
    </w:tbl>
    <w:p w14:paraId="718D797E" w14:textId="77777777" w:rsidR="004436EE" w:rsidRDefault="004436EE"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C31CE41" w14:textId="77777777" w:rsidR="004436EE" w:rsidRDefault="004436EE" w:rsidP="004436EE">
      <w:pPr>
        <w:pStyle w:val="Textbezodsazen"/>
      </w:pP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660F114F" w:rsidR="004436EE" w:rsidRPr="004436EE" w:rsidRDefault="00F26EA5" w:rsidP="00964369">
            <w:pPr>
              <w:pStyle w:val="Textbezodsazen"/>
            </w:pPr>
            <w:r>
              <w:t>150 000 000,- Kč</w:t>
            </w:r>
            <w:r w:rsidR="004436EE" w:rsidRPr="004436EE">
              <w:t xml:space="preserve"> </w:t>
            </w:r>
          </w:p>
        </w:tc>
      </w:tr>
    </w:tbl>
    <w:p w14:paraId="1873A0A9" w14:textId="77777777" w:rsidR="004436EE" w:rsidRDefault="004436EE" w:rsidP="004436EE">
      <w:pPr>
        <w:pStyle w:val="Textbezodsazen"/>
      </w:pPr>
    </w:p>
    <w:p w14:paraId="26E72094" w14:textId="77777777" w:rsidR="004436EE" w:rsidRDefault="004436EE" w:rsidP="004436EE">
      <w:pPr>
        <w:pStyle w:val="Textbezodsazen"/>
      </w:pPr>
    </w:p>
    <w:p w14:paraId="100D0986" w14:textId="77777777" w:rsidR="00B63F52" w:rsidRDefault="00B63F52" w:rsidP="00B63F52">
      <w:pPr>
        <w:pStyle w:val="Textbezodsazen"/>
        <w:rPr>
          <w:rStyle w:val="Tun"/>
          <w:b w:val="0"/>
        </w:rPr>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22054205" w14:textId="77777777" w:rsidTr="005923F7">
        <w:tc>
          <w:tcPr>
            <w:tcW w:w="2774" w:type="dxa"/>
          </w:tcPr>
          <w:p w14:paraId="0C3EF01A" w14:textId="77777777" w:rsidR="00D0544F" w:rsidRPr="00D0544F" w:rsidRDefault="00D0544F" w:rsidP="00964369">
            <w:pPr>
              <w:pStyle w:val="Tabulka"/>
              <w:rPr>
                <w:highlight w:val="green"/>
              </w:rPr>
            </w:pPr>
          </w:p>
        </w:tc>
        <w:tc>
          <w:tcPr>
            <w:tcW w:w="3129" w:type="dxa"/>
          </w:tcPr>
          <w:p w14:paraId="658DCBC4" w14:textId="77777777" w:rsidR="00D0544F" w:rsidRPr="00F95FBD" w:rsidRDefault="00D0544F" w:rsidP="00964369">
            <w:pPr>
              <w:pStyle w:val="Tabulka"/>
              <w:jc w:val="center"/>
            </w:pPr>
          </w:p>
        </w:tc>
        <w:tc>
          <w:tcPr>
            <w:tcW w:w="2957" w:type="dxa"/>
          </w:tcPr>
          <w:p w14:paraId="0BCF127F" w14:textId="77777777" w:rsidR="00D0544F" w:rsidRPr="00F95FBD" w:rsidRDefault="00D0544F" w:rsidP="00964369">
            <w:pPr>
              <w:pStyle w:val="Tabulka"/>
              <w:jc w:val="center"/>
            </w:pP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30" w:name="_Hlk161998264"/>
      <w:r>
        <w:t>Příloha č. 10</w:t>
      </w:r>
    </w:p>
    <w:p w14:paraId="526E393B" w14:textId="77777777" w:rsidR="00F04C65" w:rsidRDefault="00D0544F" w:rsidP="00B01693">
      <w:pPr>
        <w:pStyle w:val="Nadpisbezsl1-2"/>
        <w:outlineLvl w:val="1"/>
        <w:sectPr w:rsidR="00F04C65"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r>
        <w:t>Zmocnění Vedoucího Zhotovitele</w:t>
      </w:r>
    </w:p>
    <w:bookmarkEnd w:id="30"/>
    <w:p w14:paraId="2906C92C" w14:textId="62CEB0FB" w:rsidR="001B6520" w:rsidRDefault="001B6520" w:rsidP="001B6520">
      <w:pPr>
        <w:pStyle w:val="Nadpisbezsl1-1"/>
      </w:pPr>
      <w:r>
        <w:t>Příloha č. 11</w:t>
      </w:r>
    </w:p>
    <w:p w14:paraId="1DDA590E" w14:textId="15B365E4" w:rsidR="00CA02DE" w:rsidRPr="00E97C1A" w:rsidRDefault="00CA02DE" w:rsidP="00CA02DE">
      <w:pPr>
        <w:pStyle w:val="Text2-1"/>
        <w:numPr>
          <w:ilvl w:val="0"/>
          <w:numId w:val="0"/>
        </w:numPr>
        <w:ind w:left="737" w:hanging="737"/>
      </w:pPr>
      <w:r w:rsidRPr="00F26EA5">
        <w:t>NEOBSAZENO</w:t>
      </w:r>
    </w:p>
    <w:p w14:paraId="72681F5E" w14:textId="77777777" w:rsidR="001B6520" w:rsidRDefault="001B6520" w:rsidP="006A67D6">
      <w:pPr>
        <w:pStyle w:val="Textbezodsazen"/>
      </w:pPr>
    </w:p>
    <w:sectPr w:rsidR="001B6520" w:rsidSect="00417DF5">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DCF52" w14:textId="77777777" w:rsidR="00667232" w:rsidRDefault="00667232" w:rsidP="00962258">
      <w:pPr>
        <w:spacing w:after="0" w:line="240" w:lineRule="auto"/>
      </w:pPr>
      <w:r>
        <w:separator/>
      </w:r>
    </w:p>
  </w:endnote>
  <w:endnote w:type="continuationSeparator" w:id="0">
    <w:p w14:paraId="2B49DC6F" w14:textId="77777777" w:rsidR="00667232" w:rsidRDefault="006672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8759E4E" w14:textId="77777777" w:rsidTr="009626C4">
      <w:tc>
        <w:tcPr>
          <w:tcW w:w="907" w:type="dxa"/>
          <w:tcMar>
            <w:left w:w="0" w:type="dxa"/>
            <w:right w:w="0" w:type="dxa"/>
          </w:tcMar>
          <w:vAlign w:val="bottom"/>
        </w:tcPr>
        <w:p w14:paraId="13B4A18B" w14:textId="54198F7D"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10</w:t>
          </w:r>
          <w:r>
            <w:rPr>
              <w:rStyle w:val="slostrnky"/>
            </w:rPr>
            <w:fldChar w:fldCharType="end"/>
          </w:r>
        </w:p>
      </w:tc>
      <w:tc>
        <w:tcPr>
          <w:tcW w:w="0" w:type="auto"/>
          <w:vAlign w:val="bottom"/>
        </w:tcPr>
        <w:p w14:paraId="48EB9EA8" w14:textId="77777777" w:rsidR="003F5525" w:rsidRPr="003F5525" w:rsidRDefault="003F5525" w:rsidP="005A2756">
          <w:pPr>
            <w:pStyle w:val="Zpatvlevo"/>
          </w:pPr>
          <w:r w:rsidRPr="003F5525" w:rsidDel="00FB05B2">
            <w:t>„</w:t>
          </w:r>
          <w:r w:rsidRPr="003F5525">
            <w:t>ETCS L1 LS Litoměřice dolní nádraží (mimo) – Kolín (mimo)</w:t>
          </w:r>
          <w:r w:rsidRPr="003F5525" w:rsidDel="00FB05B2">
            <w:t>“</w:t>
          </w:r>
        </w:p>
        <w:p w14:paraId="64082B65" w14:textId="17C703DB" w:rsidR="00AA258C" w:rsidRPr="003F5525" w:rsidRDefault="00AA258C" w:rsidP="005A2756">
          <w:pPr>
            <w:pStyle w:val="Zpatvlevo"/>
          </w:pPr>
          <w:r w:rsidRPr="003F5525">
            <w:t>Smlouva o dílo na zhotovení Dokumentace +DP</w:t>
          </w:r>
        </w:p>
      </w:tc>
    </w:tr>
  </w:tbl>
  <w:p w14:paraId="4346DD4B" w14:textId="4FD4091A" w:rsidR="00AA258C" w:rsidRPr="00402B45" w:rsidRDefault="00AA258C">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ACE0313" w14:textId="77777777" w:rsidTr="009626C4">
      <w:tc>
        <w:tcPr>
          <w:tcW w:w="907" w:type="dxa"/>
          <w:tcMar>
            <w:left w:w="0" w:type="dxa"/>
            <w:right w:w="0" w:type="dxa"/>
          </w:tcMar>
          <w:vAlign w:val="bottom"/>
        </w:tcPr>
        <w:p w14:paraId="4E892E7B" w14:textId="0FFB0395"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3</w:t>
          </w:r>
          <w:r>
            <w:rPr>
              <w:rStyle w:val="slostrnky"/>
            </w:rPr>
            <w:fldChar w:fldCharType="end"/>
          </w:r>
        </w:p>
      </w:tc>
      <w:tc>
        <w:tcPr>
          <w:tcW w:w="0" w:type="auto"/>
          <w:vAlign w:val="bottom"/>
        </w:tcPr>
        <w:p w14:paraId="7FC915BF" w14:textId="77777777" w:rsidR="00AA258C" w:rsidRPr="005328CA" w:rsidRDefault="00AA258C" w:rsidP="009626C4">
          <w:pPr>
            <w:pStyle w:val="Zpatvlevo"/>
            <w:rPr>
              <w:b/>
            </w:rPr>
          </w:pPr>
          <w:r w:rsidRPr="005328CA">
            <w:rPr>
              <w:b/>
            </w:rPr>
            <w:t xml:space="preserve">Příloha č. </w:t>
          </w:r>
          <w:r>
            <w:rPr>
              <w:b/>
            </w:rPr>
            <w:t>4</w:t>
          </w:r>
        </w:p>
        <w:p w14:paraId="60544442" w14:textId="5DE2234C" w:rsidR="00AA258C" w:rsidRPr="003462EB" w:rsidRDefault="00B6307B" w:rsidP="009626C4">
          <w:pPr>
            <w:pStyle w:val="Zpatvlevo"/>
          </w:pPr>
          <w:r w:rsidRPr="003F5525" w:rsidDel="00FB05B2">
            <w:t>„</w:t>
          </w:r>
          <w:r w:rsidRPr="003F5525">
            <w:t>ETCS L1 LS Litoměřice dolní nádraží (mimo) – Kolín (mimo)</w:t>
          </w:r>
          <w:r w:rsidRPr="003F5525" w:rsidDel="00FB05B2">
            <w:t>“</w:t>
          </w:r>
        </w:p>
        <w:p w14:paraId="1BCB8C31" w14:textId="6E77777F" w:rsidR="00AA258C" w:rsidRPr="003462EB" w:rsidRDefault="00AA258C" w:rsidP="00402B45">
          <w:pPr>
            <w:pStyle w:val="Zpatvlevo"/>
          </w:pPr>
          <w:r>
            <w:t>Smlouva o dílo na zhotovení Dokumentace</w:t>
          </w:r>
        </w:p>
      </w:tc>
    </w:tr>
  </w:tbl>
  <w:p w14:paraId="7C58D07B" w14:textId="77777777" w:rsidR="00AA258C" w:rsidRPr="00402B45" w:rsidRDefault="00AA258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3BE142E" w14:textId="77777777" w:rsidTr="009626C4">
      <w:tc>
        <w:tcPr>
          <w:tcW w:w="0" w:type="auto"/>
          <w:tcMar>
            <w:left w:w="0" w:type="dxa"/>
            <w:right w:w="0" w:type="dxa"/>
          </w:tcMar>
          <w:vAlign w:val="bottom"/>
        </w:tcPr>
        <w:p w14:paraId="0402532A" w14:textId="77777777" w:rsidR="00AA258C" w:rsidRPr="005328CA" w:rsidRDefault="00AA258C" w:rsidP="009626C4">
          <w:pPr>
            <w:pStyle w:val="Zpatvpravo"/>
            <w:rPr>
              <w:b/>
            </w:rPr>
          </w:pPr>
          <w:r w:rsidRPr="005328CA">
            <w:rPr>
              <w:b/>
            </w:rPr>
            <w:t xml:space="preserve">Příloha č. </w:t>
          </w:r>
          <w:r>
            <w:rPr>
              <w:b/>
            </w:rPr>
            <w:t>4</w:t>
          </w:r>
          <w:r w:rsidRPr="005328CA">
            <w:rPr>
              <w:b/>
            </w:rPr>
            <w:t xml:space="preserve">   </w:t>
          </w:r>
        </w:p>
        <w:p w14:paraId="683D1865" w14:textId="7888864B" w:rsidR="00AA258C" w:rsidRDefault="00AA258C" w:rsidP="009626C4">
          <w:pPr>
            <w:pStyle w:val="Zpatvpravo"/>
          </w:pPr>
          <w:r>
            <w:t xml:space="preserve"> </w:t>
          </w:r>
          <w:r w:rsidR="00B6307B" w:rsidRPr="003F5525" w:rsidDel="00FB05B2">
            <w:t>„</w:t>
          </w:r>
          <w:r w:rsidR="00B6307B" w:rsidRPr="003F5525">
            <w:t>ETCS L1 LS Litoměřice dolní nádraží (mimo) – Kolín (mimo)</w:t>
          </w:r>
          <w:r w:rsidR="00B6307B" w:rsidRPr="003F5525" w:rsidDel="00FB05B2">
            <w:t>“</w:t>
          </w:r>
        </w:p>
        <w:p w14:paraId="0ADDC5FE" w14:textId="69D7EE71"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790158F1" w14:textId="65D7C6F2"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3</w:t>
          </w:r>
          <w:r>
            <w:rPr>
              <w:rStyle w:val="slostrnky"/>
            </w:rPr>
            <w:fldChar w:fldCharType="end"/>
          </w:r>
        </w:p>
      </w:tc>
    </w:tr>
  </w:tbl>
  <w:p w14:paraId="6E1901A6" w14:textId="77777777" w:rsidR="00AA258C" w:rsidRPr="00B8518B" w:rsidRDefault="00AA258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DC011D7" w14:textId="77777777" w:rsidTr="009626C4">
      <w:tc>
        <w:tcPr>
          <w:tcW w:w="907" w:type="dxa"/>
          <w:tcMar>
            <w:left w:w="0" w:type="dxa"/>
            <w:right w:w="0" w:type="dxa"/>
          </w:tcMar>
          <w:vAlign w:val="bottom"/>
        </w:tcPr>
        <w:p w14:paraId="6FE8DA29" w14:textId="50C906C8"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2</w:t>
          </w:r>
          <w:r>
            <w:rPr>
              <w:rStyle w:val="slostrnky"/>
            </w:rPr>
            <w:fldChar w:fldCharType="end"/>
          </w:r>
        </w:p>
      </w:tc>
      <w:tc>
        <w:tcPr>
          <w:tcW w:w="0" w:type="auto"/>
          <w:vAlign w:val="bottom"/>
        </w:tcPr>
        <w:p w14:paraId="53065B11" w14:textId="77777777" w:rsidR="00AA258C" w:rsidRPr="005328CA" w:rsidRDefault="00AA258C" w:rsidP="009626C4">
          <w:pPr>
            <w:pStyle w:val="Zpatvlevo"/>
            <w:rPr>
              <w:b/>
            </w:rPr>
          </w:pPr>
          <w:r w:rsidRPr="005328CA">
            <w:rPr>
              <w:b/>
            </w:rPr>
            <w:t xml:space="preserve">Příloha č. </w:t>
          </w:r>
          <w:r>
            <w:rPr>
              <w:b/>
            </w:rPr>
            <w:t>5</w:t>
          </w:r>
        </w:p>
        <w:p w14:paraId="35E084E7" w14:textId="10FE14FE" w:rsidR="00AA258C" w:rsidRPr="003462EB" w:rsidRDefault="00B6307B" w:rsidP="009626C4">
          <w:pPr>
            <w:pStyle w:val="Zpatvlevo"/>
          </w:pPr>
          <w:r w:rsidRPr="003F5525" w:rsidDel="00FB05B2">
            <w:t>„</w:t>
          </w:r>
          <w:r w:rsidRPr="003F5525">
            <w:t>ETCS L1 LS Litoměřice dolní nádraží (mimo) – Kolín (mimo)</w:t>
          </w:r>
          <w:r w:rsidRPr="003F5525" w:rsidDel="00FB05B2">
            <w:t>“</w:t>
          </w:r>
        </w:p>
        <w:p w14:paraId="015750B6" w14:textId="316D1E9D" w:rsidR="00AA258C" w:rsidRPr="003462EB" w:rsidRDefault="00AA258C" w:rsidP="00402B45">
          <w:pPr>
            <w:pStyle w:val="Zpatvlevo"/>
          </w:pPr>
          <w:r>
            <w:t>Smlouva o dílo na zhotovení Dokumentace</w:t>
          </w:r>
        </w:p>
      </w:tc>
    </w:tr>
  </w:tbl>
  <w:p w14:paraId="1C790FAB" w14:textId="77777777" w:rsidR="00AA258C" w:rsidRPr="00402B45" w:rsidRDefault="00AA258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D5A72A8" w14:textId="77777777" w:rsidTr="00286AD1">
      <w:trPr>
        <w:jc w:val="right"/>
      </w:trPr>
      <w:tc>
        <w:tcPr>
          <w:tcW w:w="0" w:type="auto"/>
          <w:tcMar>
            <w:left w:w="0" w:type="dxa"/>
            <w:right w:w="0" w:type="dxa"/>
          </w:tcMar>
          <w:vAlign w:val="bottom"/>
        </w:tcPr>
        <w:p w14:paraId="1737DE06" w14:textId="77777777" w:rsidR="00AA258C" w:rsidRPr="005328CA" w:rsidRDefault="00AA258C" w:rsidP="009626C4">
          <w:pPr>
            <w:pStyle w:val="Zpatvpravo"/>
            <w:rPr>
              <w:b/>
            </w:rPr>
          </w:pPr>
          <w:r w:rsidRPr="005328CA">
            <w:rPr>
              <w:b/>
            </w:rPr>
            <w:t xml:space="preserve">Příloha č. </w:t>
          </w:r>
          <w:r>
            <w:rPr>
              <w:b/>
            </w:rPr>
            <w:t>5</w:t>
          </w:r>
          <w:r w:rsidRPr="005328CA">
            <w:rPr>
              <w:b/>
            </w:rPr>
            <w:t xml:space="preserve">   </w:t>
          </w:r>
        </w:p>
        <w:p w14:paraId="554D54A2" w14:textId="0B67B11F" w:rsidR="00AA258C" w:rsidRDefault="00AA258C" w:rsidP="009626C4">
          <w:pPr>
            <w:pStyle w:val="Zpatvpravo"/>
          </w:pPr>
          <w:r>
            <w:t xml:space="preserve"> </w:t>
          </w:r>
          <w:r w:rsidR="00B6307B" w:rsidRPr="003F5525" w:rsidDel="00FB05B2">
            <w:t>„</w:t>
          </w:r>
          <w:r w:rsidR="00B6307B" w:rsidRPr="003F5525">
            <w:t>ETCS L1 LS Litoměřice dolní nádraží (mimo) – Kolín (mimo)</w:t>
          </w:r>
          <w:r w:rsidR="00B6307B" w:rsidRPr="003F5525" w:rsidDel="00FB05B2">
            <w:t>“</w:t>
          </w:r>
        </w:p>
        <w:p w14:paraId="12B4BD7F" w14:textId="1F5FA6F6"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3AD6612B" w14:textId="58C58EB1"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2</w:t>
          </w:r>
          <w:r>
            <w:rPr>
              <w:rStyle w:val="slostrnky"/>
            </w:rPr>
            <w:fldChar w:fldCharType="end"/>
          </w:r>
        </w:p>
      </w:tc>
    </w:tr>
  </w:tbl>
  <w:p w14:paraId="21ED6E2D" w14:textId="77777777" w:rsidR="00AA258C" w:rsidRPr="00B8518B" w:rsidRDefault="00AA258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D1197F2" w14:textId="77777777" w:rsidTr="009626C4">
      <w:tc>
        <w:tcPr>
          <w:tcW w:w="907" w:type="dxa"/>
          <w:tcMar>
            <w:left w:w="0" w:type="dxa"/>
            <w:right w:w="0" w:type="dxa"/>
          </w:tcMar>
          <w:vAlign w:val="bottom"/>
        </w:tcPr>
        <w:p w14:paraId="6058E479" w14:textId="67B17E3A"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3</w:t>
          </w:r>
          <w:r>
            <w:rPr>
              <w:rStyle w:val="slostrnky"/>
            </w:rPr>
            <w:fldChar w:fldCharType="end"/>
          </w:r>
        </w:p>
      </w:tc>
      <w:tc>
        <w:tcPr>
          <w:tcW w:w="0" w:type="auto"/>
          <w:vAlign w:val="bottom"/>
        </w:tcPr>
        <w:p w14:paraId="4D41CED2" w14:textId="77777777" w:rsidR="00AA258C" w:rsidRPr="005328CA" w:rsidRDefault="00AA258C" w:rsidP="009626C4">
          <w:pPr>
            <w:pStyle w:val="Zpatvlevo"/>
            <w:rPr>
              <w:b/>
            </w:rPr>
          </w:pPr>
          <w:r w:rsidRPr="005328CA">
            <w:rPr>
              <w:b/>
            </w:rPr>
            <w:t xml:space="preserve">Příloha č. </w:t>
          </w:r>
          <w:r>
            <w:rPr>
              <w:b/>
            </w:rPr>
            <w:t>6</w:t>
          </w:r>
        </w:p>
        <w:p w14:paraId="70A83876" w14:textId="34323626" w:rsidR="00AA258C" w:rsidRPr="003462EB" w:rsidRDefault="00B6307B" w:rsidP="009626C4">
          <w:pPr>
            <w:pStyle w:val="Zpatvlevo"/>
          </w:pPr>
          <w:r w:rsidRPr="003F5525" w:rsidDel="00FB05B2">
            <w:t>„</w:t>
          </w:r>
          <w:r w:rsidRPr="003F5525">
            <w:t>ETCS L1 LS Litoměřice dolní nádraží (mimo) – Kolín (mimo)</w:t>
          </w:r>
          <w:r w:rsidRPr="003F5525" w:rsidDel="00FB05B2">
            <w:t>“</w:t>
          </w:r>
        </w:p>
        <w:p w14:paraId="008AEF79" w14:textId="77DC4D59" w:rsidR="00AA258C" w:rsidRPr="003462EB" w:rsidRDefault="00AA258C" w:rsidP="00402B45">
          <w:pPr>
            <w:pStyle w:val="Zpatvlevo"/>
          </w:pPr>
          <w:r>
            <w:t>Smlouva o dílo na zhotovení Dokumentace</w:t>
          </w:r>
        </w:p>
      </w:tc>
    </w:tr>
  </w:tbl>
  <w:p w14:paraId="56FF1873" w14:textId="77777777" w:rsidR="00AA258C" w:rsidRPr="00402B45" w:rsidRDefault="00AA258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382F4DE9" w14:textId="77777777" w:rsidTr="00286AD1">
      <w:trPr>
        <w:jc w:val="right"/>
      </w:trPr>
      <w:tc>
        <w:tcPr>
          <w:tcW w:w="0" w:type="auto"/>
          <w:tcMar>
            <w:left w:w="0" w:type="dxa"/>
            <w:right w:w="0" w:type="dxa"/>
          </w:tcMar>
          <w:vAlign w:val="bottom"/>
        </w:tcPr>
        <w:p w14:paraId="76BEFD3E" w14:textId="77777777" w:rsidR="00AA258C" w:rsidRPr="005328CA" w:rsidRDefault="00AA258C" w:rsidP="009626C4">
          <w:pPr>
            <w:pStyle w:val="Zpatvpravo"/>
            <w:rPr>
              <w:b/>
            </w:rPr>
          </w:pPr>
          <w:r w:rsidRPr="005328CA">
            <w:rPr>
              <w:b/>
            </w:rPr>
            <w:t xml:space="preserve">Příloha č. </w:t>
          </w:r>
          <w:r>
            <w:rPr>
              <w:b/>
            </w:rPr>
            <w:t>6</w:t>
          </w:r>
          <w:r w:rsidRPr="005328CA">
            <w:rPr>
              <w:b/>
            </w:rPr>
            <w:t xml:space="preserve">   </w:t>
          </w:r>
        </w:p>
        <w:p w14:paraId="1806184E" w14:textId="42893ED5" w:rsidR="00AA258C" w:rsidRDefault="00AA258C" w:rsidP="009626C4">
          <w:pPr>
            <w:pStyle w:val="Zpatvpravo"/>
          </w:pPr>
          <w:r>
            <w:t xml:space="preserve"> </w:t>
          </w:r>
          <w:r w:rsidR="00B6307B" w:rsidRPr="003F5525" w:rsidDel="00FB05B2">
            <w:t>„</w:t>
          </w:r>
          <w:r w:rsidR="00B6307B" w:rsidRPr="003F5525">
            <w:t>ETCS L1 LS Litoměřice dolní nádraží (mimo) – Kolín (mimo)</w:t>
          </w:r>
          <w:r w:rsidR="00B6307B" w:rsidRPr="003F5525" w:rsidDel="00FB05B2">
            <w:t>“</w:t>
          </w:r>
        </w:p>
        <w:p w14:paraId="3CDF27A7" w14:textId="59199B55"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800F7CD" w14:textId="235F7A44"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3</w:t>
          </w:r>
          <w:r>
            <w:rPr>
              <w:rStyle w:val="slostrnky"/>
            </w:rPr>
            <w:fldChar w:fldCharType="end"/>
          </w:r>
        </w:p>
      </w:tc>
    </w:tr>
  </w:tbl>
  <w:p w14:paraId="09CCC6B4" w14:textId="77777777" w:rsidR="00AA258C" w:rsidRPr="00B8518B" w:rsidRDefault="00AA258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770DCFE8" w14:textId="77777777" w:rsidTr="009626C4">
      <w:tc>
        <w:tcPr>
          <w:tcW w:w="907" w:type="dxa"/>
          <w:tcMar>
            <w:left w:w="0" w:type="dxa"/>
            <w:right w:w="0" w:type="dxa"/>
          </w:tcMar>
          <w:vAlign w:val="bottom"/>
        </w:tcPr>
        <w:p w14:paraId="3D7F5F65"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AA258C" w:rsidRPr="005328CA" w:rsidRDefault="00AA258C" w:rsidP="009626C4">
          <w:pPr>
            <w:pStyle w:val="Zpatvlevo"/>
            <w:rPr>
              <w:b/>
            </w:rPr>
          </w:pPr>
          <w:r w:rsidRPr="005328CA">
            <w:rPr>
              <w:b/>
            </w:rPr>
            <w:t xml:space="preserve">Příloha č. </w:t>
          </w:r>
          <w:r>
            <w:rPr>
              <w:b/>
            </w:rPr>
            <w:t>7</w:t>
          </w:r>
        </w:p>
        <w:p w14:paraId="4D71063E"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04096253" w14:textId="77777777" w:rsidR="00AA258C" w:rsidRPr="003462EB" w:rsidRDefault="00AA258C" w:rsidP="00402B45">
          <w:pPr>
            <w:pStyle w:val="Zpatvlevo"/>
          </w:pPr>
          <w:r>
            <w:t>Smlouva o dílo na zhotovení Dokumentace+AD</w:t>
          </w:r>
        </w:p>
      </w:tc>
    </w:tr>
  </w:tbl>
  <w:p w14:paraId="67EDFB9A" w14:textId="77777777" w:rsidR="00AA258C" w:rsidRPr="00402B45" w:rsidRDefault="00AA258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0D2C1BE" w14:textId="77777777" w:rsidTr="00286AD1">
      <w:trPr>
        <w:jc w:val="right"/>
      </w:trPr>
      <w:tc>
        <w:tcPr>
          <w:tcW w:w="0" w:type="auto"/>
          <w:tcMar>
            <w:left w:w="0" w:type="dxa"/>
            <w:right w:w="0" w:type="dxa"/>
          </w:tcMar>
          <w:vAlign w:val="bottom"/>
        </w:tcPr>
        <w:p w14:paraId="620CE8F6" w14:textId="77777777" w:rsidR="00AA258C" w:rsidRPr="005328CA" w:rsidRDefault="00AA258C" w:rsidP="009626C4">
          <w:pPr>
            <w:pStyle w:val="Zpatvpravo"/>
            <w:rPr>
              <w:b/>
            </w:rPr>
          </w:pPr>
          <w:r w:rsidRPr="005328CA">
            <w:rPr>
              <w:b/>
            </w:rPr>
            <w:t xml:space="preserve">Příloha č. </w:t>
          </w:r>
          <w:r>
            <w:rPr>
              <w:b/>
            </w:rPr>
            <w:t>7</w:t>
          </w:r>
          <w:r w:rsidRPr="005328CA">
            <w:rPr>
              <w:b/>
            </w:rPr>
            <w:t xml:space="preserve">   </w:t>
          </w:r>
        </w:p>
        <w:p w14:paraId="2451FFF5" w14:textId="004CAFC7" w:rsidR="00AA258C" w:rsidRDefault="00AA258C" w:rsidP="009626C4">
          <w:pPr>
            <w:pStyle w:val="Zpatvpravo"/>
          </w:pPr>
          <w:r>
            <w:t xml:space="preserve"> </w:t>
          </w:r>
          <w:r w:rsidR="00B6307B" w:rsidRPr="003F5525" w:rsidDel="00FB05B2">
            <w:t>„</w:t>
          </w:r>
          <w:r w:rsidR="00B6307B" w:rsidRPr="003F5525">
            <w:t>ETCS L1 LS Litoměřice dolní nádraží (mimo) – Kolín (mimo)</w:t>
          </w:r>
          <w:r w:rsidR="00B6307B" w:rsidRPr="003F5525" w:rsidDel="00FB05B2">
            <w:t>“</w:t>
          </w:r>
        </w:p>
        <w:p w14:paraId="78D524A1" w14:textId="04611544"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23EB3165" w14:textId="160E95F8"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1</w:t>
          </w:r>
          <w:r>
            <w:rPr>
              <w:rStyle w:val="slostrnky"/>
            </w:rPr>
            <w:fldChar w:fldCharType="end"/>
          </w:r>
        </w:p>
      </w:tc>
    </w:tr>
  </w:tbl>
  <w:p w14:paraId="005F4588" w14:textId="77777777" w:rsidR="00AA258C" w:rsidRPr="00B8518B" w:rsidRDefault="00AA258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593700B" w14:textId="77777777" w:rsidTr="009626C4">
      <w:tc>
        <w:tcPr>
          <w:tcW w:w="907" w:type="dxa"/>
          <w:tcMar>
            <w:left w:w="0" w:type="dxa"/>
            <w:right w:w="0" w:type="dxa"/>
          </w:tcMar>
          <w:vAlign w:val="bottom"/>
        </w:tcPr>
        <w:p w14:paraId="578D20E2"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AA258C" w:rsidRPr="005328CA" w:rsidRDefault="00AA258C" w:rsidP="009626C4">
          <w:pPr>
            <w:pStyle w:val="Zpatvlevo"/>
            <w:rPr>
              <w:b/>
            </w:rPr>
          </w:pPr>
          <w:r w:rsidRPr="005328CA">
            <w:rPr>
              <w:b/>
            </w:rPr>
            <w:t xml:space="preserve">Příloha č. </w:t>
          </w:r>
          <w:r>
            <w:rPr>
              <w:b/>
            </w:rPr>
            <w:t>8</w:t>
          </w:r>
        </w:p>
        <w:p w14:paraId="3C8FFE62"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7B1EBF07" w14:textId="77777777" w:rsidR="00AA258C" w:rsidRPr="003462EB" w:rsidRDefault="00AA258C" w:rsidP="00402B45">
          <w:pPr>
            <w:pStyle w:val="Zpatvlevo"/>
          </w:pPr>
          <w:r>
            <w:t>Smlouva o dílo na zhotovení Dokumentace+AD</w:t>
          </w:r>
        </w:p>
      </w:tc>
    </w:tr>
  </w:tbl>
  <w:p w14:paraId="643E439D" w14:textId="77777777" w:rsidR="00AA258C" w:rsidRPr="00402B45" w:rsidRDefault="00AA258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C57BCEC" w14:textId="77777777" w:rsidTr="00286AD1">
      <w:trPr>
        <w:jc w:val="right"/>
      </w:trPr>
      <w:tc>
        <w:tcPr>
          <w:tcW w:w="0" w:type="auto"/>
          <w:tcMar>
            <w:left w:w="0" w:type="dxa"/>
            <w:right w:w="0" w:type="dxa"/>
          </w:tcMar>
          <w:vAlign w:val="bottom"/>
        </w:tcPr>
        <w:p w14:paraId="0B404D09" w14:textId="77777777" w:rsidR="00AA258C" w:rsidRPr="005328CA" w:rsidRDefault="00AA258C" w:rsidP="009626C4">
          <w:pPr>
            <w:pStyle w:val="Zpatvpravo"/>
            <w:rPr>
              <w:b/>
            </w:rPr>
          </w:pPr>
          <w:r w:rsidRPr="005328CA">
            <w:rPr>
              <w:b/>
            </w:rPr>
            <w:t xml:space="preserve">Příloha č. </w:t>
          </w:r>
          <w:r>
            <w:rPr>
              <w:b/>
            </w:rPr>
            <w:t>8</w:t>
          </w:r>
          <w:r w:rsidRPr="005328CA">
            <w:rPr>
              <w:b/>
            </w:rPr>
            <w:t xml:space="preserve">   </w:t>
          </w:r>
        </w:p>
        <w:p w14:paraId="3CD81050" w14:textId="55ABCDD7" w:rsidR="00AA258C" w:rsidRDefault="00AA258C" w:rsidP="009626C4">
          <w:pPr>
            <w:pStyle w:val="Zpatvpravo"/>
          </w:pPr>
          <w:r>
            <w:t xml:space="preserve"> </w:t>
          </w:r>
          <w:r w:rsidR="00B6307B" w:rsidRPr="003F5525" w:rsidDel="00FB05B2">
            <w:t>„</w:t>
          </w:r>
          <w:r w:rsidR="00B6307B" w:rsidRPr="003F5525">
            <w:t>ETCS L1 LS Litoměřice dolní nádraží (mimo) – Kolín (mimo)</w:t>
          </w:r>
          <w:r w:rsidR="00B6307B" w:rsidRPr="003F5525" w:rsidDel="00FB05B2">
            <w:t>“</w:t>
          </w:r>
        </w:p>
        <w:p w14:paraId="47F68FD3" w14:textId="5BACF892"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8F8656C" w14:textId="4A3724A0"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1</w:t>
          </w:r>
          <w:r>
            <w:rPr>
              <w:rStyle w:val="slostrnky"/>
            </w:rPr>
            <w:fldChar w:fldCharType="end"/>
          </w:r>
        </w:p>
      </w:tc>
    </w:tr>
  </w:tbl>
  <w:p w14:paraId="5CF777A9" w14:textId="77777777" w:rsidR="00AA258C" w:rsidRPr="00B8518B" w:rsidRDefault="00AA25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25557E3E" w14:textId="77777777" w:rsidTr="009626C4">
      <w:tc>
        <w:tcPr>
          <w:tcW w:w="0" w:type="auto"/>
          <w:tcMar>
            <w:left w:w="0" w:type="dxa"/>
            <w:right w:w="0" w:type="dxa"/>
          </w:tcMar>
          <w:vAlign w:val="bottom"/>
        </w:tcPr>
        <w:p w14:paraId="0D1B1CC3" w14:textId="5DEF52B3" w:rsidR="00AA258C" w:rsidRPr="003F5525" w:rsidRDefault="003F5525" w:rsidP="009626C4">
          <w:pPr>
            <w:pStyle w:val="Zpatvpravo"/>
          </w:pPr>
          <w:r w:rsidRPr="003F5525" w:rsidDel="00FB05B2">
            <w:t>„</w:t>
          </w:r>
          <w:r w:rsidRPr="003F5525">
            <w:t>ETCS L1 LS Litoměřice dolní nádraží (mimo) – Kolín (mimo)</w:t>
          </w:r>
          <w:r w:rsidRPr="003F5525" w:rsidDel="00FB05B2">
            <w:t>“</w:t>
          </w:r>
        </w:p>
        <w:p w14:paraId="642B2161" w14:textId="76531DC7" w:rsidR="00AA258C" w:rsidRPr="003F5525" w:rsidRDefault="00AA258C" w:rsidP="009626C4">
          <w:pPr>
            <w:pStyle w:val="Zpatvpravo"/>
            <w:rPr>
              <w:rStyle w:val="slostrnky"/>
              <w:color w:val="auto"/>
              <w:sz w:val="12"/>
            </w:rPr>
          </w:pPr>
          <w:r w:rsidRPr="003F5525">
            <w:t>Smlouva o dílo na zhotovení Dokumentace +DP</w:t>
          </w:r>
        </w:p>
      </w:tc>
      <w:tc>
        <w:tcPr>
          <w:tcW w:w="907" w:type="dxa"/>
          <w:vAlign w:val="bottom"/>
        </w:tcPr>
        <w:p w14:paraId="65AC7D72" w14:textId="6F881417"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10</w:t>
          </w:r>
          <w:r>
            <w:rPr>
              <w:rStyle w:val="slostrnky"/>
            </w:rPr>
            <w:fldChar w:fldCharType="end"/>
          </w:r>
        </w:p>
      </w:tc>
    </w:tr>
  </w:tbl>
  <w:p w14:paraId="5BD8E5B7" w14:textId="77777777" w:rsidR="00AA258C" w:rsidRPr="00B8518B" w:rsidRDefault="00AA258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9962A30" w14:textId="77777777" w:rsidTr="009626C4">
      <w:tc>
        <w:tcPr>
          <w:tcW w:w="907" w:type="dxa"/>
          <w:tcMar>
            <w:left w:w="0" w:type="dxa"/>
            <w:right w:w="0" w:type="dxa"/>
          </w:tcMar>
          <w:vAlign w:val="bottom"/>
        </w:tcPr>
        <w:p w14:paraId="02511B0B"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AA258C" w:rsidRPr="005328CA" w:rsidRDefault="00AA258C" w:rsidP="009626C4">
          <w:pPr>
            <w:pStyle w:val="Zpatvlevo"/>
            <w:rPr>
              <w:b/>
            </w:rPr>
          </w:pPr>
          <w:r w:rsidRPr="005328CA">
            <w:rPr>
              <w:b/>
            </w:rPr>
            <w:t xml:space="preserve">Příloha č. </w:t>
          </w:r>
          <w:r>
            <w:rPr>
              <w:b/>
            </w:rPr>
            <w:t>9</w:t>
          </w:r>
        </w:p>
        <w:p w14:paraId="6861F90B"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119C05C6" w14:textId="77777777" w:rsidR="00AA258C" w:rsidRPr="003462EB" w:rsidRDefault="00AA258C" w:rsidP="00402B45">
          <w:pPr>
            <w:pStyle w:val="Zpatvlevo"/>
          </w:pPr>
          <w:r>
            <w:t>Smlouva o dílo na zhotovení Dokumentace+AD</w:t>
          </w:r>
        </w:p>
      </w:tc>
    </w:tr>
  </w:tbl>
  <w:p w14:paraId="00DD4231" w14:textId="77777777" w:rsidR="00AA258C" w:rsidRPr="00402B45" w:rsidRDefault="00AA258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AB91C59" w14:textId="77777777" w:rsidTr="00286AD1">
      <w:trPr>
        <w:jc w:val="right"/>
      </w:trPr>
      <w:tc>
        <w:tcPr>
          <w:tcW w:w="0" w:type="auto"/>
          <w:tcMar>
            <w:left w:w="0" w:type="dxa"/>
            <w:right w:w="0" w:type="dxa"/>
          </w:tcMar>
          <w:vAlign w:val="bottom"/>
        </w:tcPr>
        <w:p w14:paraId="2FE76CCE" w14:textId="77777777" w:rsidR="00AA258C" w:rsidRPr="005328CA" w:rsidRDefault="00AA258C" w:rsidP="009626C4">
          <w:pPr>
            <w:pStyle w:val="Zpatvpravo"/>
            <w:rPr>
              <w:b/>
            </w:rPr>
          </w:pPr>
          <w:r w:rsidRPr="005328CA">
            <w:rPr>
              <w:b/>
            </w:rPr>
            <w:t xml:space="preserve">Příloha č. </w:t>
          </w:r>
          <w:r>
            <w:rPr>
              <w:b/>
            </w:rPr>
            <w:t>9</w:t>
          </w:r>
          <w:r w:rsidRPr="005328CA">
            <w:rPr>
              <w:b/>
            </w:rPr>
            <w:t xml:space="preserve">   </w:t>
          </w:r>
        </w:p>
        <w:p w14:paraId="5C45E371" w14:textId="3B26AA01" w:rsidR="00AA258C" w:rsidRDefault="00AA258C" w:rsidP="009626C4">
          <w:pPr>
            <w:pStyle w:val="Zpatvpravo"/>
          </w:pPr>
          <w:r>
            <w:t xml:space="preserve"> </w:t>
          </w:r>
          <w:r w:rsidR="00B6307B" w:rsidRPr="003F5525" w:rsidDel="00FB05B2">
            <w:t>„</w:t>
          </w:r>
          <w:r w:rsidR="00B6307B" w:rsidRPr="003F5525">
            <w:t>ETCS L1 LS Litoměřice dolní nádraží (mimo) – Kolín (mimo)</w:t>
          </w:r>
          <w:r w:rsidR="00B6307B" w:rsidRPr="003F5525" w:rsidDel="00FB05B2">
            <w:t>“</w:t>
          </w:r>
        </w:p>
        <w:p w14:paraId="00334045" w14:textId="19F445FE"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49353EDA" w14:textId="45004932"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1</w:t>
          </w:r>
          <w:r>
            <w:rPr>
              <w:rStyle w:val="slostrnky"/>
            </w:rPr>
            <w:fldChar w:fldCharType="end"/>
          </w:r>
        </w:p>
      </w:tc>
    </w:tr>
  </w:tbl>
  <w:p w14:paraId="4A813A74" w14:textId="77777777" w:rsidR="00AA258C" w:rsidRPr="00B8518B" w:rsidRDefault="00AA258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7B2AEB12" w14:textId="77777777" w:rsidTr="009626C4">
      <w:tc>
        <w:tcPr>
          <w:tcW w:w="907" w:type="dxa"/>
          <w:tcMar>
            <w:left w:w="0" w:type="dxa"/>
            <w:right w:w="0" w:type="dxa"/>
          </w:tcMar>
          <w:vAlign w:val="bottom"/>
        </w:tcPr>
        <w:p w14:paraId="14CBAE93" w14:textId="2A9A920D"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4C65">
            <w:rPr>
              <w:rStyle w:val="slostrnky"/>
              <w:noProof/>
            </w:rPr>
            <w:t>2</w:t>
          </w:r>
          <w:r>
            <w:rPr>
              <w:rStyle w:val="slostrnky"/>
            </w:rPr>
            <w:fldChar w:fldCharType="end"/>
          </w:r>
        </w:p>
      </w:tc>
      <w:tc>
        <w:tcPr>
          <w:tcW w:w="0" w:type="auto"/>
          <w:vAlign w:val="bottom"/>
        </w:tcPr>
        <w:p w14:paraId="64F4FDD7" w14:textId="5AFC742C" w:rsidR="00AA258C" w:rsidRPr="005328CA" w:rsidRDefault="00AA258C" w:rsidP="009626C4">
          <w:pPr>
            <w:pStyle w:val="Zpatvlevo"/>
            <w:rPr>
              <w:b/>
            </w:rPr>
          </w:pPr>
          <w:r w:rsidRPr="005328CA">
            <w:rPr>
              <w:b/>
            </w:rPr>
            <w:t xml:space="preserve">Příloha č. </w:t>
          </w:r>
          <w:r>
            <w:rPr>
              <w:b/>
            </w:rPr>
            <w:t>11</w:t>
          </w:r>
        </w:p>
        <w:p w14:paraId="25BB030A" w14:textId="458C8F8A" w:rsidR="00AA258C" w:rsidRPr="003462EB" w:rsidRDefault="00B6307B" w:rsidP="009626C4">
          <w:pPr>
            <w:pStyle w:val="Zpatvlevo"/>
          </w:pPr>
          <w:r w:rsidRPr="003F5525" w:rsidDel="00FB05B2">
            <w:t>„</w:t>
          </w:r>
          <w:r w:rsidRPr="003F5525">
            <w:t>ETCS L1 LS Litoměřice dolní nádraží (mimo) – Kolín (mimo)</w:t>
          </w:r>
          <w:r w:rsidRPr="003F5525" w:rsidDel="00FB05B2">
            <w:t>“</w:t>
          </w:r>
        </w:p>
        <w:p w14:paraId="1270599F" w14:textId="2201A988" w:rsidR="00AA258C" w:rsidRPr="003462EB" w:rsidRDefault="00AA258C" w:rsidP="00402B45">
          <w:pPr>
            <w:pStyle w:val="Zpatvlevo"/>
          </w:pPr>
          <w:r>
            <w:t>Smlouva o dílo na zhotovení Dokumentace</w:t>
          </w:r>
        </w:p>
      </w:tc>
    </w:tr>
  </w:tbl>
  <w:p w14:paraId="3889083A" w14:textId="77777777" w:rsidR="00AA258C" w:rsidRPr="00402B45" w:rsidRDefault="00AA258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26A93055" w14:textId="77777777" w:rsidTr="00286AD1">
      <w:trPr>
        <w:jc w:val="right"/>
      </w:trPr>
      <w:tc>
        <w:tcPr>
          <w:tcW w:w="0" w:type="auto"/>
          <w:tcMar>
            <w:left w:w="0" w:type="dxa"/>
            <w:right w:w="0" w:type="dxa"/>
          </w:tcMar>
          <w:vAlign w:val="bottom"/>
        </w:tcPr>
        <w:p w14:paraId="296038F1" w14:textId="77777777" w:rsidR="00AA258C" w:rsidRPr="005328CA" w:rsidRDefault="00AA258C" w:rsidP="009626C4">
          <w:pPr>
            <w:pStyle w:val="Zpatvpravo"/>
            <w:rPr>
              <w:b/>
            </w:rPr>
          </w:pPr>
          <w:r w:rsidRPr="005328CA">
            <w:rPr>
              <w:b/>
            </w:rPr>
            <w:t>Příloha č.</w:t>
          </w:r>
          <w:r>
            <w:rPr>
              <w:b/>
            </w:rPr>
            <w:t xml:space="preserve"> 10</w:t>
          </w:r>
          <w:r w:rsidRPr="005328CA">
            <w:rPr>
              <w:b/>
            </w:rPr>
            <w:t xml:space="preserve">   </w:t>
          </w:r>
        </w:p>
        <w:p w14:paraId="6B753AB5" w14:textId="7E3952AF" w:rsidR="00AA258C" w:rsidRDefault="00AA258C" w:rsidP="009626C4">
          <w:pPr>
            <w:pStyle w:val="Zpatvpravo"/>
          </w:pPr>
          <w:r>
            <w:t xml:space="preserve"> </w:t>
          </w:r>
          <w:r w:rsidR="00B6307B" w:rsidRPr="003F5525" w:rsidDel="00FB05B2">
            <w:t>„</w:t>
          </w:r>
          <w:r w:rsidR="00B6307B" w:rsidRPr="003F5525">
            <w:t>ETCS L1 LS Litoměřice dolní nádraží (mimo) – Kolín (mimo)</w:t>
          </w:r>
          <w:r w:rsidR="00B6307B" w:rsidRPr="003F5525" w:rsidDel="00FB05B2">
            <w:t>“</w:t>
          </w:r>
        </w:p>
        <w:p w14:paraId="0B5A24B3" w14:textId="157CC9E1" w:rsidR="00AA258C" w:rsidRPr="003462EB" w:rsidRDefault="00AA258C" w:rsidP="0007452F">
          <w:pPr>
            <w:pStyle w:val="Zpatvpravo"/>
            <w:rPr>
              <w:rStyle w:val="slostrnky"/>
              <w:b w:val="0"/>
              <w:color w:val="auto"/>
              <w:sz w:val="12"/>
            </w:rPr>
          </w:pPr>
          <w:r>
            <w:t>Smlouva o dílo na zhotovení Dokumentace</w:t>
          </w:r>
        </w:p>
      </w:tc>
      <w:tc>
        <w:tcPr>
          <w:tcW w:w="907" w:type="dxa"/>
          <w:vAlign w:val="bottom"/>
        </w:tcPr>
        <w:p w14:paraId="1C3E8CB8" w14:textId="524E6DA3"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1</w:t>
          </w:r>
          <w:r>
            <w:rPr>
              <w:rStyle w:val="slostrnky"/>
            </w:rPr>
            <w:fldChar w:fldCharType="end"/>
          </w:r>
        </w:p>
      </w:tc>
    </w:tr>
  </w:tbl>
  <w:p w14:paraId="43AFFD47" w14:textId="77777777" w:rsidR="00AA258C" w:rsidRPr="00B8518B" w:rsidRDefault="00AA258C"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04C65" w:rsidRPr="009E09BE" w14:paraId="10CF770C" w14:textId="77777777" w:rsidTr="00286AD1">
      <w:trPr>
        <w:jc w:val="right"/>
      </w:trPr>
      <w:tc>
        <w:tcPr>
          <w:tcW w:w="0" w:type="auto"/>
          <w:tcMar>
            <w:left w:w="0" w:type="dxa"/>
            <w:right w:w="0" w:type="dxa"/>
          </w:tcMar>
          <w:vAlign w:val="bottom"/>
        </w:tcPr>
        <w:p w14:paraId="77DF361E" w14:textId="00BBE1E0" w:rsidR="00F04C65" w:rsidRPr="005328CA" w:rsidRDefault="00F04C65" w:rsidP="009626C4">
          <w:pPr>
            <w:pStyle w:val="Zpatvpravo"/>
            <w:rPr>
              <w:b/>
            </w:rPr>
          </w:pPr>
          <w:r w:rsidRPr="005328CA">
            <w:rPr>
              <w:b/>
            </w:rPr>
            <w:t>Příloha č.</w:t>
          </w:r>
          <w:r>
            <w:rPr>
              <w:b/>
            </w:rPr>
            <w:t xml:space="preserve"> 11</w:t>
          </w:r>
          <w:r w:rsidRPr="005328CA">
            <w:rPr>
              <w:b/>
            </w:rPr>
            <w:t xml:space="preserve">   </w:t>
          </w:r>
        </w:p>
        <w:p w14:paraId="492C20C6" w14:textId="77777777" w:rsidR="00F04C65" w:rsidRDefault="00F04C65" w:rsidP="009626C4">
          <w:pPr>
            <w:pStyle w:val="Zpatvpravo"/>
          </w:pPr>
          <w:r>
            <w:t xml:space="preserve"> </w:t>
          </w:r>
          <w:r w:rsidRPr="003F5525" w:rsidDel="00FB05B2">
            <w:t>„</w:t>
          </w:r>
          <w:r w:rsidRPr="003F5525">
            <w:t>ETCS L1 LS Litoměřice dolní nádraží (mimo) – Kolín (mimo)</w:t>
          </w:r>
          <w:r w:rsidRPr="003F5525" w:rsidDel="00FB05B2">
            <w:t>“</w:t>
          </w:r>
        </w:p>
        <w:p w14:paraId="3CF219C8" w14:textId="77777777" w:rsidR="00F04C65" w:rsidRPr="003462EB" w:rsidRDefault="00F04C65" w:rsidP="0007452F">
          <w:pPr>
            <w:pStyle w:val="Zpatvpravo"/>
            <w:rPr>
              <w:rStyle w:val="slostrnky"/>
              <w:b w:val="0"/>
              <w:color w:val="auto"/>
              <w:sz w:val="12"/>
            </w:rPr>
          </w:pPr>
          <w:r>
            <w:t>Smlouva o dílo na zhotovení Dokumentace</w:t>
          </w:r>
        </w:p>
      </w:tc>
      <w:tc>
        <w:tcPr>
          <w:tcW w:w="907" w:type="dxa"/>
          <w:vAlign w:val="bottom"/>
        </w:tcPr>
        <w:p w14:paraId="2ED3DCEF" w14:textId="58785309" w:rsidR="00F04C65" w:rsidRPr="009E09BE" w:rsidRDefault="00F04C6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1</w:t>
          </w:r>
          <w:r>
            <w:rPr>
              <w:rStyle w:val="slostrnky"/>
            </w:rPr>
            <w:fldChar w:fldCharType="end"/>
          </w:r>
        </w:p>
      </w:tc>
    </w:tr>
  </w:tbl>
  <w:p w14:paraId="0216C002" w14:textId="77777777" w:rsidR="00F04C65" w:rsidRPr="00B8518B" w:rsidRDefault="00F04C6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F1FB" w14:textId="77777777" w:rsidR="00AA258C" w:rsidRPr="00B8518B" w:rsidRDefault="00AA258C" w:rsidP="00460660">
    <w:pPr>
      <w:pStyle w:val="Zpat"/>
      <w:rPr>
        <w:sz w:val="2"/>
        <w:szCs w:val="2"/>
      </w:rPr>
    </w:pPr>
  </w:p>
  <w:p w14:paraId="2FD1BF7F" w14:textId="77777777" w:rsidR="00AA258C" w:rsidRPr="00B3350F" w:rsidRDefault="00AA258C"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AA258C" w:rsidRPr="00B3350F" w:rsidRDefault="00AA258C" w:rsidP="007C7C99">
    <w:pPr>
      <w:spacing w:after="0"/>
      <w:rPr>
        <w:i/>
        <w:sz w:val="4"/>
        <w:szCs w:val="4"/>
      </w:rPr>
    </w:pPr>
    <w:r w:rsidRPr="00BC322B">
      <w:rPr>
        <w:i/>
      </w:rPr>
      <w:t xml:space="preserve">  </w:t>
    </w:r>
  </w:p>
  <w:p w14:paraId="54595310" w14:textId="77777777" w:rsidR="00AA258C" w:rsidRPr="00460660" w:rsidRDefault="00AA258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BDDA18E" w14:textId="77777777" w:rsidTr="009626C4">
      <w:tc>
        <w:tcPr>
          <w:tcW w:w="907" w:type="dxa"/>
          <w:tcMar>
            <w:left w:w="0" w:type="dxa"/>
            <w:right w:w="0" w:type="dxa"/>
          </w:tcMar>
          <w:vAlign w:val="bottom"/>
        </w:tcPr>
        <w:p w14:paraId="4192ABE5"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D939B2" w14:textId="77777777" w:rsidR="00AA258C" w:rsidRPr="005328CA" w:rsidRDefault="00AA258C" w:rsidP="009626C4">
          <w:pPr>
            <w:pStyle w:val="Zpatvlevo"/>
            <w:rPr>
              <w:b/>
            </w:rPr>
          </w:pPr>
          <w:r w:rsidRPr="005328CA">
            <w:rPr>
              <w:b/>
            </w:rPr>
            <w:t>Příloha č. 1</w:t>
          </w:r>
        </w:p>
        <w:p w14:paraId="528742C5"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2A1968FE" w14:textId="77777777" w:rsidR="00AA258C" w:rsidRPr="003462EB" w:rsidRDefault="00AA258C" w:rsidP="00402B45">
          <w:pPr>
            <w:pStyle w:val="Zpatvlevo"/>
          </w:pPr>
          <w:r>
            <w:t>Smlouva o dílo na zhotovení Dokumentace+AD</w:t>
          </w:r>
        </w:p>
      </w:tc>
    </w:tr>
  </w:tbl>
  <w:p w14:paraId="708B90C9" w14:textId="77777777" w:rsidR="00AA258C" w:rsidRPr="00402B45" w:rsidRDefault="00AA258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41154A6" w14:textId="77777777" w:rsidTr="009626C4">
      <w:tc>
        <w:tcPr>
          <w:tcW w:w="0" w:type="auto"/>
          <w:tcMar>
            <w:left w:w="0" w:type="dxa"/>
            <w:right w:w="0" w:type="dxa"/>
          </w:tcMar>
          <w:vAlign w:val="bottom"/>
        </w:tcPr>
        <w:p w14:paraId="35AE215B" w14:textId="77777777" w:rsidR="00AA258C" w:rsidRPr="005328CA" w:rsidRDefault="00AA258C" w:rsidP="009626C4">
          <w:pPr>
            <w:pStyle w:val="Zpatvpravo"/>
            <w:rPr>
              <w:b/>
            </w:rPr>
          </w:pPr>
          <w:r w:rsidRPr="005328CA">
            <w:rPr>
              <w:b/>
            </w:rPr>
            <w:t xml:space="preserve">Příloha č. 1   </w:t>
          </w:r>
        </w:p>
        <w:p w14:paraId="744276D3" w14:textId="238BA8F9" w:rsidR="00AA258C" w:rsidRDefault="00AA258C" w:rsidP="009626C4">
          <w:pPr>
            <w:pStyle w:val="Zpatvpravo"/>
          </w:pPr>
          <w:r>
            <w:t xml:space="preserve"> </w:t>
          </w:r>
          <w:r w:rsidR="00B6307B" w:rsidRPr="003F5525" w:rsidDel="00FB05B2">
            <w:t>„</w:t>
          </w:r>
          <w:r w:rsidR="00B6307B" w:rsidRPr="003F5525">
            <w:t>ETCS L1 LS Litoměřice dolní nádraží (mimo) – Kolín (mimo)</w:t>
          </w:r>
          <w:r w:rsidR="00B6307B" w:rsidRPr="003F5525" w:rsidDel="00FB05B2">
            <w:t>“</w:t>
          </w:r>
        </w:p>
        <w:p w14:paraId="34D56388" w14:textId="63E0EB2B"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79581B04" w14:textId="1AB1317F"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1</w:t>
          </w:r>
          <w:r>
            <w:rPr>
              <w:rStyle w:val="slostrnky"/>
            </w:rPr>
            <w:fldChar w:fldCharType="end"/>
          </w:r>
        </w:p>
      </w:tc>
    </w:tr>
  </w:tbl>
  <w:p w14:paraId="67E9493B" w14:textId="77777777" w:rsidR="00AA258C" w:rsidRPr="00B8518B" w:rsidRDefault="00AA258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055C025" w14:textId="77777777" w:rsidTr="009626C4">
      <w:tc>
        <w:tcPr>
          <w:tcW w:w="907" w:type="dxa"/>
          <w:tcMar>
            <w:left w:w="0" w:type="dxa"/>
            <w:right w:w="0" w:type="dxa"/>
          </w:tcMar>
          <w:vAlign w:val="bottom"/>
        </w:tcPr>
        <w:p w14:paraId="71E05076"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AA258C" w:rsidRPr="005328CA" w:rsidRDefault="00AA258C" w:rsidP="009626C4">
          <w:pPr>
            <w:pStyle w:val="Zpatvlevo"/>
            <w:rPr>
              <w:b/>
            </w:rPr>
          </w:pPr>
          <w:r w:rsidRPr="005328CA">
            <w:rPr>
              <w:b/>
            </w:rPr>
            <w:t xml:space="preserve">Příloha č. </w:t>
          </w:r>
          <w:r>
            <w:rPr>
              <w:b/>
            </w:rPr>
            <w:t>2</w:t>
          </w:r>
        </w:p>
        <w:p w14:paraId="32E5DAC2"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37061B65" w14:textId="77777777" w:rsidR="00AA258C" w:rsidRPr="003462EB" w:rsidRDefault="00AA258C" w:rsidP="0007452F">
          <w:pPr>
            <w:pStyle w:val="Zpatvlevo"/>
          </w:pPr>
          <w:r>
            <w:t>Smlouva o dílo na zhotovení Dokumentace+AD</w:t>
          </w:r>
        </w:p>
      </w:tc>
    </w:tr>
  </w:tbl>
  <w:p w14:paraId="74B905BC" w14:textId="77777777" w:rsidR="00AA258C" w:rsidRPr="00402B45" w:rsidRDefault="00AA258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5808D9AB" w14:textId="77777777" w:rsidTr="009626C4">
      <w:tc>
        <w:tcPr>
          <w:tcW w:w="0" w:type="auto"/>
          <w:tcMar>
            <w:left w:w="0" w:type="dxa"/>
            <w:right w:w="0" w:type="dxa"/>
          </w:tcMar>
          <w:vAlign w:val="bottom"/>
        </w:tcPr>
        <w:p w14:paraId="0AA4E4E7" w14:textId="77777777" w:rsidR="00AA258C" w:rsidRPr="005328CA" w:rsidRDefault="00AA258C" w:rsidP="009626C4">
          <w:pPr>
            <w:pStyle w:val="Zpatvpravo"/>
            <w:rPr>
              <w:b/>
            </w:rPr>
          </w:pPr>
          <w:r w:rsidRPr="005328CA">
            <w:rPr>
              <w:b/>
            </w:rPr>
            <w:t xml:space="preserve">Příloha č. </w:t>
          </w:r>
          <w:r>
            <w:rPr>
              <w:b/>
            </w:rPr>
            <w:t>2</w:t>
          </w:r>
          <w:r w:rsidRPr="005328CA">
            <w:rPr>
              <w:b/>
            </w:rPr>
            <w:t xml:space="preserve">   </w:t>
          </w:r>
        </w:p>
        <w:p w14:paraId="72EE17C1" w14:textId="3DB49C0F" w:rsidR="00AA258C" w:rsidRDefault="00AA258C" w:rsidP="009626C4">
          <w:pPr>
            <w:pStyle w:val="Zpatvpravo"/>
          </w:pPr>
          <w:r>
            <w:t xml:space="preserve"> </w:t>
          </w:r>
          <w:r w:rsidR="00B6307B" w:rsidRPr="003F5525" w:rsidDel="00FB05B2">
            <w:t>„</w:t>
          </w:r>
          <w:r w:rsidR="00B6307B" w:rsidRPr="003F5525">
            <w:t>ETCS L1 LS Litoměřice dolní nádraží (mimo) – Kolín (mimo)</w:t>
          </w:r>
          <w:r w:rsidR="00B6307B" w:rsidRPr="003F5525" w:rsidDel="00FB05B2">
            <w:t>“</w:t>
          </w:r>
        </w:p>
        <w:p w14:paraId="33123CE7" w14:textId="1C1C625C"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DB73213" w14:textId="168C8916"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1</w:t>
          </w:r>
          <w:r>
            <w:rPr>
              <w:rStyle w:val="slostrnky"/>
            </w:rPr>
            <w:fldChar w:fldCharType="end"/>
          </w:r>
        </w:p>
      </w:tc>
    </w:tr>
  </w:tbl>
  <w:p w14:paraId="66935BFF" w14:textId="77777777" w:rsidR="00AA258C" w:rsidRPr="00B8518B" w:rsidRDefault="00AA258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7F92DF6" w14:textId="77777777" w:rsidTr="009626C4">
      <w:tc>
        <w:tcPr>
          <w:tcW w:w="907" w:type="dxa"/>
          <w:tcMar>
            <w:left w:w="0" w:type="dxa"/>
            <w:right w:w="0" w:type="dxa"/>
          </w:tcMar>
          <w:vAlign w:val="bottom"/>
        </w:tcPr>
        <w:p w14:paraId="0E6F21BE"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AA258C" w:rsidRPr="005328CA" w:rsidRDefault="00AA258C" w:rsidP="009626C4">
          <w:pPr>
            <w:pStyle w:val="Zpatvlevo"/>
            <w:rPr>
              <w:b/>
            </w:rPr>
          </w:pPr>
          <w:r w:rsidRPr="005328CA">
            <w:rPr>
              <w:b/>
            </w:rPr>
            <w:t xml:space="preserve">Příloha č. </w:t>
          </w:r>
          <w:r>
            <w:rPr>
              <w:b/>
            </w:rPr>
            <w:t>3</w:t>
          </w:r>
        </w:p>
        <w:p w14:paraId="16463926"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1F0B1A35" w14:textId="77777777" w:rsidR="00AA258C" w:rsidRPr="003462EB" w:rsidRDefault="00AA258C" w:rsidP="00402B45">
          <w:pPr>
            <w:pStyle w:val="Zpatvlevo"/>
          </w:pPr>
          <w:r>
            <w:t>Smlouva o dílo na zhotovení Dokumentace+AD</w:t>
          </w:r>
        </w:p>
      </w:tc>
    </w:tr>
  </w:tbl>
  <w:p w14:paraId="7D64ED83" w14:textId="77777777" w:rsidR="00AA258C" w:rsidRPr="00402B45" w:rsidRDefault="00AA258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B7EFD47" w14:textId="77777777" w:rsidTr="009626C4">
      <w:tc>
        <w:tcPr>
          <w:tcW w:w="0" w:type="auto"/>
          <w:tcMar>
            <w:left w:w="0" w:type="dxa"/>
            <w:right w:w="0" w:type="dxa"/>
          </w:tcMar>
          <w:vAlign w:val="bottom"/>
        </w:tcPr>
        <w:p w14:paraId="1656E430" w14:textId="77777777" w:rsidR="00AA258C" w:rsidRPr="005328CA" w:rsidRDefault="00AA258C" w:rsidP="009626C4">
          <w:pPr>
            <w:pStyle w:val="Zpatvpravo"/>
            <w:rPr>
              <w:b/>
            </w:rPr>
          </w:pPr>
          <w:r w:rsidRPr="005328CA">
            <w:rPr>
              <w:b/>
            </w:rPr>
            <w:t xml:space="preserve">Příloha č. </w:t>
          </w:r>
          <w:r>
            <w:rPr>
              <w:b/>
            </w:rPr>
            <w:t>3</w:t>
          </w:r>
          <w:r w:rsidRPr="005328CA">
            <w:rPr>
              <w:b/>
            </w:rPr>
            <w:t xml:space="preserve">   </w:t>
          </w:r>
        </w:p>
        <w:p w14:paraId="1E7CC6A1" w14:textId="53A2B78E" w:rsidR="00AA258C" w:rsidRDefault="00AA258C" w:rsidP="009626C4">
          <w:pPr>
            <w:pStyle w:val="Zpatvpravo"/>
          </w:pPr>
          <w:r>
            <w:t xml:space="preserve"> </w:t>
          </w:r>
          <w:r w:rsidR="00B6307B" w:rsidRPr="003F5525" w:rsidDel="00FB05B2">
            <w:t>„</w:t>
          </w:r>
          <w:r w:rsidR="00B6307B" w:rsidRPr="003F5525">
            <w:t>ETCS L1 LS Litoměřice dolní nádraží (mimo) – Kolín (mimo)</w:t>
          </w:r>
          <w:r w:rsidR="00B6307B" w:rsidRPr="003F5525" w:rsidDel="00FB05B2">
            <w:t>“</w:t>
          </w:r>
        </w:p>
        <w:p w14:paraId="33DCC304" w14:textId="16F75BC4"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37323098" w14:textId="3AF9998B"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2D57">
            <w:rPr>
              <w:rStyle w:val="slostrnky"/>
              <w:noProof/>
            </w:rPr>
            <w:t>1</w:t>
          </w:r>
          <w:r>
            <w:rPr>
              <w:rStyle w:val="slostrnky"/>
            </w:rPr>
            <w:fldChar w:fldCharType="end"/>
          </w:r>
        </w:p>
      </w:tc>
    </w:tr>
  </w:tbl>
  <w:p w14:paraId="71C76043" w14:textId="77777777" w:rsidR="00AA258C" w:rsidRPr="00B8518B" w:rsidRDefault="00AA25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6D307" w14:textId="77777777" w:rsidR="00667232" w:rsidRDefault="00667232" w:rsidP="00962258">
      <w:pPr>
        <w:spacing w:after="0" w:line="240" w:lineRule="auto"/>
      </w:pPr>
      <w:r>
        <w:separator/>
      </w:r>
    </w:p>
  </w:footnote>
  <w:footnote w:type="continuationSeparator" w:id="0">
    <w:p w14:paraId="3E0A39C2" w14:textId="77777777" w:rsidR="00667232" w:rsidRDefault="006672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258C" w14:paraId="10BB04E8" w14:textId="77777777" w:rsidTr="00B22106">
      <w:trPr>
        <w:trHeight w:hRule="exact" w:val="936"/>
      </w:trPr>
      <w:tc>
        <w:tcPr>
          <w:tcW w:w="1361" w:type="dxa"/>
          <w:tcMar>
            <w:left w:w="0" w:type="dxa"/>
            <w:right w:w="0" w:type="dxa"/>
          </w:tcMar>
        </w:tcPr>
        <w:p w14:paraId="0F8093AD" w14:textId="77777777" w:rsidR="00AA258C" w:rsidRPr="00B8518B" w:rsidRDefault="00AA258C" w:rsidP="00FC6389">
          <w:pPr>
            <w:pStyle w:val="Zpat"/>
            <w:rPr>
              <w:rStyle w:val="slostrnky"/>
            </w:rPr>
          </w:pPr>
        </w:p>
      </w:tc>
      <w:tc>
        <w:tcPr>
          <w:tcW w:w="3458" w:type="dxa"/>
          <w:shd w:val="clear" w:color="auto" w:fill="auto"/>
          <w:tcMar>
            <w:left w:w="0" w:type="dxa"/>
            <w:right w:w="0" w:type="dxa"/>
          </w:tcMar>
        </w:tcPr>
        <w:p w14:paraId="52AE0AD8" w14:textId="77777777" w:rsidR="00AA258C" w:rsidRDefault="00AA258C"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AA258C" w:rsidRPr="00D6163D" w:rsidRDefault="00AA258C" w:rsidP="00FC6389">
          <w:pPr>
            <w:pStyle w:val="Druhdokumentu"/>
          </w:pPr>
        </w:p>
      </w:tc>
    </w:tr>
    <w:tr w:rsidR="00AA258C" w14:paraId="2FB9365A" w14:textId="77777777" w:rsidTr="00B22106">
      <w:trPr>
        <w:trHeight w:hRule="exact" w:val="936"/>
      </w:trPr>
      <w:tc>
        <w:tcPr>
          <w:tcW w:w="1361" w:type="dxa"/>
          <w:tcMar>
            <w:left w:w="0" w:type="dxa"/>
            <w:right w:w="0" w:type="dxa"/>
          </w:tcMar>
        </w:tcPr>
        <w:p w14:paraId="71B7F1C0" w14:textId="77777777" w:rsidR="00AA258C" w:rsidRPr="00B8518B" w:rsidRDefault="00AA258C" w:rsidP="00FC6389">
          <w:pPr>
            <w:pStyle w:val="Zpat"/>
            <w:rPr>
              <w:rStyle w:val="slostrnky"/>
            </w:rPr>
          </w:pPr>
        </w:p>
      </w:tc>
      <w:tc>
        <w:tcPr>
          <w:tcW w:w="3458" w:type="dxa"/>
          <w:shd w:val="clear" w:color="auto" w:fill="auto"/>
          <w:tcMar>
            <w:left w:w="0" w:type="dxa"/>
            <w:right w:w="0" w:type="dxa"/>
          </w:tcMar>
        </w:tcPr>
        <w:p w14:paraId="38C238CE" w14:textId="77777777" w:rsidR="00AA258C" w:rsidRDefault="00AA258C" w:rsidP="00FC6389">
          <w:pPr>
            <w:pStyle w:val="Zpat"/>
          </w:pPr>
        </w:p>
      </w:tc>
      <w:tc>
        <w:tcPr>
          <w:tcW w:w="5756" w:type="dxa"/>
          <w:shd w:val="clear" w:color="auto" w:fill="auto"/>
          <w:tcMar>
            <w:left w:w="0" w:type="dxa"/>
            <w:right w:w="0" w:type="dxa"/>
          </w:tcMar>
        </w:tcPr>
        <w:p w14:paraId="0E09F99A" w14:textId="77777777" w:rsidR="00AA258C" w:rsidRPr="00D6163D" w:rsidRDefault="00AA258C" w:rsidP="00FC6389">
          <w:pPr>
            <w:pStyle w:val="Druhdokumentu"/>
          </w:pPr>
        </w:p>
      </w:tc>
    </w:tr>
  </w:tbl>
  <w:p w14:paraId="6F66F761" w14:textId="77777777" w:rsidR="00AA258C" w:rsidRPr="00D6163D" w:rsidRDefault="00AA258C" w:rsidP="00FC6389">
    <w:pPr>
      <w:pStyle w:val="Zhlav"/>
      <w:rPr>
        <w:sz w:val="8"/>
        <w:szCs w:val="8"/>
      </w:rPr>
    </w:pPr>
  </w:p>
  <w:p w14:paraId="5C2D3887" w14:textId="77777777" w:rsidR="00AA258C" w:rsidRPr="00460660" w:rsidRDefault="00AA258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4D62B" w14:textId="77777777" w:rsidR="00AA258C" w:rsidRPr="00D6163D" w:rsidRDefault="00AA258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F9DAE" w14:textId="77777777" w:rsidR="00AA258C" w:rsidRPr="00D6163D" w:rsidRDefault="00AA258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044A0" w14:textId="77777777" w:rsidR="00AA258C" w:rsidRPr="00D6163D" w:rsidRDefault="00AA258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760B5" w14:textId="77777777" w:rsidR="00AA258C" w:rsidRDefault="00AA258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9F6DE" w14:textId="77777777" w:rsidR="00AA258C" w:rsidRPr="00D6163D" w:rsidRDefault="00AA258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E0BD" w14:textId="77777777" w:rsidR="00AA258C" w:rsidRPr="00D6163D" w:rsidRDefault="00AA258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F22FF" w14:textId="77777777" w:rsidR="00AA258C" w:rsidRPr="00D6163D" w:rsidRDefault="00AA258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69371" w14:textId="77777777" w:rsidR="00AA258C" w:rsidRPr="00D6163D" w:rsidRDefault="00AA258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FB00B" w14:textId="77777777" w:rsidR="00AA258C" w:rsidRPr="00D6163D" w:rsidRDefault="00AA258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0EAE6" w14:textId="77777777" w:rsidR="00AA258C" w:rsidRPr="00D6163D" w:rsidRDefault="00AA258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2BFC8" w14:textId="77777777" w:rsidR="00AA258C" w:rsidRPr="00D6163D" w:rsidRDefault="00AA258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472141985">
    <w:abstractNumId w:val="4"/>
  </w:num>
  <w:num w:numId="2" w16cid:durableId="287972968">
    <w:abstractNumId w:val="1"/>
  </w:num>
  <w:num w:numId="3" w16cid:durableId="1199397273">
    <w:abstractNumId w:val="11"/>
  </w:num>
  <w:num w:numId="4" w16cid:durableId="1175146958">
    <w:abstractNumId w:val="5"/>
  </w:num>
  <w:num w:numId="5" w16cid:durableId="1624194678">
    <w:abstractNumId w:val="0"/>
  </w:num>
  <w:num w:numId="6" w16cid:durableId="663975336">
    <w:abstractNumId w:val="6"/>
  </w:num>
  <w:num w:numId="7" w16cid:durableId="1488285004">
    <w:abstractNumId w:val="9"/>
  </w:num>
  <w:num w:numId="8" w16cid:durableId="403571949">
    <w:abstractNumId w:val="10"/>
  </w:num>
  <w:num w:numId="9" w16cid:durableId="1857695510">
    <w:abstractNumId w:val="0"/>
  </w:num>
  <w:num w:numId="10" w16cid:durableId="400635860">
    <w:abstractNumId w:val="3"/>
  </w:num>
  <w:num w:numId="11" w16cid:durableId="1563636272">
    <w:abstractNumId w:val="12"/>
  </w:num>
  <w:num w:numId="12" w16cid:durableId="1269016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33332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21420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8512746">
    <w:abstractNumId w:val="7"/>
  </w:num>
  <w:num w:numId="16" w16cid:durableId="846360738">
    <w:abstractNumId w:val="0"/>
  </w:num>
  <w:num w:numId="17" w16cid:durableId="441268989">
    <w:abstractNumId w:val="8"/>
  </w:num>
  <w:num w:numId="18" w16cid:durableId="237641143">
    <w:abstractNumId w:val="2"/>
  </w:num>
  <w:num w:numId="19" w16cid:durableId="1304235856">
    <w:abstractNumId w:val="14"/>
  </w:num>
  <w:num w:numId="20" w16cid:durableId="1179196688">
    <w:abstractNumId w:val="14"/>
    <w:lvlOverride w:ilvl="0">
      <w:startOverride w:val="1"/>
    </w:lvlOverride>
  </w:num>
  <w:num w:numId="21" w16cid:durableId="155146705">
    <w:abstractNumId w:val="13"/>
  </w:num>
  <w:num w:numId="22" w16cid:durableId="16621530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73685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1C9B"/>
    <w:rsid w:val="00017F3C"/>
    <w:rsid w:val="00020257"/>
    <w:rsid w:val="00031538"/>
    <w:rsid w:val="000352AE"/>
    <w:rsid w:val="000353C1"/>
    <w:rsid w:val="0003687B"/>
    <w:rsid w:val="00041EC8"/>
    <w:rsid w:val="00064E03"/>
    <w:rsid w:val="0006588D"/>
    <w:rsid w:val="00066567"/>
    <w:rsid w:val="00067A5E"/>
    <w:rsid w:val="00070820"/>
    <w:rsid w:val="000719BB"/>
    <w:rsid w:val="00072A65"/>
    <w:rsid w:val="00072C1E"/>
    <w:rsid w:val="00072F50"/>
    <w:rsid w:val="000740F6"/>
    <w:rsid w:val="0007452F"/>
    <w:rsid w:val="0008410C"/>
    <w:rsid w:val="000841E0"/>
    <w:rsid w:val="00086EA4"/>
    <w:rsid w:val="00097789"/>
    <w:rsid w:val="000A298B"/>
    <w:rsid w:val="000B0C01"/>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31E5B"/>
    <w:rsid w:val="00134C6D"/>
    <w:rsid w:val="0013670D"/>
    <w:rsid w:val="00142D57"/>
    <w:rsid w:val="00143EC0"/>
    <w:rsid w:val="00147F39"/>
    <w:rsid w:val="00150E3F"/>
    <w:rsid w:val="001656A2"/>
    <w:rsid w:val="00165977"/>
    <w:rsid w:val="00170EC5"/>
    <w:rsid w:val="0017152F"/>
    <w:rsid w:val="0017282C"/>
    <w:rsid w:val="001747C1"/>
    <w:rsid w:val="00176567"/>
    <w:rsid w:val="001779E6"/>
    <w:rsid w:val="00177D6B"/>
    <w:rsid w:val="00184EE7"/>
    <w:rsid w:val="0018771B"/>
    <w:rsid w:val="00191F90"/>
    <w:rsid w:val="0019301D"/>
    <w:rsid w:val="001935B0"/>
    <w:rsid w:val="00195628"/>
    <w:rsid w:val="001977A2"/>
    <w:rsid w:val="001A2701"/>
    <w:rsid w:val="001A2B98"/>
    <w:rsid w:val="001A5B98"/>
    <w:rsid w:val="001B3016"/>
    <w:rsid w:val="001B4800"/>
    <w:rsid w:val="001B4E74"/>
    <w:rsid w:val="001B6520"/>
    <w:rsid w:val="001C61BC"/>
    <w:rsid w:val="001C645F"/>
    <w:rsid w:val="001D60FF"/>
    <w:rsid w:val="001E1558"/>
    <w:rsid w:val="001E678E"/>
    <w:rsid w:val="001E692B"/>
    <w:rsid w:val="002038D5"/>
    <w:rsid w:val="002071BB"/>
    <w:rsid w:val="00207DF5"/>
    <w:rsid w:val="0022584E"/>
    <w:rsid w:val="00236511"/>
    <w:rsid w:val="00236D4F"/>
    <w:rsid w:val="00236DCC"/>
    <w:rsid w:val="00240B81"/>
    <w:rsid w:val="002423E1"/>
    <w:rsid w:val="00243F67"/>
    <w:rsid w:val="00246837"/>
    <w:rsid w:val="00247CC4"/>
    <w:rsid w:val="00247D01"/>
    <w:rsid w:val="00253646"/>
    <w:rsid w:val="002539F3"/>
    <w:rsid w:val="00253CBA"/>
    <w:rsid w:val="00261A5B"/>
    <w:rsid w:val="00262E5B"/>
    <w:rsid w:val="00264215"/>
    <w:rsid w:val="002657A7"/>
    <w:rsid w:val="00266ADB"/>
    <w:rsid w:val="00276AFE"/>
    <w:rsid w:val="00277C7C"/>
    <w:rsid w:val="00280028"/>
    <w:rsid w:val="00286AD1"/>
    <w:rsid w:val="002875C5"/>
    <w:rsid w:val="0029222F"/>
    <w:rsid w:val="002A3B57"/>
    <w:rsid w:val="002A5468"/>
    <w:rsid w:val="002B182B"/>
    <w:rsid w:val="002C31BF"/>
    <w:rsid w:val="002D29F2"/>
    <w:rsid w:val="002D648A"/>
    <w:rsid w:val="002D6790"/>
    <w:rsid w:val="002D7FD6"/>
    <w:rsid w:val="002E0CD7"/>
    <w:rsid w:val="002E0CFB"/>
    <w:rsid w:val="002E1771"/>
    <w:rsid w:val="002E325D"/>
    <w:rsid w:val="002E3C62"/>
    <w:rsid w:val="002E5C7B"/>
    <w:rsid w:val="002E6478"/>
    <w:rsid w:val="002F4333"/>
    <w:rsid w:val="0030059C"/>
    <w:rsid w:val="00303257"/>
    <w:rsid w:val="00305AEC"/>
    <w:rsid w:val="003060B3"/>
    <w:rsid w:val="00315C27"/>
    <w:rsid w:val="00327EEF"/>
    <w:rsid w:val="0033239F"/>
    <w:rsid w:val="0033304E"/>
    <w:rsid w:val="00335223"/>
    <w:rsid w:val="0034274B"/>
    <w:rsid w:val="00347085"/>
    <w:rsid w:val="0034719F"/>
    <w:rsid w:val="00350A35"/>
    <w:rsid w:val="003571D8"/>
    <w:rsid w:val="00357BC6"/>
    <w:rsid w:val="00361422"/>
    <w:rsid w:val="0036325E"/>
    <w:rsid w:val="00370364"/>
    <w:rsid w:val="003739DD"/>
    <w:rsid w:val="0037545D"/>
    <w:rsid w:val="00376B87"/>
    <w:rsid w:val="00377DAB"/>
    <w:rsid w:val="00381EFC"/>
    <w:rsid w:val="003863FD"/>
    <w:rsid w:val="00390711"/>
    <w:rsid w:val="00392910"/>
    <w:rsid w:val="00392EB6"/>
    <w:rsid w:val="003956C6"/>
    <w:rsid w:val="003A0802"/>
    <w:rsid w:val="003A140F"/>
    <w:rsid w:val="003A197F"/>
    <w:rsid w:val="003B5E09"/>
    <w:rsid w:val="003C0F2C"/>
    <w:rsid w:val="003C33F2"/>
    <w:rsid w:val="003D178E"/>
    <w:rsid w:val="003D733B"/>
    <w:rsid w:val="003D756E"/>
    <w:rsid w:val="003E34BE"/>
    <w:rsid w:val="003E420D"/>
    <w:rsid w:val="003E4C13"/>
    <w:rsid w:val="003E6596"/>
    <w:rsid w:val="003F5525"/>
    <w:rsid w:val="003F5723"/>
    <w:rsid w:val="003F5C24"/>
    <w:rsid w:val="00400E31"/>
    <w:rsid w:val="00401D2F"/>
    <w:rsid w:val="00402B45"/>
    <w:rsid w:val="004034A7"/>
    <w:rsid w:val="00406C51"/>
    <w:rsid w:val="004078F3"/>
    <w:rsid w:val="00417DF5"/>
    <w:rsid w:val="00427596"/>
    <w:rsid w:val="00427794"/>
    <w:rsid w:val="00433CD6"/>
    <w:rsid w:val="00437993"/>
    <w:rsid w:val="00443525"/>
    <w:rsid w:val="004436EE"/>
    <w:rsid w:val="00444C0D"/>
    <w:rsid w:val="004500D2"/>
    <w:rsid w:val="00450F07"/>
    <w:rsid w:val="00453CD3"/>
    <w:rsid w:val="00456385"/>
    <w:rsid w:val="0046002F"/>
    <w:rsid w:val="00460660"/>
    <w:rsid w:val="00460964"/>
    <w:rsid w:val="00461526"/>
    <w:rsid w:val="004648CB"/>
    <w:rsid w:val="00464BA9"/>
    <w:rsid w:val="00467000"/>
    <w:rsid w:val="004776AF"/>
    <w:rsid w:val="00483969"/>
    <w:rsid w:val="00486107"/>
    <w:rsid w:val="0048746B"/>
    <w:rsid w:val="00490561"/>
    <w:rsid w:val="00491827"/>
    <w:rsid w:val="004B2ED0"/>
    <w:rsid w:val="004C4399"/>
    <w:rsid w:val="004C5F36"/>
    <w:rsid w:val="004C787C"/>
    <w:rsid w:val="004D09FB"/>
    <w:rsid w:val="004D5BE4"/>
    <w:rsid w:val="004D7138"/>
    <w:rsid w:val="004D796D"/>
    <w:rsid w:val="004E0117"/>
    <w:rsid w:val="004E0E05"/>
    <w:rsid w:val="004E1D1A"/>
    <w:rsid w:val="004E62E9"/>
    <w:rsid w:val="004E7A1F"/>
    <w:rsid w:val="004E7D48"/>
    <w:rsid w:val="004F4B9B"/>
    <w:rsid w:val="004F5564"/>
    <w:rsid w:val="004F703B"/>
    <w:rsid w:val="00502690"/>
    <w:rsid w:val="0050508B"/>
    <w:rsid w:val="0050666E"/>
    <w:rsid w:val="00506DE0"/>
    <w:rsid w:val="00511AB9"/>
    <w:rsid w:val="00517090"/>
    <w:rsid w:val="00517BBF"/>
    <w:rsid w:val="00517EEC"/>
    <w:rsid w:val="00523BB5"/>
    <w:rsid w:val="00523D5F"/>
    <w:rsid w:val="00523EA7"/>
    <w:rsid w:val="005328CA"/>
    <w:rsid w:val="00533541"/>
    <w:rsid w:val="0053477C"/>
    <w:rsid w:val="00535F7C"/>
    <w:rsid w:val="00536D8F"/>
    <w:rsid w:val="005406EB"/>
    <w:rsid w:val="00541324"/>
    <w:rsid w:val="00543FF3"/>
    <w:rsid w:val="005463C5"/>
    <w:rsid w:val="00551AB5"/>
    <w:rsid w:val="00553375"/>
    <w:rsid w:val="00555884"/>
    <w:rsid w:val="00556A81"/>
    <w:rsid w:val="00570648"/>
    <w:rsid w:val="005720B0"/>
    <w:rsid w:val="005736B7"/>
    <w:rsid w:val="00575E5A"/>
    <w:rsid w:val="00580245"/>
    <w:rsid w:val="005816A6"/>
    <w:rsid w:val="0058327B"/>
    <w:rsid w:val="00583CF6"/>
    <w:rsid w:val="005923F7"/>
    <w:rsid w:val="005A150D"/>
    <w:rsid w:val="005A1F44"/>
    <w:rsid w:val="005A2756"/>
    <w:rsid w:val="005A3013"/>
    <w:rsid w:val="005B0493"/>
    <w:rsid w:val="005B7B70"/>
    <w:rsid w:val="005D02DF"/>
    <w:rsid w:val="005D3A62"/>
    <w:rsid w:val="005D3C39"/>
    <w:rsid w:val="005E6CD4"/>
    <w:rsid w:val="005F7A77"/>
    <w:rsid w:val="006004DD"/>
    <w:rsid w:val="00601A8C"/>
    <w:rsid w:val="0061068E"/>
    <w:rsid w:val="006115D3"/>
    <w:rsid w:val="00612107"/>
    <w:rsid w:val="006217CD"/>
    <w:rsid w:val="00643F79"/>
    <w:rsid w:val="00644B90"/>
    <w:rsid w:val="00644E0F"/>
    <w:rsid w:val="00645E2C"/>
    <w:rsid w:val="0065600E"/>
    <w:rsid w:val="0065610E"/>
    <w:rsid w:val="006576AF"/>
    <w:rsid w:val="00660AD3"/>
    <w:rsid w:val="00667232"/>
    <w:rsid w:val="006729CB"/>
    <w:rsid w:val="006776B6"/>
    <w:rsid w:val="00681B49"/>
    <w:rsid w:val="00684568"/>
    <w:rsid w:val="006923FD"/>
    <w:rsid w:val="00693150"/>
    <w:rsid w:val="006979BE"/>
    <w:rsid w:val="006A5570"/>
    <w:rsid w:val="006A57A4"/>
    <w:rsid w:val="006A67D6"/>
    <w:rsid w:val="006A689C"/>
    <w:rsid w:val="006B0921"/>
    <w:rsid w:val="006B3D79"/>
    <w:rsid w:val="006B6FE4"/>
    <w:rsid w:val="006C2343"/>
    <w:rsid w:val="006C442A"/>
    <w:rsid w:val="006C5357"/>
    <w:rsid w:val="006C6E18"/>
    <w:rsid w:val="006D3D66"/>
    <w:rsid w:val="006D6CF9"/>
    <w:rsid w:val="006E0578"/>
    <w:rsid w:val="006E0B06"/>
    <w:rsid w:val="006E314D"/>
    <w:rsid w:val="006F56B7"/>
    <w:rsid w:val="006F6E10"/>
    <w:rsid w:val="00707200"/>
    <w:rsid w:val="00710723"/>
    <w:rsid w:val="007145F3"/>
    <w:rsid w:val="0071634C"/>
    <w:rsid w:val="007172B3"/>
    <w:rsid w:val="007224BB"/>
    <w:rsid w:val="00723ED1"/>
    <w:rsid w:val="007271F6"/>
    <w:rsid w:val="00727C8B"/>
    <w:rsid w:val="00740AF5"/>
    <w:rsid w:val="00743525"/>
    <w:rsid w:val="00744076"/>
    <w:rsid w:val="00745C9E"/>
    <w:rsid w:val="007500E5"/>
    <w:rsid w:val="0075096D"/>
    <w:rsid w:val="007541A2"/>
    <w:rsid w:val="00755818"/>
    <w:rsid w:val="00757675"/>
    <w:rsid w:val="00760192"/>
    <w:rsid w:val="007616C2"/>
    <w:rsid w:val="0076286B"/>
    <w:rsid w:val="007657D8"/>
    <w:rsid w:val="00766846"/>
    <w:rsid w:val="00767174"/>
    <w:rsid w:val="00772497"/>
    <w:rsid w:val="0077673A"/>
    <w:rsid w:val="007846E1"/>
    <w:rsid w:val="007847D6"/>
    <w:rsid w:val="00786062"/>
    <w:rsid w:val="007940A0"/>
    <w:rsid w:val="007A36FA"/>
    <w:rsid w:val="007A5172"/>
    <w:rsid w:val="007A67A0"/>
    <w:rsid w:val="007A6974"/>
    <w:rsid w:val="007B02C9"/>
    <w:rsid w:val="007B28DC"/>
    <w:rsid w:val="007B3C5A"/>
    <w:rsid w:val="007B570C"/>
    <w:rsid w:val="007B6EFE"/>
    <w:rsid w:val="007C38C6"/>
    <w:rsid w:val="007C7C99"/>
    <w:rsid w:val="007D35BF"/>
    <w:rsid w:val="007D63B2"/>
    <w:rsid w:val="007E4A6E"/>
    <w:rsid w:val="007F22CD"/>
    <w:rsid w:val="007F56A7"/>
    <w:rsid w:val="00800851"/>
    <w:rsid w:val="008063CD"/>
    <w:rsid w:val="00807DD0"/>
    <w:rsid w:val="00820A67"/>
    <w:rsid w:val="00821D01"/>
    <w:rsid w:val="00826B7B"/>
    <w:rsid w:val="00840C3D"/>
    <w:rsid w:val="008426F8"/>
    <w:rsid w:val="00846413"/>
    <w:rsid w:val="00846789"/>
    <w:rsid w:val="0085130B"/>
    <w:rsid w:val="00856D0F"/>
    <w:rsid w:val="00865E6D"/>
    <w:rsid w:val="00866994"/>
    <w:rsid w:val="00875465"/>
    <w:rsid w:val="008765CB"/>
    <w:rsid w:val="00885005"/>
    <w:rsid w:val="0088733A"/>
    <w:rsid w:val="00891E0A"/>
    <w:rsid w:val="00897796"/>
    <w:rsid w:val="008A3568"/>
    <w:rsid w:val="008A469E"/>
    <w:rsid w:val="008A4D1B"/>
    <w:rsid w:val="008B04F3"/>
    <w:rsid w:val="008B64CA"/>
    <w:rsid w:val="008C50F3"/>
    <w:rsid w:val="008C5A06"/>
    <w:rsid w:val="008C5A2E"/>
    <w:rsid w:val="008C62F9"/>
    <w:rsid w:val="008C6CE7"/>
    <w:rsid w:val="008C71B2"/>
    <w:rsid w:val="008C7AC3"/>
    <w:rsid w:val="008C7EFE"/>
    <w:rsid w:val="008D03B9"/>
    <w:rsid w:val="008D1943"/>
    <w:rsid w:val="008D1948"/>
    <w:rsid w:val="008D30C7"/>
    <w:rsid w:val="008D7E3C"/>
    <w:rsid w:val="008E0F80"/>
    <w:rsid w:val="008E14BE"/>
    <w:rsid w:val="008E1AFC"/>
    <w:rsid w:val="008E7357"/>
    <w:rsid w:val="008E74F3"/>
    <w:rsid w:val="008F18D6"/>
    <w:rsid w:val="008F2C9B"/>
    <w:rsid w:val="008F649D"/>
    <w:rsid w:val="008F797B"/>
    <w:rsid w:val="00904780"/>
    <w:rsid w:val="0090635B"/>
    <w:rsid w:val="00906FF4"/>
    <w:rsid w:val="009150E7"/>
    <w:rsid w:val="00916F55"/>
    <w:rsid w:val="00922385"/>
    <w:rsid w:val="009223DF"/>
    <w:rsid w:val="009227F1"/>
    <w:rsid w:val="00926437"/>
    <w:rsid w:val="009265EE"/>
    <w:rsid w:val="009318A0"/>
    <w:rsid w:val="00932BDF"/>
    <w:rsid w:val="00936091"/>
    <w:rsid w:val="00940C6E"/>
    <w:rsid w:val="00940D8A"/>
    <w:rsid w:val="0094122D"/>
    <w:rsid w:val="00945856"/>
    <w:rsid w:val="009521A1"/>
    <w:rsid w:val="00957B84"/>
    <w:rsid w:val="00960E25"/>
    <w:rsid w:val="00962258"/>
    <w:rsid w:val="009626C4"/>
    <w:rsid w:val="00963387"/>
    <w:rsid w:val="00964369"/>
    <w:rsid w:val="009678B7"/>
    <w:rsid w:val="00974329"/>
    <w:rsid w:val="0099122E"/>
    <w:rsid w:val="00992D9C"/>
    <w:rsid w:val="00996CB8"/>
    <w:rsid w:val="009A4867"/>
    <w:rsid w:val="009B2E97"/>
    <w:rsid w:val="009B30A2"/>
    <w:rsid w:val="009B3196"/>
    <w:rsid w:val="009B4201"/>
    <w:rsid w:val="009B5146"/>
    <w:rsid w:val="009C325E"/>
    <w:rsid w:val="009C418E"/>
    <w:rsid w:val="009C442C"/>
    <w:rsid w:val="009C5E65"/>
    <w:rsid w:val="009D1FF9"/>
    <w:rsid w:val="009E07F4"/>
    <w:rsid w:val="009E11CF"/>
    <w:rsid w:val="009E2644"/>
    <w:rsid w:val="009F0867"/>
    <w:rsid w:val="009F309B"/>
    <w:rsid w:val="009F33C6"/>
    <w:rsid w:val="009F392E"/>
    <w:rsid w:val="009F39BB"/>
    <w:rsid w:val="009F53C5"/>
    <w:rsid w:val="009F638B"/>
    <w:rsid w:val="00A0740E"/>
    <w:rsid w:val="00A074F5"/>
    <w:rsid w:val="00A11F43"/>
    <w:rsid w:val="00A12290"/>
    <w:rsid w:val="00A1360B"/>
    <w:rsid w:val="00A14074"/>
    <w:rsid w:val="00A21A01"/>
    <w:rsid w:val="00A339F8"/>
    <w:rsid w:val="00A34C8D"/>
    <w:rsid w:val="00A41306"/>
    <w:rsid w:val="00A50641"/>
    <w:rsid w:val="00A507C8"/>
    <w:rsid w:val="00A51DBE"/>
    <w:rsid w:val="00A5255B"/>
    <w:rsid w:val="00A530BF"/>
    <w:rsid w:val="00A60156"/>
    <w:rsid w:val="00A61401"/>
    <w:rsid w:val="00A6177B"/>
    <w:rsid w:val="00A66136"/>
    <w:rsid w:val="00A71189"/>
    <w:rsid w:val="00A7364A"/>
    <w:rsid w:val="00A747C5"/>
    <w:rsid w:val="00A74DCC"/>
    <w:rsid w:val="00A753ED"/>
    <w:rsid w:val="00A75BED"/>
    <w:rsid w:val="00A77512"/>
    <w:rsid w:val="00A802FD"/>
    <w:rsid w:val="00A84D0E"/>
    <w:rsid w:val="00A94351"/>
    <w:rsid w:val="00A94C2F"/>
    <w:rsid w:val="00A960A7"/>
    <w:rsid w:val="00AA258C"/>
    <w:rsid w:val="00AA4CBB"/>
    <w:rsid w:val="00AA64F7"/>
    <w:rsid w:val="00AA65FA"/>
    <w:rsid w:val="00AA7351"/>
    <w:rsid w:val="00AA7AB8"/>
    <w:rsid w:val="00AD056F"/>
    <w:rsid w:val="00AD0C7B"/>
    <w:rsid w:val="00AD27D6"/>
    <w:rsid w:val="00AD4AEF"/>
    <w:rsid w:val="00AD5F1A"/>
    <w:rsid w:val="00AD6731"/>
    <w:rsid w:val="00AE0304"/>
    <w:rsid w:val="00AE0EB4"/>
    <w:rsid w:val="00AE2ABE"/>
    <w:rsid w:val="00AE2FF8"/>
    <w:rsid w:val="00AF3A20"/>
    <w:rsid w:val="00AF4393"/>
    <w:rsid w:val="00AF57A5"/>
    <w:rsid w:val="00AF6A69"/>
    <w:rsid w:val="00B008D5"/>
    <w:rsid w:val="00B01693"/>
    <w:rsid w:val="00B0208F"/>
    <w:rsid w:val="00B02F73"/>
    <w:rsid w:val="00B05B31"/>
    <w:rsid w:val="00B0619F"/>
    <w:rsid w:val="00B06D17"/>
    <w:rsid w:val="00B12E50"/>
    <w:rsid w:val="00B13A26"/>
    <w:rsid w:val="00B156AC"/>
    <w:rsid w:val="00B15D0D"/>
    <w:rsid w:val="00B16327"/>
    <w:rsid w:val="00B1772C"/>
    <w:rsid w:val="00B22106"/>
    <w:rsid w:val="00B271B1"/>
    <w:rsid w:val="00B3241B"/>
    <w:rsid w:val="00B32638"/>
    <w:rsid w:val="00B3350F"/>
    <w:rsid w:val="00B340C1"/>
    <w:rsid w:val="00B42F40"/>
    <w:rsid w:val="00B4362E"/>
    <w:rsid w:val="00B46CA0"/>
    <w:rsid w:val="00B473C2"/>
    <w:rsid w:val="00B50DDC"/>
    <w:rsid w:val="00B5171E"/>
    <w:rsid w:val="00B5431A"/>
    <w:rsid w:val="00B56004"/>
    <w:rsid w:val="00B6272D"/>
    <w:rsid w:val="00B628A9"/>
    <w:rsid w:val="00B6307B"/>
    <w:rsid w:val="00B63F52"/>
    <w:rsid w:val="00B6658C"/>
    <w:rsid w:val="00B67A51"/>
    <w:rsid w:val="00B72613"/>
    <w:rsid w:val="00B75EE1"/>
    <w:rsid w:val="00B77481"/>
    <w:rsid w:val="00B82EF3"/>
    <w:rsid w:val="00B8518B"/>
    <w:rsid w:val="00B8541B"/>
    <w:rsid w:val="00B86473"/>
    <w:rsid w:val="00B92ABC"/>
    <w:rsid w:val="00B96655"/>
    <w:rsid w:val="00B97546"/>
    <w:rsid w:val="00B97CC3"/>
    <w:rsid w:val="00BA35FB"/>
    <w:rsid w:val="00BA4547"/>
    <w:rsid w:val="00BA4C88"/>
    <w:rsid w:val="00BA5CBC"/>
    <w:rsid w:val="00BA5D63"/>
    <w:rsid w:val="00BB59BA"/>
    <w:rsid w:val="00BB77A4"/>
    <w:rsid w:val="00BC06C4"/>
    <w:rsid w:val="00BC0A82"/>
    <w:rsid w:val="00BC322B"/>
    <w:rsid w:val="00BC36F2"/>
    <w:rsid w:val="00BD2689"/>
    <w:rsid w:val="00BD4B75"/>
    <w:rsid w:val="00BD6F42"/>
    <w:rsid w:val="00BD7E91"/>
    <w:rsid w:val="00BD7F0D"/>
    <w:rsid w:val="00BE148C"/>
    <w:rsid w:val="00BE23C1"/>
    <w:rsid w:val="00BF2525"/>
    <w:rsid w:val="00C0255E"/>
    <w:rsid w:val="00C02D0A"/>
    <w:rsid w:val="00C03A6E"/>
    <w:rsid w:val="00C06EFF"/>
    <w:rsid w:val="00C11B44"/>
    <w:rsid w:val="00C21592"/>
    <w:rsid w:val="00C22047"/>
    <w:rsid w:val="00C226C0"/>
    <w:rsid w:val="00C321B7"/>
    <w:rsid w:val="00C37459"/>
    <w:rsid w:val="00C41F26"/>
    <w:rsid w:val="00C42FE6"/>
    <w:rsid w:val="00C44853"/>
    <w:rsid w:val="00C44F6A"/>
    <w:rsid w:val="00C45470"/>
    <w:rsid w:val="00C6198E"/>
    <w:rsid w:val="00C62D75"/>
    <w:rsid w:val="00C638C4"/>
    <w:rsid w:val="00C641FF"/>
    <w:rsid w:val="00C651FA"/>
    <w:rsid w:val="00C708EA"/>
    <w:rsid w:val="00C778A5"/>
    <w:rsid w:val="00C92B85"/>
    <w:rsid w:val="00C94CF2"/>
    <w:rsid w:val="00C95162"/>
    <w:rsid w:val="00C95774"/>
    <w:rsid w:val="00C95FD4"/>
    <w:rsid w:val="00C97592"/>
    <w:rsid w:val="00CA02DE"/>
    <w:rsid w:val="00CA4018"/>
    <w:rsid w:val="00CB4F6D"/>
    <w:rsid w:val="00CB64D0"/>
    <w:rsid w:val="00CB6A37"/>
    <w:rsid w:val="00CB7684"/>
    <w:rsid w:val="00CB7C7D"/>
    <w:rsid w:val="00CC1B50"/>
    <w:rsid w:val="00CC7C8F"/>
    <w:rsid w:val="00CD1FC4"/>
    <w:rsid w:val="00CD4E71"/>
    <w:rsid w:val="00CE079B"/>
    <w:rsid w:val="00CE6822"/>
    <w:rsid w:val="00D01608"/>
    <w:rsid w:val="00D034A0"/>
    <w:rsid w:val="00D0544F"/>
    <w:rsid w:val="00D06993"/>
    <w:rsid w:val="00D108D9"/>
    <w:rsid w:val="00D21061"/>
    <w:rsid w:val="00D4108E"/>
    <w:rsid w:val="00D4328E"/>
    <w:rsid w:val="00D5069C"/>
    <w:rsid w:val="00D540AD"/>
    <w:rsid w:val="00D54111"/>
    <w:rsid w:val="00D565C4"/>
    <w:rsid w:val="00D6163D"/>
    <w:rsid w:val="00D65162"/>
    <w:rsid w:val="00D66333"/>
    <w:rsid w:val="00D831A3"/>
    <w:rsid w:val="00D966CE"/>
    <w:rsid w:val="00D97BE3"/>
    <w:rsid w:val="00DA3711"/>
    <w:rsid w:val="00DB12FF"/>
    <w:rsid w:val="00DB1BE4"/>
    <w:rsid w:val="00DB3294"/>
    <w:rsid w:val="00DD34D8"/>
    <w:rsid w:val="00DD46F3"/>
    <w:rsid w:val="00DE05B9"/>
    <w:rsid w:val="00DE56F2"/>
    <w:rsid w:val="00DF0CB6"/>
    <w:rsid w:val="00DF0E50"/>
    <w:rsid w:val="00DF116D"/>
    <w:rsid w:val="00DF7312"/>
    <w:rsid w:val="00E0077F"/>
    <w:rsid w:val="00E00BFB"/>
    <w:rsid w:val="00E06576"/>
    <w:rsid w:val="00E10FF2"/>
    <w:rsid w:val="00E13D3A"/>
    <w:rsid w:val="00E14CAF"/>
    <w:rsid w:val="00E14DD5"/>
    <w:rsid w:val="00E16FF7"/>
    <w:rsid w:val="00E21BED"/>
    <w:rsid w:val="00E26D68"/>
    <w:rsid w:val="00E32466"/>
    <w:rsid w:val="00E32F3B"/>
    <w:rsid w:val="00E35301"/>
    <w:rsid w:val="00E40E66"/>
    <w:rsid w:val="00E435EA"/>
    <w:rsid w:val="00E43F26"/>
    <w:rsid w:val="00E44045"/>
    <w:rsid w:val="00E54AD9"/>
    <w:rsid w:val="00E618C4"/>
    <w:rsid w:val="00E63A40"/>
    <w:rsid w:val="00E65F2F"/>
    <w:rsid w:val="00E73655"/>
    <w:rsid w:val="00E73FFB"/>
    <w:rsid w:val="00E7415D"/>
    <w:rsid w:val="00E81F9F"/>
    <w:rsid w:val="00E843A0"/>
    <w:rsid w:val="00E84AF1"/>
    <w:rsid w:val="00E878EE"/>
    <w:rsid w:val="00E901A3"/>
    <w:rsid w:val="00E90890"/>
    <w:rsid w:val="00E91BCA"/>
    <w:rsid w:val="00E96D66"/>
    <w:rsid w:val="00EA0343"/>
    <w:rsid w:val="00EA585B"/>
    <w:rsid w:val="00EA6EC7"/>
    <w:rsid w:val="00EB104F"/>
    <w:rsid w:val="00EB46E5"/>
    <w:rsid w:val="00EC707C"/>
    <w:rsid w:val="00ED0187"/>
    <w:rsid w:val="00ED14BD"/>
    <w:rsid w:val="00ED5FDD"/>
    <w:rsid w:val="00EE0351"/>
    <w:rsid w:val="00EE0DE1"/>
    <w:rsid w:val="00EF529C"/>
    <w:rsid w:val="00EF59BC"/>
    <w:rsid w:val="00EF7679"/>
    <w:rsid w:val="00EF7F1F"/>
    <w:rsid w:val="00F016C7"/>
    <w:rsid w:val="00F035CE"/>
    <w:rsid w:val="00F04C65"/>
    <w:rsid w:val="00F05A2D"/>
    <w:rsid w:val="00F060B5"/>
    <w:rsid w:val="00F0665B"/>
    <w:rsid w:val="00F068E6"/>
    <w:rsid w:val="00F12DEC"/>
    <w:rsid w:val="00F1715C"/>
    <w:rsid w:val="00F178DF"/>
    <w:rsid w:val="00F25BB4"/>
    <w:rsid w:val="00F26EA5"/>
    <w:rsid w:val="00F27CF8"/>
    <w:rsid w:val="00F302A1"/>
    <w:rsid w:val="00F310F8"/>
    <w:rsid w:val="00F3277F"/>
    <w:rsid w:val="00F35939"/>
    <w:rsid w:val="00F422D3"/>
    <w:rsid w:val="00F42DAB"/>
    <w:rsid w:val="00F45607"/>
    <w:rsid w:val="00F4722B"/>
    <w:rsid w:val="00F54432"/>
    <w:rsid w:val="00F5656F"/>
    <w:rsid w:val="00F568F9"/>
    <w:rsid w:val="00F579D3"/>
    <w:rsid w:val="00F62DB6"/>
    <w:rsid w:val="00F659EB"/>
    <w:rsid w:val="00F746C8"/>
    <w:rsid w:val="00F762A8"/>
    <w:rsid w:val="00F811FE"/>
    <w:rsid w:val="00F81E8F"/>
    <w:rsid w:val="00F86BA6"/>
    <w:rsid w:val="00F905B1"/>
    <w:rsid w:val="00F91F6D"/>
    <w:rsid w:val="00F95FBD"/>
    <w:rsid w:val="00F9740F"/>
    <w:rsid w:val="00FA6380"/>
    <w:rsid w:val="00FB17B9"/>
    <w:rsid w:val="00FB3523"/>
    <w:rsid w:val="00FB4272"/>
    <w:rsid w:val="00FB6342"/>
    <w:rsid w:val="00FC2624"/>
    <w:rsid w:val="00FC291B"/>
    <w:rsid w:val="00FC6389"/>
    <w:rsid w:val="00FD09CC"/>
    <w:rsid w:val="00FD36B8"/>
    <w:rsid w:val="00FD6EBB"/>
    <w:rsid w:val="00FE6AEC"/>
    <w:rsid w:val="00FF1D63"/>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PText-3neslovan">
    <w:name w:val="TP_Text-3_nečíslovaný"/>
    <w:link w:val="TPText-3neslovanChar"/>
    <w:qFormat/>
    <w:rsid w:val="00772497"/>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772497"/>
    <w:rPr>
      <w:rFonts w:ascii="Calibri" w:eastAsia="Calibri" w:hAnsi="Calibri" w:cs="Arial"/>
      <w:sz w:val="20"/>
      <w:szCs w:val="22"/>
    </w:rPr>
  </w:style>
  <w:style w:type="paragraph" w:customStyle="1" w:styleId="Default">
    <w:name w:val="Default"/>
    <w:rsid w:val="00772497"/>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B2C37"/>
    <w:rsid w:val="000C7980"/>
    <w:rsid w:val="0011691E"/>
    <w:rsid w:val="00134E69"/>
    <w:rsid w:val="001926FC"/>
    <w:rsid w:val="001935B0"/>
    <w:rsid w:val="001B3016"/>
    <w:rsid w:val="001B4CD0"/>
    <w:rsid w:val="00233CA7"/>
    <w:rsid w:val="002539F3"/>
    <w:rsid w:val="00336D6F"/>
    <w:rsid w:val="00371A5C"/>
    <w:rsid w:val="00381705"/>
    <w:rsid w:val="003A140F"/>
    <w:rsid w:val="00443270"/>
    <w:rsid w:val="004560C8"/>
    <w:rsid w:val="00481FE9"/>
    <w:rsid w:val="004F0C1A"/>
    <w:rsid w:val="004F1B86"/>
    <w:rsid w:val="00517BBF"/>
    <w:rsid w:val="00553C44"/>
    <w:rsid w:val="005B2FFA"/>
    <w:rsid w:val="00606ADF"/>
    <w:rsid w:val="00650CC9"/>
    <w:rsid w:val="006D6CF9"/>
    <w:rsid w:val="006F0D2F"/>
    <w:rsid w:val="007754FA"/>
    <w:rsid w:val="007E276A"/>
    <w:rsid w:val="00834F6B"/>
    <w:rsid w:val="008B0B87"/>
    <w:rsid w:val="00963387"/>
    <w:rsid w:val="009935B2"/>
    <w:rsid w:val="00A55BF3"/>
    <w:rsid w:val="00A577F7"/>
    <w:rsid w:val="00A92347"/>
    <w:rsid w:val="00C02DC8"/>
    <w:rsid w:val="00C21B23"/>
    <w:rsid w:val="00E16231"/>
    <w:rsid w:val="00ED733B"/>
    <w:rsid w:val="00F81E8F"/>
    <w:rsid w:val="00F85085"/>
    <w:rsid w:val="00FD3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2FF00FBA-C0BD-4AEE-ADF5-4FCF00550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B5FB73C-BADD-4447-952B-C100BB23D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3</TotalTime>
  <Pages>35</Pages>
  <Words>6255</Words>
  <Characters>36905</Characters>
  <Application>Microsoft Office Word</Application>
  <DocSecurity>0</DocSecurity>
  <Lines>307</Lines>
  <Paragraphs>86</Paragraphs>
  <ScaleCrop>false</ScaleCrop>
  <HeadingPairs>
    <vt:vector size="8" baseType="variant">
      <vt:variant>
        <vt:lpstr>Název</vt:lpstr>
      </vt:variant>
      <vt:variant>
        <vt:i4>1</vt:i4>
      </vt:variant>
      <vt:variant>
        <vt:lpstr>Nadpisy</vt:lpstr>
      </vt:variant>
      <vt:variant>
        <vt:i4>30</vt:i4>
      </vt:variant>
      <vt:variant>
        <vt:lpstr>Title</vt:lpstr>
      </vt:variant>
      <vt:variant>
        <vt:i4>1</vt:i4>
      </vt:variant>
      <vt:variant>
        <vt:lpstr>Headings</vt:lpstr>
      </vt:variant>
      <vt:variant>
        <vt:i4>3</vt:i4>
      </vt:variant>
    </vt:vector>
  </HeadingPairs>
  <TitlesOfParts>
    <vt:vector size="35" baseType="lpstr">
      <vt:lpstr/>
      <vt:lpstr>ÚVODNÍ USTANOVENÍ</vt:lpstr>
      <vt:lpstr>ÚČEL SMLOUVY</vt:lpstr>
      <vt:lpstr>PŘEDMĚT, CENA A HARMONOGRAM PLNĚNÍ SMLOUVY</vt:lpstr>
      <vt:lpstr>OSTATNÍ USTANOVENÍ</vt:lpstr>
      <vt:lpstr>ZÁVĚREČNÁ USTANOVENÍ</vt:lpstr>
      <vt:lpstr>Příloha č. 1</vt:lpstr>
      <vt:lpstr>    Specifikace Díla </vt:lpstr>
      <vt:lpstr>Příloha č. 2</vt:lpstr>
      <vt:lpstr>    Obchodní podmínky</vt:lpstr>
      <vt:lpstr>Příloha č. 3</vt:lpstr>
      <vt:lpstr>    Technické podmínky: </vt:lpstr>
      <vt:lpstr/>
      <vt:lpstr>Příloha č. 4</vt:lpstr>
      <vt:lpstr>    Rozpis Ceny Díla</vt:lpstr>
      <vt:lpstr>        Všechny ceny jsou uvedené v Kč bez DPH.3.	Cena za výkon Dozoru projektanta </vt:lpstr>
      <vt:lpstr>Příloha č. 5</vt:lpstr>
      <vt:lpstr>    Harmonogram plnění </vt:lpstr>
      <vt:lpstr>Příloha č. 6	</vt:lpstr>
      <vt:lpstr>    Oprávněné osoby</vt:lpstr>
      <vt:lpstr>        Za objednatele</vt:lpstr>
      <vt:lpstr>        Za Zhotovitele	</vt:lpstr>
      <vt:lpstr>Příloha č. 7</vt:lpstr>
      <vt:lpstr>    Seznam požadovaných pojištění</vt:lpstr>
      <vt:lpstr>Příloha č. 8</vt:lpstr>
      <vt:lpstr>    Seznam poddodavatelů</vt:lpstr>
      <vt:lpstr>Příloha č. 9</vt:lpstr>
      <vt:lpstr>    Související dokumenty </vt:lpstr>
      <vt:lpstr>Příloha č. 10</vt:lpstr>
      <vt:lpstr>    Zmocnění Vedoucího Zhotovitele</vt:lpstr>
      <vt:lpstr>Příloha č. 11</vt:lpstr>
      <vt:lpstr/>
      <vt:lpstr>Titulek 1. úrovně </vt:lpstr>
      <vt:lpstr>    Titulek 2. úrovně</vt:lpstr>
      <vt:lpstr>        Titulek 3. úrovně</vt:lpstr>
    </vt:vector>
  </TitlesOfParts>
  <Company>SŽDC s.o.</Company>
  <LinksUpToDate>false</LinksUpToDate>
  <CharactersWithSpaces>43074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7</cp:revision>
  <cp:lastPrinted>2023-04-11T09:26:00Z</cp:lastPrinted>
  <dcterms:created xsi:type="dcterms:W3CDTF">2025-02-17T06:39:00Z</dcterms:created>
  <dcterms:modified xsi:type="dcterms:W3CDTF">2025-02-17T12:33:00Z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